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A5FAB" w14:textId="47450A19" w:rsidR="00736178" w:rsidRDefault="00DC6C56" w:rsidP="00DC6C56">
      <w:pPr>
        <w:pStyle w:val="MDPI41tablecaption"/>
        <w:ind w:left="0"/>
      </w:pPr>
      <w:r>
        <w:rPr>
          <w:b/>
          <w:iCs/>
          <w:lang w:val="en-GB"/>
        </w:rPr>
        <w:t xml:space="preserve">Supplementary </w:t>
      </w:r>
      <w:r w:rsidR="00B45501">
        <w:rPr>
          <w:b/>
          <w:iCs/>
          <w:lang w:val="en-GB"/>
        </w:rPr>
        <w:t>3</w:t>
      </w:r>
      <w:r w:rsidR="00736178">
        <w:rPr>
          <w:b/>
          <w:iCs/>
          <w:lang w:val="en-GB"/>
        </w:rPr>
        <w:t>.</w:t>
      </w:r>
      <w:r w:rsidR="00736178" w:rsidRPr="00F76BB1">
        <w:rPr>
          <w:b/>
          <w:iCs/>
          <w:lang w:val="en-GB"/>
        </w:rPr>
        <w:t xml:space="preserve"> </w:t>
      </w:r>
      <w:r w:rsidR="00B45501" w:rsidRPr="00B45501">
        <w:rPr>
          <w:bCs/>
          <w:iCs/>
          <w:lang w:val="en-GB"/>
        </w:rPr>
        <w:t xml:space="preserve">Phenotypic responses of different mutants of </w:t>
      </w:r>
      <w:r w:rsidR="00D16B57" w:rsidRPr="00D16B57">
        <w:rPr>
          <w:bCs/>
          <w:i/>
          <w:iCs/>
          <w:lang w:val="en-GB"/>
        </w:rPr>
        <w:t>Cryptococcus</w:t>
      </w:r>
      <w:r w:rsidR="00B45501" w:rsidRPr="00B45501">
        <w:rPr>
          <w:bCs/>
          <w:i/>
          <w:iCs/>
          <w:lang w:val="en-GB"/>
        </w:rPr>
        <w:t xml:space="preserve"> </w:t>
      </w:r>
      <w:r w:rsidR="00B45501" w:rsidRPr="00B45501">
        <w:rPr>
          <w:bCs/>
          <w:iCs/>
          <w:lang w:val="en-GB"/>
        </w:rPr>
        <w:t xml:space="preserve">against various quantitative external factors: oxidants, nitrosants, denaturants, peroxides, metals, salts, chelators, inhibitors, dyes, genotoxicants, cyanides, UV, amides, urea, amino acids, caffeine, pH, temperature, sorbitol, glycerol, ethanol, vitamins, synthetic media, and antifungal agents. All phenotypic descriptions were assessed in the YPD at </w:t>
      </w:r>
      <w:r w:rsidR="00B45501" w:rsidRPr="00B45501">
        <w:rPr>
          <w:bCs/>
          <w:iCs/>
          <w:lang w:val="x-none"/>
        </w:rPr>
        <w:t>30</w:t>
      </w:r>
      <w:r w:rsidR="00B45501" w:rsidRPr="00B45501">
        <w:rPr>
          <w:bCs/>
          <w:iCs/>
          <w:vertAlign w:val="superscript"/>
          <w:lang w:val="x-none"/>
        </w:rPr>
        <w:t>o</w:t>
      </w:r>
      <w:r w:rsidR="00B45501" w:rsidRPr="00B45501">
        <w:rPr>
          <w:bCs/>
          <w:iCs/>
          <w:lang w:val="x-none"/>
        </w:rPr>
        <w:t>C</w:t>
      </w:r>
      <w:r w:rsidR="00B45501" w:rsidRPr="00B45501">
        <w:rPr>
          <w:bCs/>
          <w:iCs/>
          <w:lang w:val="en-GB"/>
        </w:rPr>
        <w:t xml:space="preserve"> unless otherwise stated</w:t>
      </w:r>
      <w:r w:rsidR="00736178" w:rsidRPr="00325902"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5"/>
        <w:gridCol w:w="2691"/>
        <w:gridCol w:w="2268"/>
        <w:gridCol w:w="1701"/>
        <w:gridCol w:w="1701"/>
        <w:gridCol w:w="4137"/>
      </w:tblGrid>
      <w:tr w:rsidR="00C17FEA" w:rsidRPr="00C17FEA" w14:paraId="72D53A7D" w14:textId="00694109" w:rsidTr="00D32474">
        <w:trPr>
          <w:tblHeader/>
        </w:trPr>
        <w:tc>
          <w:tcPr>
            <w:tcW w:w="184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250368" w14:textId="40459064" w:rsidR="006A11F1" w:rsidRPr="00C17FEA" w:rsidRDefault="006A11F1" w:rsidP="00C17FEA">
            <w:pPr>
              <w:pStyle w:val="MDPI42tablebody"/>
              <w:jc w:val="left"/>
              <w:rPr>
                <w:b/>
                <w:bCs/>
              </w:rPr>
            </w:pPr>
            <w:r w:rsidRPr="00C17FEA">
              <w:rPr>
                <w:b/>
                <w:bCs/>
              </w:rPr>
              <w:t>External factors</w:t>
            </w:r>
          </w:p>
        </w:tc>
        <w:tc>
          <w:tcPr>
            <w:tcW w:w="269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06FFD" w14:textId="4FC1DC72" w:rsidR="006A11F1" w:rsidRPr="00C17FEA" w:rsidRDefault="006A11F1" w:rsidP="00C17FEA">
            <w:pPr>
              <w:pStyle w:val="MDPI42tablebody"/>
              <w:jc w:val="left"/>
              <w:rPr>
                <w:b/>
                <w:bCs/>
              </w:rPr>
            </w:pPr>
            <w:r w:rsidRPr="00C17FEA">
              <w:rPr>
                <w:b/>
                <w:bCs/>
              </w:rPr>
              <w:t>Hypersensitive mutants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CBFC6F6" w14:textId="6A9AB461" w:rsidR="006A11F1" w:rsidRPr="00C17FEA" w:rsidRDefault="006A11F1" w:rsidP="00C17FEA">
            <w:pPr>
              <w:pStyle w:val="MDPI42tablebody"/>
              <w:jc w:val="left"/>
              <w:rPr>
                <w:b/>
                <w:bCs/>
              </w:rPr>
            </w:pPr>
            <w:r w:rsidRPr="00C17FEA">
              <w:rPr>
                <w:b/>
                <w:bCs/>
              </w:rPr>
              <w:t>Slightly-to-moderately sensitive mutants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3780414" w14:textId="3EB955ED" w:rsidR="006A11F1" w:rsidRPr="00C17FEA" w:rsidRDefault="006A11F1" w:rsidP="00C17FEA">
            <w:pPr>
              <w:pStyle w:val="MDPI42tablebody"/>
              <w:jc w:val="left"/>
              <w:rPr>
                <w:b/>
                <w:bCs/>
              </w:rPr>
            </w:pPr>
            <w:r w:rsidRPr="00C17FEA">
              <w:rPr>
                <w:b/>
                <w:bCs/>
              </w:rPr>
              <w:t>Hyper-resistant mutants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102BE6D" w14:textId="5FD4F040" w:rsidR="006A11F1" w:rsidRPr="00C17FEA" w:rsidRDefault="006A11F1" w:rsidP="00C17FEA">
            <w:pPr>
              <w:pStyle w:val="MDPI42tablebody"/>
              <w:jc w:val="left"/>
              <w:rPr>
                <w:b/>
                <w:bCs/>
              </w:rPr>
            </w:pPr>
            <w:r w:rsidRPr="00C17FEA">
              <w:rPr>
                <w:b/>
                <w:bCs/>
              </w:rPr>
              <w:t>Slightly-to-moderately resistant mutants</w:t>
            </w:r>
          </w:p>
        </w:tc>
        <w:tc>
          <w:tcPr>
            <w:tcW w:w="413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0F0ADCA" w14:textId="7078732C" w:rsidR="006A11F1" w:rsidRPr="00C17FEA" w:rsidRDefault="006A11F1" w:rsidP="00C17FEA">
            <w:pPr>
              <w:pStyle w:val="MDPI42tablebody"/>
              <w:jc w:val="left"/>
              <w:rPr>
                <w:b/>
                <w:bCs/>
              </w:rPr>
            </w:pPr>
            <w:r w:rsidRPr="00C17FEA">
              <w:rPr>
                <w:b/>
                <w:bCs/>
              </w:rPr>
              <w:t>Wild type normal growth/resistance/sensitivity</w:t>
            </w:r>
          </w:p>
        </w:tc>
      </w:tr>
      <w:tr w:rsidR="00D32474" w:rsidRPr="00C17FEA" w14:paraId="7390FE03" w14:textId="0C480F14" w:rsidTr="00D32474"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14:paraId="7931B7BB" w14:textId="793A220B" w:rsidR="006A11F1" w:rsidRPr="00C17FEA" w:rsidRDefault="006A11F1" w:rsidP="00C17FEA">
            <w:pPr>
              <w:pStyle w:val="MDPI42tablebody"/>
              <w:jc w:val="left"/>
              <w:rPr>
                <w:i/>
                <w:iCs/>
              </w:rPr>
            </w:pPr>
            <w:r w:rsidRPr="00C17FEA">
              <w:rPr>
                <w:rFonts w:cs="Arial"/>
                <w:iCs/>
              </w:rPr>
              <w:t>0.5 mM H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  <w:r w:rsidRPr="00C17FEA">
              <w:rPr>
                <w:rFonts w:cs="Arial"/>
                <w:iCs/>
              </w:rPr>
              <w:t>O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nil"/>
              <w:bottom w:val="single" w:sz="4" w:space="0" w:color="auto"/>
            </w:tcBorders>
            <w:vAlign w:val="center"/>
          </w:tcPr>
          <w:p w14:paraId="0362778D" w14:textId="14E8E958" w:rsidR="006A11F1" w:rsidRPr="00C17FEA" w:rsidRDefault="006A11F1" w:rsidP="00C17FEA">
            <w:pPr>
              <w:pStyle w:val="MDPI42tablebody"/>
              <w:jc w:val="left"/>
            </w:pPr>
            <w:bookmarkStart w:id="0" w:name="OLE_LINK122"/>
            <w:bookmarkStart w:id="1" w:name="OLE_LINK123"/>
            <w:r w:rsidRPr="00C17FEA">
              <w:rPr>
                <w:rFonts w:cs="Arial"/>
                <w:i/>
                <w:iCs/>
              </w:rPr>
              <w:t>Δtsa1</w:t>
            </w:r>
            <w:bookmarkEnd w:id="0"/>
            <w:bookmarkEnd w:id="1"/>
            <w:r w:rsidRPr="00C17FEA">
              <w:rPr>
                <w:rFonts w:cs="Arial"/>
                <w:i/>
                <w:iCs/>
              </w:rPr>
              <w:t>, Δtsa1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tsa3, Δtsa1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tsa3 Δtsa4, </w:t>
            </w:r>
            <w:bookmarkStart w:id="2" w:name="OLE_LINK130"/>
            <w:bookmarkStart w:id="3" w:name="OLE_LINK131"/>
            <w:r w:rsidRPr="00C17FEA">
              <w:rPr>
                <w:rFonts w:cs="Arial"/>
                <w:i/>
                <w:iCs/>
              </w:rPr>
              <w:t>Δtsa1 Δtsa4</w:t>
            </w:r>
            <w:bookmarkEnd w:id="2"/>
            <w:bookmarkEnd w:id="3"/>
            <w:r w:rsidRPr="00C17FEA">
              <w:rPr>
                <w:rFonts w:cs="Arial"/>
                <w:i/>
                <w:iCs/>
              </w:rPr>
              <w:t>, Δtrx1, Δtrx1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trx2,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pep4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vAlign w:val="center"/>
          </w:tcPr>
          <w:p w14:paraId="0397FFAF" w14:textId="464C98DB" w:rsidR="006A11F1" w:rsidRPr="00C17FEA" w:rsidRDefault="006A11F1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 xml:space="preserve">Δtrx2, Δprb1,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14:paraId="0F4B1C1A" w14:textId="77777777" w:rsidR="006A11F1" w:rsidRPr="00C17FEA" w:rsidRDefault="006A11F1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14:paraId="7A9258B7" w14:textId="77777777" w:rsidR="006A11F1" w:rsidRPr="00C17FEA" w:rsidRDefault="006A11F1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nil"/>
              <w:bottom w:val="single" w:sz="4" w:space="0" w:color="auto"/>
            </w:tcBorders>
            <w:vAlign w:val="center"/>
          </w:tcPr>
          <w:p w14:paraId="43773B52" w14:textId="0390D2C4" w:rsidR="006A11F1" w:rsidRPr="00C17FEA" w:rsidRDefault="006A11F1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Δtsa3, Δtsa4, Δtsa3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tsa4, Δtsa3, Δtrx2, </w:t>
            </w:r>
            <w:bookmarkStart w:id="4" w:name="OLE_LINK176"/>
            <w:bookmarkStart w:id="5" w:name="OLE_LINK177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gpx2</w:t>
            </w:r>
            <w:bookmarkEnd w:id="4"/>
            <w:bookmarkEnd w:id="5"/>
            <w:r w:rsidRPr="00C17FEA">
              <w:rPr>
                <w:rFonts w:cs="Arial"/>
                <w:i/>
                <w:iCs/>
              </w:rPr>
              <w:t xml:space="preserve"> </w:t>
            </w:r>
          </w:p>
        </w:tc>
      </w:tr>
      <w:tr w:rsidR="00B62495" w:rsidRPr="00C17FEA" w14:paraId="367B31FC" w14:textId="502B9673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6DB639" w14:textId="2083923C" w:rsidR="006A11F1" w:rsidRPr="00C17FEA" w:rsidRDefault="006A11F1" w:rsidP="00C17FEA">
            <w:pPr>
              <w:pStyle w:val="MDPI42tablebody"/>
              <w:jc w:val="left"/>
              <w:rPr>
                <w:i/>
                <w:iCs/>
              </w:rPr>
            </w:pPr>
            <w:r w:rsidRPr="00C17FEA">
              <w:rPr>
                <w:rFonts w:cs="Arial"/>
                <w:iCs/>
              </w:rPr>
              <w:t>1 – 2 mM H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  <w:r w:rsidRPr="00C17FEA">
              <w:rPr>
                <w:rFonts w:cs="Arial"/>
                <w:iCs/>
              </w:rPr>
              <w:t>O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F4695F" w14:textId="45613B0E" w:rsidR="006A11F1" w:rsidRPr="00C17FEA" w:rsidRDefault="006A11F1" w:rsidP="00C17FEA">
            <w:pPr>
              <w:pStyle w:val="MDPI42tablebody"/>
              <w:jc w:val="left"/>
            </w:pPr>
            <w:bookmarkStart w:id="6" w:name="OLE_LINK189"/>
            <w:bookmarkStart w:id="7" w:name="OLE_LINK190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pgi1,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ssk1</w:t>
            </w:r>
            <w:bookmarkEnd w:id="6"/>
            <w:bookmarkEnd w:id="7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F6F8F" w14:textId="3E235D48" w:rsidR="006A11F1" w:rsidRPr="00C17FEA" w:rsidRDefault="006A11F1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 xml:space="preserve">Δcac1,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5DAAB" w14:textId="77777777" w:rsidR="006A11F1" w:rsidRPr="00C17FEA" w:rsidRDefault="006A11F1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2B44C" w14:textId="77777777" w:rsidR="006A11F1" w:rsidRPr="00C17FEA" w:rsidRDefault="006A11F1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79591" w14:textId="6DBE5AC9" w:rsidR="006A11F1" w:rsidRPr="00C17FEA" w:rsidRDefault="006A11F1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gpp2, 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mpk1, Δqsp1, </w:t>
            </w:r>
            <w:bookmarkStart w:id="8" w:name="OLE_LINK164"/>
            <w:r w:rsidRPr="00C17FEA">
              <w:rPr>
                <w:rFonts w:cs="Arial"/>
                <w:i/>
                <w:iCs/>
              </w:rPr>
              <w:t>Δopt1</w:t>
            </w:r>
            <w:bookmarkEnd w:id="8"/>
            <w:r w:rsidRPr="00C17FEA">
              <w:rPr>
                <w:rFonts w:cs="Arial"/>
                <w:i/>
                <w:iCs/>
              </w:rPr>
              <w:t>, Δqsp1,</w:t>
            </w:r>
            <w:bookmarkStart w:id="9" w:name="OLE_LINK101"/>
            <w:bookmarkStart w:id="10" w:name="OLE_LINK102"/>
            <w:bookmarkStart w:id="11" w:name="OLE_LINK103"/>
            <w:r w:rsidRPr="00C17FEA">
              <w:rPr>
                <w:rFonts w:cs="Arial"/>
                <w:i/>
                <w:iCs/>
              </w:rPr>
              <w:t xml:space="preserve"> Δras1</w:t>
            </w:r>
            <w:bookmarkEnd w:id="9"/>
            <w:bookmarkEnd w:id="10"/>
            <w:bookmarkEnd w:id="11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vps34</w:t>
            </w:r>
          </w:p>
        </w:tc>
      </w:tr>
      <w:tr w:rsidR="00D32474" w:rsidRPr="00C17FEA" w14:paraId="3F00FEA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45073" w14:textId="771D1160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2.5 mM H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  <w:r w:rsidRPr="00C17FEA">
              <w:rPr>
                <w:rFonts w:cs="Arial"/>
                <w:iCs/>
              </w:rPr>
              <w:t>O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5F2D69" w14:textId="313094E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DE29F" w14:textId="2FCC18BD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sch9,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BC08E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6FCC5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C1510" w14:textId="43DDC973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fbp1, </w:t>
            </w:r>
            <w:bookmarkStart w:id="12" w:name="OLE_LINK201"/>
            <w:bookmarkStart w:id="13" w:name="OLE_LINK202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bookmarkEnd w:id="12"/>
            <w:bookmarkEnd w:id="13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tco(3-5),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</w:tr>
      <w:tr w:rsidR="00D32474" w:rsidRPr="00C17FEA" w14:paraId="426566F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071A50" w14:textId="2E8622DC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3.0 mM </w:t>
            </w:r>
            <w:bookmarkStart w:id="14" w:name="OLE_LINK199"/>
            <w:bookmarkStart w:id="15" w:name="OLE_LINK200"/>
            <w:r w:rsidRPr="00C17FEA">
              <w:rPr>
                <w:rFonts w:cs="Arial"/>
                <w:iCs/>
              </w:rPr>
              <w:t>H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  <w:r w:rsidRPr="00C17FEA">
              <w:rPr>
                <w:rFonts w:cs="Arial"/>
                <w:iCs/>
              </w:rPr>
              <w:t>O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  <w:bookmarkEnd w:id="14"/>
            <w:bookmarkEnd w:id="15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895E41" w14:textId="6AF422D8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 xml:space="preserve">Δhog1, Δssk1,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1D2BB" w14:textId="32E998E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 xml:space="preserve">Δatf1,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cac1, Δhog1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ypd1,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sch9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E3816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A6A0D" w14:textId="469BA711" w:rsidR="009F1036" w:rsidRPr="00C17FEA" w:rsidRDefault="009F1036" w:rsidP="00C17FEA">
            <w:pPr>
              <w:pStyle w:val="MDPI42tablebody"/>
              <w:jc w:val="left"/>
            </w:pPr>
            <w:bookmarkStart w:id="16" w:name="OLE_LINK112"/>
            <w:bookmarkStart w:id="17" w:name="OLE_LINK113"/>
            <w:r w:rsidRPr="00C17FEA">
              <w:rPr>
                <w:rFonts w:cs="Arial"/>
                <w:i/>
                <w:iCs/>
              </w:rPr>
              <w:t>Δena1, Δskn7</w:t>
            </w:r>
            <w:bookmarkEnd w:id="16"/>
            <w:bookmarkEnd w:id="17"/>
            <w:r w:rsidRPr="00C17FEA">
              <w:rPr>
                <w:rFonts w:cs="Arial"/>
                <w:i/>
                <w:iCs/>
              </w:rPr>
              <w:t>,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34831" w14:textId="1E22A199" w:rsidR="009F1036" w:rsidRPr="00AE6595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 xml:space="preserve">aca1,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 xml:space="preserve">gpa1,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 xml:space="preserve">gpp2,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 xml:space="preserve">hsp12,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 xml:space="preserve">hsp122,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>hsp12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 xml:space="preserve">hsp122,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 xml:space="preserve">hxl1,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>ire1, Δ</w:t>
            </w:r>
            <w:r w:rsidRPr="00AE6595">
              <w:rPr>
                <w:rFonts w:cs="Arial"/>
                <w:i/>
                <w:iCs/>
                <w:lang w:val="en-ZA"/>
              </w:rPr>
              <w:t xml:space="preserve">pdr5, </w:t>
            </w:r>
            <w:r w:rsidRPr="00AE6595">
              <w:rPr>
                <w:rFonts w:cs="Arial"/>
                <w:i/>
                <w:iCs/>
              </w:rPr>
              <w:t>Δ</w:t>
            </w:r>
            <w:r w:rsidRPr="00AE6595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AE6595">
              <w:rPr>
                <w:rFonts w:cs="Arial"/>
                <w:i/>
                <w:iCs/>
              </w:rPr>
              <w:t>Δ</w:t>
            </w:r>
            <w:r w:rsidRPr="00AE6595">
              <w:rPr>
                <w:rFonts w:cs="Arial"/>
                <w:i/>
                <w:iCs/>
                <w:lang w:val="en-ZA"/>
              </w:rPr>
              <w:t xml:space="preserve">pdr5-3,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 xml:space="preserve">pka1,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 xml:space="preserve">pka2,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>pka1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 xml:space="preserve">pka2,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>ptp1, Ptp1</w:t>
            </w:r>
            <w:r w:rsidRPr="00AE6595">
              <w:rPr>
                <w:rFonts w:cs="Arial"/>
                <w:i/>
                <w:iCs/>
                <w:vertAlign w:val="superscript"/>
              </w:rPr>
              <w:t>ovex</w:t>
            </w:r>
            <w:r w:rsidRPr="00AE6595">
              <w:rPr>
                <w:rFonts w:cs="Arial"/>
                <w:i/>
                <w:iCs/>
              </w:rPr>
              <w:t>, Ptp1</w:t>
            </w:r>
            <w:r w:rsidRPr="00AE6595">
              <w:rPr>
                <w:rFonts w:cs="Arial"/>
                <w:i/>
                <w:iCs/>
                <w:vertAlign w:val="superscript"/>
              </w:rPr>
              <w:t>ovex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 xml:space="preserve">ptp2,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>ras1,</w:t>
            </w:r>
            <w:r w:rsidRPr="00AE6595">
              <w:rPr>
                <w:rFonts w:cs="Arial"/>
                <w:i/>
                <w:iCs/>
                <w:lang w:val="en-ZA"/>
              </w:rPr>
              <w:t xml:space="preserve">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 xml:space="preserve">rho10,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 xml:space="preserve">rho11,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>rho10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 xml:space="preserve">rho11,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>ssn8,</w:t>
            </w:r>
            <w:r w:rsidRPr="00AE6595">
              <w:rPr>
                <w:rFonts w:cs="Arial"/>
                <w:i/>
                <w:iCs/>
                <w:lang w:val="x-none"/>
              </w:rPr>
              <w:t xml:space="preserve"> Δ</w:t>
            </w:r>
            <w:r w:rsidRPr="00AE6595">
              <w:rPr>
                <w:rFonts w:cs="Arial"/>
                <w:i/>
                <w:iCs/>
              </w:rPr>
              <w:t xml:space="preserve">ste11,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 xml:space="preserve">ste50,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 xml:space="preserve">tco1,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>tco3</w:t>
            </w:r>
            <w:r w:rsidR="00AE6595" w:rsidRPr="00AE6595">
              <w:rPr>
                <w:rFonts w:cs="Arial"/>
                <w:i/>
                <w:iCs/>
              </w:rPr>
              <w:t xml:space="preserve">, </w:t>
            </w:r>
            <w:r w:rsidR="00AE6595" w:rsidRPr="00AE6595">
              <w:rPr>
                <w:rFonts w:cs="Arial"/>
                <w:i/>
                <w:iCs/>
                <w:lang w:val="x-none"/>
              </w:rPr>
              <w:t>Δ</w:t>
            </w:r>
            <w:r w:rsidR="00AE6595" w:rsidRPr="00AE6595">
              <w:rPr>
                <w:rFonts w:cs="Arial"/>
                <w:i/>
                <w:iCs/>
              </w:rPr>
              <w:t xml:space="preserve">tco4, </w:t>
            </w:r>
            <w:r w:rsidR="00AE6595" w:rsidRPr="00AE6595">
              <w:rPr>
                <w:rFonts w:cs="Arial"/>
                <w:i/>
                <w:iCs/>
                <w:lang w:val="x-none"/>
              </w:rPr>
              <w:t>Δ</w:t>
            </w:r>
            <w:r w:rsidR="00AE6595" w:rsidRPr="00AE6595">
              <w:rPr>
                <w:rFonts w:cs="Arial"/>
                <w:i/>
                <w:iCs/>
              </w:rPr>
              <w:t>tco</w:t>
            </w:r>
            <w:r w:rsidRPr="00AE6595">
              <w:rPr>
                <w:rFonts w:cs="Arial"/>
                <w:i/>
                <w:iCs/>
              </w:rPr>
              <w:t xml:space="preserve">5,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</w:rPr>
              <w:t>tco7,</w:t>
            </w:r>
            <w:r w:rsidRPr="00AE6595">
              <w:rPr>
                <w:rFonts w:cs="Arial"/>
                <w:i/>
                <w:iCs/>
                <w:lang w:val="en-ZA"/>
              </w:rPr>
              <w:t xml:space="preserve">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  <w:lang w:val="en-ZA"/>
              </w:rPr>
              <w:t xml:space="preserve">ubc6-2, </w:t>
            </w:r>
            <w:r w:rsidRPr="00AE6595">
              <w:rPr>
                <w:rFonts w:cs="Arial"/>
                <w:i/>
                <w:iCs/>
                <w:lang w:val="x-none"/>
              </w:rPr>
              <w:t>Δ</w:t>
            </w:r>
            <w:r w:rsidRPr="00AE6595">
              <w:rPr>
                <w:rFonts w:cs="Arial"/>
                <w:i/>
                <w:iCs/>
                <w:lang w:val="en-ZA"/>
              </w:rPr>
              <w:t>ubc8,</w:t>
            </w:r>
            <w:r w:rsidRPr="00AE6595">
              <w:rPr>
                <w:rFonts w:cs="Arial"/>
                <w:i/>
                <w:iCs/>
              </w:rPr>
              <w:t xml:space="preserve"> Δ</w:t>
            </w:r>
            <w:r w:rsidRPr="00AE6595">
              <w:rPr>
                <w:rFonts w:cs="Arial"/>
                <w:i/>
                <w:iCs/>
                <w:lang w:val="en-ZA"/>
              </w:rPr>
              <w:t>yor1</w:t>
            </w:r>
          </w:p>
        </w:tc>
      </w:tr>
      <w:tr w:rsidR="00D32474" w:rsidRPr="00C17FEA" w14:paraId="07026C4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5F9E33" w14:textId="2AA9CAE1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3.5 mM H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  <w:r w:rsidRPr="00C17FEA">
              <w:rPr>
                <w:rFonts w:cs="Arial"/>
                <w:iCs/>
              </w:rPr>
              <w:t>O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44BE88" w14:textId="4ED8E2DE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 xml:space="preserve">Δatf1,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hob1, Δhog1,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yap1,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E1D22" w14:textId="71844346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hob1,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ptp2,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pan1,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pka1,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ptp2,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ptp2,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ubc8,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usv101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05DE5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EEB09" w14:textId="7A15D275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ubc6-2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BB818" w14:textId="3237C06D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gpa1,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ras1</w:t>
            </w:r>
            <w:r w:rsidRPr="00C17FEA">
              <w:rPr>
                <w:rFonts w:cs="Arial"/>
                <w:i/>
                <w:iCs/>
              </w:rPr>
              <w:t>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yor1 </w:t>
            </w:r>
          </w:p>
        </w:tc>
      </w:tr>
      <w:tr w:rsidR="00D32474" w:rsidRPr="00C17FEA" w14:paraId="5136944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424D26" w14:textId="1FDDDB0F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5.0 mM H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  <w:r w:rsidRPr="00C17FEA">
              <w:rPr>
                <w:rFonts w:cs="Arial"/>
                <w:iCs/>
              </w:rPr>
              <w:t>O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67030" w14:textId="1D29908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aap4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leu1</w:t>
            </w:r>
            <w:r w:rsidRPr="00C17FEA">
              <w:rPr>
                <w:rFonts w:cs="Arial"/>
                <w:i/>
                <w:iCs/>
                <w:vertAlign w:val="superscript"/>
              </w:rPr>
              <w:t>±2mm Leu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AC2EA" w14:textId="5E9AB98D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lys4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49747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C3378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F50AC" w14:textId="70CD31A2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gcs1</w:t>
            </w:r>
          </w:p>
        </w:tc>
      </w:tr>
      <w:tr w:rsidR="00D32474" w:rsidRPr="00C17FEA" w14:paraId="5F50FB4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41315D" w14:textId="0AF604C6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0.05 mM </w:t>
            </w:r>
            <w:r w:rsidRPr="00C17FEA">
              <w:rPr>
                <w:rFonts w:cs="Arial"/>
                <w:i/>
                <w:iCs/>
              </w:rPr>
              <w:t>t</w:t>
            </w:r>
            <w:r w:rsidRPr="00C17FEA">
              <w:rPr>
                <w:rFonts w:cs="Arial"/>
                <w:iCs/>
              </w:rPr>
              <w:t>-BOOH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0F9C18" w14:textId="1B21C938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4205B" w14:textId="7A31200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A2285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B0B88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61143" w14:textId="49A71066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ras2</w:t>
            </w:r>
          </w:p>
        </w:tc>
      </w:tr>
      <w:tr w:rsidR="00D32474" w:rsidRPr="00C17FEA" w14:paraId="69C05E7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F07AE9" w14:textId="292D0122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0.1 mM </w:t>
            </w:r>
            <w:r w:rsidRPr="00C17FEA">
              <w:rPr>
                <w:rFonts w:cs="Arial"/>
                <w:i/>
                <w:iCs/>
              </w:rPr>
              <w:t>t</w:t>
            </w:r>
            <w:r w:rsidRPr="00C17FEA">
              <w:rPr>
                <w:rFonts w:cs="Arial"/>
                <w:iCs/>
              </w:rPr>
              <w:t>-BOOH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A8185C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B417C" w14:textId="3E91344B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Δtsa1, Δtsa1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tsa1 Δtsa4, Δtsa1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C1781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E6118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F9628" w14:textId="638FEAE6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Δtsa3, Δtsa4, Δtsa3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tsa4</w:t>
            </w:r>
          </w:p>
        </w:tc>
      </w:tr>
      <w:tr w:rsidR="00D32474" w:rsidRPr="00C17FEA" w14:paraId="0A065DA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975157" w14:textId="2333689A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0.2 mM </w:t>
            </w:r>
            <w:r w:rsidRPr="00C17FEA">
              <w:rPr>
                <w:rFonts w:cs="Arial"/>
                <w:i/>
                <w:iCs/>
              </w:rPr>
              <w:t>t</w:t>
            </w:r>
            <w:r w:rsidRPr="00C17FEA">
              <w:rPr>
                <w:rFonts w:cs="Arial"/>
                <w:iCs/>
              </w:rPr>
              <w:t>-BOOH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8243E" w14:textId="064096C5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30363" w14:textId="76E4A73B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Δatf1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5D4E4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50646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E5DEE" w14:textId="3CF06DF5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gpx2</w:t>
            </w:r>
          </w:p>
        </w:tc>
      </w:tr>
      <w:tr w:rsidR="00D32474" w:rsidRPr="00C17FEA" w14:paraId="0D32145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346211" w14:textId="6EB71CA7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0.5 mM </w:t>
            </w:r>
            <w:r w:rsidRPr="00C17FEA">
              <w:rPr>
                <w:rFonts w:cs="Arial"/>
                <w:i/>
                <w:iCs/>
              </w:rPr>
              <w:t>t</w:t>
            </w:r>
            <w:r w:rsidRPr="00C17FEA">
              <w:rPr>
                <w:rFonts w:cs="Arial"/>
                <w:iCs/>
              </w:rPr>
              <w:t>-BOOH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A2FF7E" w14:textId="01D32BE8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tps1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04C09" w14:textId="1D4812DD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tps2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19EC9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52A42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30A62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39F78E9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2A8C34" w14:textId="710868DF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 xml:space="preserve">0.6 mM </w:t>
            </w:r>
            <w:r w:rsidRPr="00C17FEA">
              <w:rPr>
                <w:rFonts w:cs="Arial"/>
                <w:i/>
                <w:iCs/>
              </w:rPr>
              <w:t>t</w:t>
            </w:r>
            <w:r w:rsidRPr="00C17FEA">
              <w:rPr>
                <w:rFonts w:cs="Arial"/>
                <w:iCs/>
              </w:rPr>
              <w:t>-BOOH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51581E" w14:textId="6AAC39E1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E5DB3" w14:textId="6C356B24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 xml:space="preserve">Δatf1,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D7DF5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6095A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1AA85" w14:textId="585C2E53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Δhog1, Δcac1,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ptp1</w:t>
            </w:r>
          </w:p>
        </w:tc>
      </w:tr>
      <w:tr w:rsidR="00D32474" w:rsidRPr="00C17FEA" w14:paraId="7A78F61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9C098F" w14:textId="636A15DE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0.7 mM </w:t>
            </w:r>
            <w:r w:rsidRPr="00C17FEA">
              <w:rPr>
                <w:rFonts w:cs="Arial"/>
                <w:i/>
                <w:iCs/>
              </w:rPr>
              <w:t>t</w:t>
            </w:r>
            <w:r w:rsidRPr="00C17FEA">
              <w:rPr>
                <w:rFonts w:cs="Arial"/>
                <w:iCs/>
              </w:rPr>
              <w:t>-BOOH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2772DC" w14:textId="77D5DF2E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E5FCE" w14:textId="62DFD96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gat5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E1B4E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A6564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07016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2948F93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B59C62" w14:textId="40A326D8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0.8 mM </w:t>
            </w:r>
            <w:r w:rsidRPr="00C17FEA">
              <w:rPr>
                <w:rFonts w:cs="Arial"/>
                <w:i/>
                <w:iCs/>
              </w:rPr>
              <w:t>t</w:t>
            </w:r>
            <w:r w:rsidRPr="00C17FEA">
              <w:rPr>
                <w:rFonts w:cs="Arial"/>
                <w:iCs/>
              </w:rPr>
              <w:t>-BOOH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3D342B" w14:textId="4E1606AF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pan1,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fzc34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723EC" w14:textId="3E0B35B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yap1,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usv101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9E775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13B5C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F19AD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4C022B2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94595" w14:textId="4F18E55B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1 – 2 mM </w:t>
            </w:r>
            <w:r w:rsidRPr="00C17FEA">
              <w:rPr>
                <w:rFonts w:cs="Arial"/>
                <w:i/>
                <w:iCs/>
              </w:rPr>
              <w:t>t</w:t>
            </w:r>
            <w:r w:rsidRPr="00C17FEA">
              <w:rPr>
                <w:rFonts w:cs="Arial"/>
                <w:iCs/>
              </w:rPr>
              <w:t>-BOOH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BF5FA3" w14:textId="0923A429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tps1,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tps2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4C974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14DCB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238BD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79C40" w14:textId="375D730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</w:p>
        </w:tc>
      </w:tr>
      <w:tr w:rsidR="00D32474" w:rsidRPr="00C17FEA" w14:paraId="516ED12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9DA1CB" w14:textId="17131EAD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0.02 mM COOH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54AD88" w14:textId="538C96BB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20A82" w14:textId="537F738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bookmarkStart w:id="18" w:name="OLE_LINK175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gpx2</w:t>
            </w:r>
            <w:bookmarkEnd w:id="18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9D75F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82F8E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51E79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3EA8A64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34DC74" w14:textId="5B7EE118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0.05 mM COOH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FA2F3F" w14:textId="2D8E4FA1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36D50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55F57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77F2C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68A68" w14:textId="47919B45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gpx1</w:t>
            </w:r>
          </w:p>
        </w:tc>
      </w:tr>
      <w:tr w:rsidR="00D32474" w:rsidRPr="00C17FEA" w14:paraId="58B4050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C4E7BE" w14:textId="37FE805B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mM Diamide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67E6" w14:textId="398EF82E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DB069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5550D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CDAAA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DB135" w14:textId="3CD3BD6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mpk1</w:t>
            </w:r>
          </w:p>
        </w:tc>
      </w:tr>
      <w:tr w:rsidR="00D32474" w:rsidRPr="00C17FEA" w14:paraId="3AE62E1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D6857" w14:textId="2214DC5A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2.0 mM Diamide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D8823C" w14:textId="15561F52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9" w:name="OLE_LINK118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  <w:bookmarkEnd w:id="19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90D38" w14:textId="23FC503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gat5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CDF04" w14:textId="219E86D5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hog1,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hog1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ptp2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49175" w14:textId="59A750F9" w:rsidR="009F1036" w:rsidRPr="00C17FEA" w:rsidRDefault="009F1036" w:rsidP="00C17FEA">
            <w:pPr>
              <w:pStyle w:val="MDPI42tablebody"/>
              <w:jc w:val="left"/>
            </w:pPr>
            <w:bookmarkStart w:id="20" w:name="OLE_LINK119"/>
            <w:bookmarkStart w:id="21" w:name="OLE_LINK216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bookmarkEnd w:id="20"/>
            <w:bookmarkEnd w:id="21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CEE13" w14:textId="02DA581F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</w:p>
        </w:tc>
      </w:tr>
      <w:tr w:rsidR="00D32474" w:rsidRPr="00C17FEA" w14:paraId="7D22A41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B131C6" w14:textId="0D7353D0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2.5 mM Diamide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CF589D" w14:textId="1C630F09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yap1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5727" w14:textId="1F4486C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pan1,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fzc34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73E06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33143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5C350" w14:textId="22F3C7E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</w:p>
        </w:tc>
      </w:tr>
      <w:tr w:rsidR="00D32474" w:rsidRPr="00C17FEA" w14:paraId="1086016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798DC8" w14:textId="7D48BE8F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3.0 mM Diamide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0F206" w14:textId="6AC36563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Δras1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184C8" w14:textId="65158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fzc31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FB3C4" w14:textId="05FACDC8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Δatf1,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hog1, Δhog1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ypd1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02824" w14:textId="01B51434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ΔAtf1, ΔSsk1, ΔSkn7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0C0ED" w14:textId="1AD4B841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Ste50, ΔTsa3, ΔTsa4, ΔTsa3ΔTsa4</w:t>
            </w:r>
          </w:p>
        </w:tc>
      </w:tr>
      <w:tr w:rsidR="00D32474" w:rsidRPr="00C17FEA" w14:paraId="264A488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C754A1" w14:textId="0A496F1D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4.0 mM Diamide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065B43" w14:textId="3E386528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7EAB6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42BFE" w14:textId="148D7D29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8B458" w14:textId="13074844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B8496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706F686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D5AFB8" w14:textId="196C1F4A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 – 3 μg/mL MND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C2FA97" w14:textId="63F9116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4370B" w14:textId="651D8D1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yap1,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pan1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05FB7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4A43C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D407B" w14:textId="39BB4C34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usv101,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vps34</w:t>
            </w:r>
          </w:p>
        </w:tc>
      </w:tr>
      <w:tr w:rsidR="00D32474" w:rsidRPr="00C17FEA" w14:paraId="04ED9C1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044C21" w14:textId="61674958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4.0 μg/mL MND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E95579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0C15F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73F1C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D2111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A4172" w14:textId="5275A8BB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</w:tr>
      <w:tr w:rsidR="00D32474" w:rsidRPr="00C17FEA" w14:paraId="20FD52A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8FE34C" w14:textId="06D70021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5.0 μg/mL MND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0F9774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2037F" w14:textId="012C9E93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D0E7B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15B60" w14:textId="27CC23CD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B51C9" w14:textId="5D86445E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b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hog1,</w:t>
            </w:r>
            <w:r w:rsidRPr="00C17FEA">
              <w:rPr>
                <w:rFonts w:cs="Arial"/>
                <w:b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pkp1</w:t>
            </w:r>
          </w:p>
        </w:tc>
      </w:tr>
      <w:tr w:rsidR="00D32474" w:rsidRPr="00C17FEA" w14:paraId="7C630D4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88E47F" w14:textId="02F9A7C6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6.0 μg/mL MND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B2CEED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93E6D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CBDC1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86D01" w14:textId="3EA61C04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A9BAE" w14:textId="058D8B11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</w:t>
            </w:r>
          </w:p>
        </w:tc>
      </w:tr>
      <w:tr w:rsidR="00D32474" w:rsidRPr="00C17FEA" w14:paraId="779E705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30B98D" w14:textId="221CCBD7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1.0 mM NaNO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4B4078" w14:textId="45C4C794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>, Δtrx1, Δtrx1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trx2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52B29" w14:textId="292955C1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tsa1, Δtrx2, Δyap4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5AF7E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A4852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53992" w14:textId="31CB908D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pgi1</w:t>
            </w:r>
          </w:p>
        </w:tc>
      </w:tr>
      <w:tr w:rsidR="00D32474" w:rsidRPr="00C17FEA" w14:paraId="1F8A7E3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53D767" w14:textId="697536FB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2.0 mM NaNO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7B5BB8" w14:textId="50CB1925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proofErr w:type="spellStart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hira</w:t>
            </w:r>
            <w:proofErr w:type="spellEnd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hrd1,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rad54,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A5864" w14:textId="1A9071BE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cul3,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fhb1,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fyv10,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gat201,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hcm1,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hos4,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hrk1,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hst302,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hsv2,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jjj1,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kin1,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liv13,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liv14,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liv15,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pdr802,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rad23,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rad502,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rint1,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rmd5,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rpd304,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rph1,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sas3,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snf1</w:t>
            </w:r>
            <w:r w:rsidRPr="00C17FEA">
              <w:rPr>
                <w:rFonts w:cs="Arial"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snt1,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ssp101,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sxi1,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uba4,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ubc8,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yku80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DD72A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409C6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7CE85" w14:textId="32683C93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 xml:space="preserve">Δqsp1, Δopt1,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</w:tr>
      <w:tr w:rsidR="00D32474" w:rsidRPr="00C17FEA" w14:paraId="5C10880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4E2756" w14:textId="63E88FDE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5.0 μM CdSO</w:t>
            </w:r>
            <w:r w:rsidRPr="00C17FEA">
              <w:rPr>
                <w:rFonts w:cs="Arial"/>
                <w:iCs/>
                <w:vertAlign w:val="subscript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47E5EA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BE30E" w14:textId="6BE427E3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 xml:space="preserve">Δcac1,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24788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F1622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0D537" w14:textId="2ADB336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Δhog1, Δras1</w:t>
            </w:r>
          </w:p>
        </w:tc>
      </w:tr>
      <w:tr w:rsidR="00D32474" w:rsidRPr="00C17FEA" w14:paraId="01427D6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5F13C4" w14:textId="36503E67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15 - 20 μM CdSO</w:t>
            </w:r>
            <w:r w:rsidRPr="00C17FEA">
              <w:rPr>
                <w:rFonts w:cs="Arial"/>
                <w:iCs/>
                <w:vertAlign w:val="subscript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85E97F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B75D1" w14:textId="3F76C78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ubc6-2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3CB1B" w14:textId="4AD1D5F8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 xml:space="preserve">Δhog1, Δpbs2, Δssk1, Δssk2,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3D880" w14:textId="6F0A66F4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Δskn7, Δtco2, Δtco1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tco2,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56C8F" w14:textId="5BCCB4E4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sch9, Δtco1, Δtco3</w:t>
            </w:r>
            <w:r w:rsidR="00B3037C" w:rsidRPr="00C17FEA">
              <w:rPr>
                <w:rFonts w:cs="Arial"/>
                <w:i/>
                <w:iCs/>
              </w:rPr>
              <w:t xml:space="preserve">, </w:t>
            </w:r>
            <w:r w:rsidR="00B3037C" w:rsidRPr="00C17FEA">
              <w:rPr>
                <w:rFonts w:cs="Arial"/>
                <w:i/>
                <w:iCs/>
                <w:lang w:val="x-none"/>
              </w:rPr>
              <w:t>Δ</w:t>
            </w:r>
            <w:r w:rsidR="00B3037C" w:rsidRPr="00C17FEA">
              <w:rPr>
                <w:rFonts w:cs="Arial"/>
                <w:i/>
                <w:iCs/>
              </w:rPr>
              <w:t xml:space="preserve">tco4, </w:t>
            </w:r>
            <w:r w:rsidR="00B3037C" w:rsidRPr="00C17FEA">
              <w:rPr>
                <w:rFonts w:cs="Arial"/>
                <w:i/>
                <w:iCs/>
                <w:lang w:val="x-none"/>
              </w:rPr>
              <w:t>Δ</w:t>
            </w:r>
            <w:r w:rsidR="00B3037C" w:rsidRPr="00C17FEA">
              <w:rPr>
                <w:rFonts w:cs="Arial"/>
                <w:i/>
                <w:iCs/>
              </w:rPr>
              <w:t>tco</w:t>
            </w:r>
            <w:r w:rsidRPr="00C17FEA">
              <w:rPr>
                <w:rFonts w:cs="Arial"/>
                <w:i/>
                <w:iCs/>
              </w:rPr>
              <w:t xml:space="preserve">5, Δtco7,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ubc8, Δ</w:t>
            </w:r>
            <w:r w:rsidRPr="00C17FEA">
              <w:rPr>
                <w:rFonts w:cs="Arial"/>
                <w:i/>
                <w:iCs/>
                <w:lang w:val="en-ZA"/>
              </w:rPr>
              <w:t>yor1</w:t>
            </w:r>
          </w:p>
        </w:tc>
      </w:tr>
      <w:tr w:rsidR="00D32474" w:rsidRPr="00C17FEA" w14:paraId="04DBE60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9D7756" w14:textId="4C406AA6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15 – </w:t>
            </w:r>
            <w:bookmarkStart w:id="22" w:name="OLE_LINK323"/>
            <w:bookmarkStart w:id="23" w:name="OLE_LINK324"/>
            <w:r w:rsidRPr="00C17FEA">
              <w:rPr>
                <w:rFonts w:cs="Arial"/>
                <w:iCs/>
              </w:rPr>
              <w:t>25 μM CdSO</w:t>
            </w:r>
            <w:r w:rsidRPr="00C17FEA">
              <w:rPr>
                <w:rFonts w:cs="Arial"/>
                <w:iCs/>
                <w:vertAlign w:val="subscript"/>
              </w:rPr>
              <w:t>4</w:t>
            </w:r>
            <w:bookmarkEnd w:id="22"/>
            <w:bookmarkEnd w:id="23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F8093E" w14:textId="5E4841B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24" w:name="OLE_LINK226"/>
            <w:bookmarkStart w:id="25" w:name="OLE_LINK227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bookmarkEnd w:id="24"/>
            <w:bookmarkEnd w:id="25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fzc6, </w:t>
            </w:r>
            <w:bookmarkStart w:id="26" w:name="OLE_LINK217"/>
            <w:bookmarkStart w:id="27" w:name="OLE_LINK225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  <w:bookmarkEnd w:id="26"/>
            <w:bookmarkEnd w:id="27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751AF" w14:textId="150CDF8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58F53" w14:textId="29E8B2D6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bzp1/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83A71" w14:textId="5F217F53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sip4,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znf2,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rds2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6F258" w14:textId="231E8D36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Δena1,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pkp1, </w:t>
            </w:r>
          </w:p>
        </w:tc>
      </w:tr>
      <w:tr w:rsidR="00D32474" w:rsidRPr="00C17FEA" w14:paraId="2B826AE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7F2C9" w14:textId="661C2655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25 μM CdSO</w:t>
            </w:r>
            <w:r w:rsidRPr="00C17FEA">
              <w:rPr>
                <w:rFonts w:cs="Arial"/>
                <w:iCs/>
                <w:vertAlign w:val="subscript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29DD17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38D8E" w14:textId="60F78349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A3E07" w14:textId="127483C1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Δhog1, Δpbs2, Δssk1, Δssk2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A6A4A" w14:textId="1AEF3CBC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Δtco2, Δtco1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tco2,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C40E5" w14:textId="50AF9682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Δskn7, Δtco1, Δtco3</w:t>
            </w:r>
            <w:r w:rsidR="00FD3602" w:rsidRPr="00C17FEA">
              <w:rPr>
                <w:rFonts w:cs="Arial"/>
                <w:i/>
                <w:iCs/>
              </w:rPr>
              <w:t xml:space="preserve">, </w:t>
            </w:r>
            <w:r w:rsidR="00FD3602" w:rsidRPr="00C17FEA">
              <w:rPr>
                <w:rFonts w:cs="Arial"/>
                <w:i/>
                <w:iCs/>
                <w:lang w:val="x-none"/>
              </w:rPr>
              <w:t>Δ</w:t>
            </w:r>
            <w:r w:rsidR="00FD3602" w:rsidRPr="00C17FEA">
              <w:rPr>
                <w:rFonts w:cs="Arial"/>
                <w:i/>
                <w:iCs/>
              </w:rPr>
              <w:t xml:space="preserve">tco4, </w:t>
            </w:r>
            <w:r w:rsidR="00FD3602" w:rsidRPr="00C17FEA">
              <w:rPr>
                <w:rFonts w:cs="Arial"/>
                <w:i/>
                <w:iCs/>
                <w:lang w:val="x-none"/>
              </w:rPr>
              <w:t>Δ</w:t>
            </w:r>
            <w:r w:rsidR="00FD3602" w:rsidRPr="00C17FEA">
              <w:rPr>
                <w:rFonts w:cs="Arial"/>
                <w:i/>
                <w:iCs/>
              </w:rPr>
              <w:t>tco</w:t>
            </w:r>
            <w:r w:rsidRPr="00C17FEA">
              <w:rPr>
                <w:rFonts w:cs="Arial"/>
                <w:i/>
                <w:iCs/>
              </w:rPr>
              <w:t>5, Δtco7</w:t>
            </w:r>
          </w:p>
        </w:tc>
      </w:tr>
      <w:tr w:rsidR="00D32474" w:rsidRPr="00C17FEA" w14:paraId="6960B3D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23B39F" w14:textId="172ACF78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27.5 μM CdSO</w:t>
            </w:r>
            <w:r w:rsidRPr="00C17FEA">
              <w:rPr>
                <w:rFonts w:cs="Arial"/>
                <w:iCs/>
                <w:vertAlign w:val="subscript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EB799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64472" w14:textId="6065F52D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C9769" w14:textId="427B9D3C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99AB8" w14:textId="1B4BD121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15D2F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6E1966A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600486" w14:textId="2D3E4EB9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28" w:name="OLE_LINK319"/>
            <w:bookmarkStart w:id="29" w:name="OLE_LINK320"/>
            <w:r w:rsidRPr="00C17FEA">
              <w:rPr>
                <w:rFonts w:cs="Arial"/>
                <w:iCs/>
              </w:rPr>
              <w:lastRenderedPageBreak/>
              <w:t>30 μM CdSO</w:t>
            </w:r>
            <w:r w:rsidRPr="00C17FEA">
              <w:rPr>
                <w:rFonts w:cs="Arial"/>
                <w:iCs/>
                <w:vertAlign w:val="subscript"/>
              </w:rPr>
              <w:t>4</w:t>
            </w:r>
            <w:bookmarkEnd w:id="28"/>
            <w:bookmarkEnd w:id="29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9A7E9F" w14:textId="66EDA47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gat5,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849A5" w14:textId="45CC1CD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cuf1,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DF509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E6005" w14:textId="427A2364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Δssk1, Δssk2, Δpbs2, Δhog1</w:t>
            </w:r>
            <w:r w:rsidRPr="00C17FEA">
              <w:rPr>
                <w:rFonts w:cs="Arial"/>
                <w:b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gat201,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fzc30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65C22" w14:textId="4D5CAD8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pka2, Δskn7, Δtco1</w:t>
            </w:r>
            <w:r w:rsidR="00190115" w:rsidRPr="00C17FEA">
              <w:rPr>
                <w:rFonts w:cs="Arial"/>
                <w:i/>
                <w:iCs/>
              </w:rPr>
              <w:t xml:space="preserve">, </w:t>
            </w:r>
            <w:r w:rsidR="00190115" w:rsidRPr="00C17FEA">
              <w:rPr>
                <w:rFonts w:cs="Arial"/>
                <w:i/>
                <w:iCs/>
                <w:lang w:val="x-none"/>
              </w:rPr>
              <w:t>Δ</w:t>
            </w:r>
            <w:r w:rsidR="00190115" w:rsidRPr="00C17FEA">
              <w:rPr>
                <w:rFonts w:cs="Arial"/>
                <w:i/>
                <w:iCs/>
              </w:rPr>
              <w:t xml:space="preserve">tco2, </w:t>
            </w:r>
            <w:r w:rsidR="00190115" w:rsidRPr="00C17FEA">
              <w:rPr>
                <w:rFonts w:cs="Arial"/>
                <w:i/>
                <w:iCs/>
                <w:lang w:val="x-none"/>
              </w:rPr>
              <w:t>Δ</w:t>
            </w:r>
            <w:r w:rsidR="00190115" w:rsidRPr="00C17FEA">
              <w:rPr>
                <w:rFonts w:cs="Arial"/>
                <w:i/>
                <w:iCs/>
              </w:rPr>
              <w:t xml:space="preserve">tco3, </w:t>
            </w:r>
            <w:r w:rsidR="00190115" w:rsidRPr="00C17FEA">
              <w:rPr>
                <w:rFonts w:cs="Arial"/>
                <w:i/>
                <w:iCs/>
                <w:lang w:val="x-none"/>
              </w:rPr>
              <w:t>Δ</w:t>
            </w:r>
            <w:r w:rsidR="00190115" w:rsidRPr="00C17FEA">
              <w:rPr>
                <w:rFonts w:cs="Arial"/>
                <w:i/>
                <w:iCs/>
              </w:rPr>
              <w:t xml:space="preserve">tco4, </w:t>
            </w:r>
            <w:r w:rsidR="00190115" w:rsidRPr="00C17FEA">
              <w:rPr>
                <w:rFonts w:cs="Arial"/>
                <w:i/>
                <w:iCs/>
                <w:lang w:val="x-none"/>
              </w:rPr>
              <w:t>Δ</w:t>
            </w:r>
            <w:r w:rsidR="00190115" w:rsidRPr="00C17FEA">
              <w:rPr>
                <w:rFonts w:cs="Arial"/>
                <w:i/>
                <w:iCs/>
              </w:rPr>
              <w:t>tco</w:t>
            </w:r>
            <w:r w:rsidRPr="00C17FEA">
              <w:rPr>
                <w:rFonts w:cs="Arial"/>
                <w:i/>
                <w:iCs/>
              </w:rPr>
              <w:t>5, Δtco7, Δtco1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</w:p>
        </w:tc>
      </w:tr>
      <w:tr w:rsidR="00D32474" w:rsidRPr="00C17FEA" w14:paraId="3DA8027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803E0D" w14:textId="0FA80832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35 μM CdSO</w:t>
            </w:r>
            <w:r w:rsidRPr="00C17FEA">
              <w:rPr>
                <w:rFonts w:cs="Arial"/>
                <w:iCs/>
                <w:vertAlign w:val="subscript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D9374B" w14:textId="3C4F14B2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ADF0F" w14:textId="40D9C2C9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pkp1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C1FBC" w14:textId="7D1275DA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A4E9A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66BF3" w14:textId="48402E6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</w:t>
            </w:r>
          </w:p>
        </w:tc>
      </w:tr>
      <w:tr w:rsidR="00D32474" w:rsidRPr="00C17FEA" w14:paraId="5859DC0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7FA5C3" w14:textId="6141B362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15 mM Vanadate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070D58" w14:textId="308BA1C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7CB34" w14:textId="77C912D8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B4264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EA828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5D85A" w14:textId="77E4EF56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ktr3,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mnn2,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uxs1</w:t>
            </w:r>
          </w:p>
        </w:tc>
      </w:tr>
      <w:tr w:rsidR="00D32474" w:rsidRPr="00C17FEA" w14:paraId="7E4DE25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5BB8B" w14:textId="24BEB4A6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 – 5 mM KCN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48A7FA" w14:textId="43250844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lys4,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rint1,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0EB8D" w14:textId="7EBAE8DF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aox1,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94FE0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9FB12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1D24E" w14:textId="6384C0D9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sxi1</w:t>
            </w:r>
          </w:p>
        </w:tc>
      </w:tr>
      <w:tr w:rsidR="00D32474" w:rsidRPr="00C17FEA" w14:paraId="0CD395F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456579" w14:textId="76E73F30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0.020 – 0.025% MMS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5294AC" w14:textId="20700608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ire1, Δras1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E496D" w14:textId="04A42279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3A441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11A4B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A906F" w14:textId="27CB2CF6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30" w:name="OLE_LINK114"/>
            <w:bookmarkStart w:id="31" w:name="OLE_LINK115"/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</w:rPr>
              <w:t>, Δhog1</w:t>
            </w:r>
            <w:bookmarkEnd w:id="30"/>
            <w:bookmarkEnd w:id="31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hsp122, Δssk1, Δskn7, Δatf1</w:t>
            </w:r>
          </w:p>
        </w:tc>
      </w:tr>
      <w:tr w:rsidR="00D32474" w:rsidRPr="00C17FEA" w14:paraId="0EF8AC8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9E3D8B" w14:textId="3888AB44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0.03% MMS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ABC294" w14:textId="6E1F17A2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493BC" w14:textId="39DA8A14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489C1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5B810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2F688" w14:textId="0FEFEE38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ras2, Δssk1, Δskn7</w:t>
            </w:r>
          </w:p>
        </w:tc>
      </w:tr>
      <w:tr w:rsidR="00D32474" w:rsidRPr="00C17FEA" w14:paraId="7ED5C16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AA4C7B" w14:textId="0292A2BB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0.04 – 0.06% MMS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44E50D" w14:textId="4E797EE1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hog1,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3D973" w14:textId="26055842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bzp2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9CD53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693A3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AADAF" w14:textId="3617904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</w:t>
            </w:r>
          </w:p>
        </w:tc>
      </w:tr>
      <w:tr w:rsidR="00D32474" w:rsidRPr="00C17FEA" w14:paraId="5BB1C41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4B8E3E" w14:textId="4106C564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10 mM HU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9CA323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B3B8C" w14:textId="3BCF5FC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Δras1, Δhog1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84ECA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3688F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F133B" w14:textId="1D991B19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Δcac1</w:t>
            </w:r>
          </w:p>
        </w:tc>
      </w:tr>
      <w:tr w:rsidR="00D32474" w:rsidRPr="00C17FEA" w14:paraId="0EFD36F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9DBD5F" w14:textId="15B15976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25 – 30 mM HU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768F8D" w14:textId="4FC1D35E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hog1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DCF60" w14:textId="59D68C45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ras1, Δssk1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99272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3E553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166AF" w14:textId="16D02C14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pka2, Δskn7</w:t>
            </w:r>
          </w:p>
        </w:tc>
      </w:tr>
      <w:tr w:rsidR="00D32474" w:rsidRPr="00C17FEA" w14:paraId="5D0E1EF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DCAFB" w14:textId="4B37BC27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50 mM HU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20D4AE" w14:textId="343A098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bCs/>
                <w:i/>
                <w:iCs/>
              </w:rPr>
              <w:t xml:space="preserve">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ras1, Δssk1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BD45A" w14:textId="318D107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E62EE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5FCF6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61B32" w14:textId="0BBE299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 xml:space="preserve">Δatf1,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ste50, Δskn7</w:t>
            </w:r>
          </w:p>
        </w:tc>
      </w:tr>
      <w:tr w:rsidR="00D32474" w:rsidRPr="00C17FEA" w14:paraId="3E32172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EE641" w14:textId="194F00DE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100 mM HU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542740" w14:textId="06E10B29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2A1B6" w14:textId="0275D474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fzc6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28655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81BBC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CBF42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24A30EE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C73A77" w14:textId="7D640E39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110 mM HU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1AF3F2" w14:textId="0282A7B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D698C" w14:textId="696987A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70983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49E69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E0859" w14:textId="1084E50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</w:p>
        </w:tc>
      </w:tr>
      <w:tr w:rsidR="00D32474" w:rsidRPr="00C17FEA" w14:paraId="447654C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2EFA8C" w14:textId="555367EE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130 – 150 mM HU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4EC92B" w14:textId="7BC6F13F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8374A" w14:textId="1A21EB49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Δhx</w:t>
            </w:r>
            <w:r w:rsidRPr="00C17FEA">
              <w:rPr>
                <w:rFonts w:cs="Arial"/>
                <w:i/>
                <w:iCs/>
              </w:rPr>
              <w:t>l</w:t>
            </w:r>
            <w:r w:rsidRPr="00C17FEA">
              <w:rPr>
                <w:rFonts w:cs="Arial"/>
                <w:i/>
                <w:iCs/>
                <w:lang w:val="x-none"/>
              </w:rPr>
              <w:t>1, Δ</w:t>
            </w:r>
            <w:r w:rsidRPr="00C17FEA">
              <w:rPr>
                <w:rFonts w:cs="Arial"/>
                <w:i/>
                <w:iCs/>
              </w:rPr>
              <w:t>ire1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DBC00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1F341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DF895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5EF1D3D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A19B6B" w14:textId="224C0A7E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 – 1.0 mg/mL CFW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D41190" w14:textId="5A3B356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32" w:name="OLE_LINK184"/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bookmarkEnd w:id="32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G15V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Q64L</w:t>
            </w:r>
            <w:r w:rsidRPr="00C17FEA">
              <w:rPr>
                <w:rFonts w:cs="Arial"/>
                <w:i/>
                <w:iCs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2BC45" w14:textId="6CB63D9B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cdk8,</w:t>
            </w:r>
            <w:r w:rsidR="00F41A2F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D7FC1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ADD0B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E9EE0" w14:textId="19FCD6D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33" w:name="OLE_LINK303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bookmarkEnd w:id="33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17FEA">
              <w:rPr>
                <w:rFonts w:cs="Arial"/>
                <w:i/>
                <w:iCs/>
              </w:rPr>
              <w:t xml:space="preserve">cys3,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kre61, Δkre61, Δkre62, Δkre63, Δkre64,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skn1</w:t>
            </w:r>
          </w:p>
        </w:tc>
      </w:tr>
      <w:tr w:rsidR="00D32474" w:rsidRPr="00C17FEA" w14:paraId="1886536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FAF439" w14:textId="13CB7AC9" w:rsidR="009F1036" w:rsidRPr="00C17FEA" w:rsidRDefault="009F1036" w:rsidP="00363AA4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1.5 mg/mL CFW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82AF0" w14:textId="003221BA" w:rsidR="009F1036" w:rsidRPr="00C17FEA" w:rsidRDefault="009F1036" w:rsidP="00363AA4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Δhx</w:t>
            </w:r>
            <w:r w:rsidRPr="00C17FEA">
              <w:rPr>
                <w:rFonts w:cs="Arial"/>
                <w:i/>
                <w:iCs/>
              </w:rPr>
              <w:t>l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1, </w:t>
            </w:r>
            <w:bookmarkStart w:id="34" w:name="OLE_LINK242"/>
            <w:bookmarkStart w:id="35" w:name="OLE_LINK243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  <w:bookmarkEnd w:id="34"/>
            <w:bookmarkEnd w:id="35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41952" w14:textId="1E449299" w:rsidR="009F1036" w:rsidRPr="00C17FEA" w:rsidRDefault="009F1036" w:rsidP="00363AA4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ccr4,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ppg1,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C3A5A" w14:textId="77777777" w:rsidR="009F1036" w:rsidRPr="00C17FEA" w:rsidRDefault="009F1036" w:rsidP="00363AA4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7672F" w14:textId="77777777" w:rsidR="009F1036" w:rsidRPr="00C17FEA" w:rsidRDefault="009F1036" w:rsidP="00363AA4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E63C4" w14:textId="17607D1D" w:rsidR="009F1036" w:rsidRPr="00C17FEA" w:rsidRDefault="009F1036" w:rsidP="00363AA4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cap60,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hoc1/</w:t>
            </w:r>
            <w:r w:rsidR="00190115" w:rsidRPr="00C17FEA">
              <w:rPr>
                <w:rFonts w:cs="Arial"/>
                <w:i/>
                <w:iCs/>
                <w:lang w:val="x-none"/>
              </w:rPr>
              <w:t>Δ</w:t>
            </w:r>
            <w:r w:rsidR="00190115" w:rsidRPr="00C17FEA">
              <w:rPr>
                <w:rFonts w:cs="Arial"/>
                <w:i/>
                <w:iCs/>
              </w:rPr>
              <w:t>hoc</w:t>
            </w:r>
            <w:r w:rsidRPr="00C17FEA">
              <w:rPr>
                <w:rFonts w:cs="Arial"/>
                <w:i/>
                <w:iCs/>
              </w:rPr>
              <w:t xml:space="preserve">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ktr3,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mnn2,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Δopt1,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pph3,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Δqsp1,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rom2,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ssn8,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uxs1</w:t>
            </w:r>
          </w:p>
        </w:tc>
      </w:tr>
      <w:tr w:rsidR="00D32474" w:rsidRPr="00C17FEA" w14:paraId="2F05112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85A5D9" w14:textId="1250A0F8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3 – 4 mg/mL CFW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38706A" w14:textId="3A3BF9E6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had1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Δhx</w:t>
            </w:r>
            <w:r w:rsidRPr="00C17FEA">
              <w:rPr>
                <w:rFonts w:cs="Arial"/>
                <w:i/>
                <w:iCs/>
              </w:rPr>
              <w:t>l</w:t>
            </w:r>
            <w:r w:rsidRPr="00C17FEA">
              <w:rPr>
                <w:rFonts w:cs="Arial"/>
                <w:i/>
                <w:iCs/>
                <w:lang w:val="x-none"/>
              </w:rPr>
              <w:t>1, 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D72A3" w14:textId="29EEC20D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hlh3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3D924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E12B8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0F21C" w14:textId="479729DD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</w:p>
        </w:tc>
      </w:tr>
      <w:tr w:rsidR="00D32474" w:rsidRPr="00C17FEA" w14:paraId="0A88002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E5C372" w14:textId="0D2DE585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4.5 – 7.0 mg/mL CFW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87D6E3" w14:textId="34CAD7D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BA093" w14:textId="64C61EC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bookmarkStart w:id="36" w:name="OLE_LINK223"/>
            <w:bookmarkStart w:id="37" w:name="OLE_LINK224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nrg1</w:t>
            </w:r>
            <w:bookmarkEnd w:id="36"/>
            <w:bookmarkEnd w:id="37"/>
            <w:r w:rsidRPr="00C17FEA">
              <w:rPr>
                <w:rFonts w:cs="Arial"/>
                <w:i/>
                <w:i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C06A2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76FE3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C14D5" w14:textId="1F96A3F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</w:p>
        </w:tc>
      </w:tr>
      <w:tr w:rsidR="00D32474" w:rsidRPr="00C17FEA" w14:paraId="7A723CC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154F16" w14:textId="711BEF26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0.01 – 0.05% Congo red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87D396" w14:textId="57B27126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CFE1A" w14:textId="73ABB1D1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cdk8,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D18C4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BF1A4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203A1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0290381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E9B9A5" w14:textId="2AFE231A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38" w:name="OLE_LINK384"/>
            <w:r w:rsidRPr="00C17FEA">
              <w:rPr>
                <w:rFonts w:cs="Arial"/>
                <w:iCs/>
              </w:rPr>
              <w:t>0.5% Congo red</w:t>
            </w:r>
            <w:bookmarkEnd w:id="38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83EA46" w14:textId="2FC732D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csr2,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Δhxl1,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lys4,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ppg1,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G15V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Q64L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F58AB" w14:textId="07F622B3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ccr4,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cys3,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rom2,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97EC7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145ED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46054" w14:textId="0F8A4CC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cap60,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chs4</w:t>
            </w:r>
            <w:r w:rsidR="00190115" w:rsidRPr="00C17FEA">
              <w:rPr>
                <w:rFonts w:cs="Arial"/>
                <w:i/>
                <w:iCs/>
              </w:rPr>
              <w:t xml:space="preserve">, </w:t>
            </w:r>
            <w:r w:rsidR="00190115" w:rsidRPr="00C17FEA">
              <w:rPr>
                <w:rFonts w:cs="Arial"/>
                <w:i/>
                <w:iCs/>
                <w:lang w:val="x-none"/>
              </w:rPr>
              <w:t>Δ</w:t>
            </w:r>
            <w:r w:rsidR="00190115" w:rsidRPr="00C17FEA">
              <w:rPr>
                <w:rFonts w:cs="Arial"/>
                <w:i/>
                <w:iCs/>
              </w:rPr>
              <w:t xml:space="preserve">chs5, </w:t>
            </w:r>
            <w:r w:rsidR="00190115" w:rsidRPr="00C17FEA">
              <w:rPr>
                <w:rFonts w:cs="Arial"/>
                <w:i/>
                <w:iCs/>
                <w:lang w:val="x-none"/>
              </w:rPr>
              <w:t>Δ</w:t>
            </w:r>
            <w:r w:rsidR="00190115" w:rsidRPr="00C17FEA">
              <w:rPr>
                <w:rFonts w:cs="Arial"/>
                <w:i/>
                <w:iCs/>
              </w:rPr>
              <w:t xml:space="preserve">chs6, </w:t>
            </w:r>
            <w:r w:rsidR="00190115" w:rsidRPr="00C17FEA">
              <w:rPr>
                <w:rFonts w:cs="Arial"/>
                <w:i/>
                <w:iCs/>
                <w:lang w:val="x-none"/>
              </w:rPr>
              <w:t>Δ</w:t>
            </w:r>
            <w:r w:rsidR="00190115" w:rsidRPr="00C17FEA">
              <w:rPr>
                <w:rFonts w:cs="Arial"/>
                <w:i/>
                <w:iCs/>
              </w:rPr>
              <w:t xml:space="preserve">chs7, </w:t>
            </w:r>
            <w:r w:rsidR="00190115" w:rsidRPr="00C17FEA">
              <w:rPr>
                <w:rFonts w:cs="Arial"/>
                <w:i/>
                <w:iCs/>
                <w:lang w:val="x-none"/>
              </w:rPr>
              <w:t>Δ</w:t>
            </w:r>
            <w:r w:rsidR="00190115" w:rsidRPr="00C17FEA">
              <w:rPr>
                <w:rFonts w:cs="Arial"/>
                <w:i/>
                <w:iCs/>
              </w:rPr>
              <w:t>chs</w:t>
            </w:r>
            <w:r w:rsidRPr="00C17FEA">
              <w:rPr>
                <w:rFonts w:cs="Arial"/>
                <w:i/>
                <w:iCs/>
              </w:rPr>
              <w:t xml:space="preserve">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kre61, Δkre61, Δkre62, Δkre63, Δkre64,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ktr3,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mnn2,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uxs1</w:t>
            </w:r>
          </w:p>
        </w:tc>
      </w:tr>
      <w:tr w:rsidR="00D32474" w:rsidRPr="00C17FEA" w14:paraId="54904AC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B18DA" w14:textId="75B33896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0.7% Congo red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E51BD7" w14:textId="778ED64A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9ED3B" w14:textId="3DBFC23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EE06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2AAF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51195" w14:textId="008A1F5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ras2</w:t>
            </w:r>
          </w:p>
        </w:tc>
      </w:tr>
      <w:tr w:rsidR="00D32474" w:rsidRPr="00C17FEA" w14:paraId="27F6C38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A0445C" w14:textId="4DE0BC92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0.8% Congo red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6B5611" w14:textId="41AF0BD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39" w:name="OLE_LINK220"/>
            <w:bookmarkStart w:id="40" w:name="OLE_LINK221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had1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crz1,</w:t>
            </w:r>
            <w:bookmarkEnd w:id="39"/>
            <w:bookmarkEnd w:id="40"/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hob1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17915" w14:textId="73657A56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crz1,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had1,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hlh3,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nrg1,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bzp2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EE93A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644AB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50B7F" w14:textId="1713298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tif3,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vts1</w:t>
            </w:r>
          </w:p>
        </w:tc>
      </w:tr>
      <w:tr w:rsidR="00D32474" w:rsidRPr="00C17FEA" w14:paraId="7D51543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82DD0" w14:textId="552D1CA6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0.9% Congo red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928943" w14:textId="3EB0E8C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89D30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3301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8297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C590F" w14:textId="23DE869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pkp1</w:t>
            </w:r>
          </w:p>
        </w:tc>
      </w:tr>
      <w:tr w:rsidR="00D32474" w:rsidRPr="00C17FEA" w14:paraId="5043C36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607D7E" w14:textId="2ADE0B19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1.0% Congo red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BB3EC4" w14:textId="235C996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Δhx</w:t>
            </w:r>
            <w:r w:rsidRPr="00C17FEA">
              <w:rPr>
                <w:rFonts w:cs="Arial"/>
                <w:i/>
                <w:iCs/>
              </w:rPr>
              <w:t>l</w:t>
            </w:r>
            <w:r w:rsidRPr="00C17FEA">
              <w:rPr>
                <w:rFonts w:cs="Arial"/>
                <w:i/>
                <w:iCs/>
                <w:lang w:val="x-none"/>
              </w:rPr>
              <w:t>1, 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pgi1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3ADF6" w14:textId="327687D2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hap2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57827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F5C70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A20AA" w14:textId="084556F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bookmarkStart w:id="41" w:name="OLE_LINK275"/>
            <w:bookmarkStart w:id="42" w:name="OLE_LINK276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car2,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dyn2,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bookmarkEnd w:id="41"/>
            <w:bookmarkEnd w:id="42"/>
            <w:r w:rsidRPr="00C17FEA">
              <w:rPr>
                <w:rFonts w:cs="Arial"/>
                <w:i/>
                <w:iCs/>
              </w:rPr>
              <w:t xml:space="preserve">Δgpp2,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pdc1,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sym2</w:t>
            </w:r>
          </w:p>
        </w:tc>
      </w:tr>
      <w:tr w:rsidR="00D32474" w:rsidRPr="00C17FEA" w14:paraId="58CA638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D2EA46" w14:textId="6726D743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0.01 μg/mL TCM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24989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BD8E5" w14:textId="581D1DC0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CB802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C175E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9478B" w14:textId="700B249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</w:p>
        </w:tc>
      </w:tr>
      <w:tr w:rsidR="00D32474" w:rsidRPr="00C17FEA" w14:paraId="269D83A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2EFAB5" w14:textId="7688A161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0.020 – 0.125 μg/mL TCM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54D63B" w14:textId="72A3FA4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B9C87" w14:textId="17C643C0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mpk1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0D40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4EAA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ABC7A" w14:textId="2C21E642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</w:p>
        </w:tc>
      </w:tr>
      <w:tr w:rsidR="00D32474" w:rsidRPr="00C17FEA" w14:paraId="781C181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BB25B6" w14:textId="2B8B2CB9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0.20 μg/mL TCM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A26B1F" w14:textId="153F784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bzp1/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439FD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5B74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E41F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66060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3FD9A4B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F202F" w14:textId="3EF5B859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0.25 μg/mL TCM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12940C" w14:textId="73ADFA88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Δgrx4Δc</w:t>
            </w:r>
            <w:r w:rsidRPr="00C17FEA">
              <w:rPr>
                <w:rFonts w:cs="Arial"/>
                <w:i/>
                <w:iCs/>
              </w:rPr>
              <w:t>rz</w:t>
            </w:r>
            <w:r w:rsidRPr="00C17FEA">
              <w:rPr>
                <w:rFonts w:cs="Arial"/>
                <w:i/>
                <w:iCs/>
                <w:lang w:val="x-none"/>
              </w:rPr>
              <w:t>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mpk1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67C8E" w14:textId="7471293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53884" w14:textId="34462B52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puf4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5ED22" w14:textId="02F8BFA3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ccr4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6E847" w14:textId="1BDC7156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</w:p>
        </w:tc>
      </w:tr>
      <w:tr w:rsidR="00D32474" w:rsidRPr="00C17FEA" w14:paraId="7C3B16B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E8D874" w14:textId="72F4AEA8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0.30 μg/mL TCM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4AE0F" w14:textId="2FDD5FA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66012" w14:textId="5AAACCC0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07E96" w14:textId="657DC81A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mbs1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517A1" w14:textId="25726BEF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clr1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88535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7BA8DBE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A9452E" w14:textId="31A3652D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0.40 μg/mL TCM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CFAC09" w14:textId="646D2F6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cna1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7A332" w14:textId="4BC0B49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C8B69" w14:textId="3ADD292D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puf4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CF13E" w14:textId="518163C9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lhp1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FB6E9" w14:textId="6BDDF7F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tif3,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vts1</w:t>
            </w:r>
          </w:p>
        </w:tc>
      </w:tr>
      <w:tr w:rsidR="00D32474" w:rsidRPr="00C17FEA" w14:paraId="50CD58B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181A3B" w14:textId="3D7E0EA1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5 – 10 mM DDT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B33662" w14:textId="2803F8F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Δhx</w:t>
            </w:r>
            <w:r w:rsidRPr="00C17FEA">
              <w:rPr>
                <w:rFonts w:cs="Arial"/>
                <w:i/>
                <w:iCs/>
              </w:rPr>
              <w:t>l</w:t>
            </w:r>
            <w:r w:rsidRPr="00C17FEA">
              <w:rPr>
                <w:rFonts w:cs="Arial"/>
                <w:i/>
                <w:iCs/>
                <w:lang w:val="x-none"/>
              </w:rPr>
              <w:t>1, Δ</w:t>
            </w:r>
            <w:r w:rsidRPr="00C17FEA">
              <w:rPr>
                <w:rFonts w:cs="Arial"/>
                <w:i/>
                <w:iCs/>
              </w:rPr>
              <w:t>ire1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A0546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926B2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E537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46C58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536173B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F621A6" w14:textId="3B72608A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15 mM DTT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75BA98" w14:textId="2DEE54F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bzp1/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Δgrx4Δc</w:t>
            </w:r>
            <w:r w:rsidRPr="00C17FEA">
              <w:rPr>
                <w:rFonts w:cs="Arial"/>
                <w:i/>
                <w:iCs/>
              </w:rPr>
              <w:t>rz</w:t>
            </w:r>
            <w:r w:rsidRPr="00C17FEA">
              <w:rPr>
                <w:rFonts w:cs="Arial"/>
                <w:i/>
                <w:iCs/>
                <w:lang w:val="x-none"/>
              </w:rPr>
              <w:t>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4122A" w14:textId="2B3D6DF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clr1,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had1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puf4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9B0E5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420A7" w14:textId="6EB0F426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mbs1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56A07" w14:textId="159337F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</w:p>
        </w:tc>
      </w:tr>
      <w:tr w:rsidR="00D32474" w:rsidRPr="00C17FEA" w14:paraId="46C9FEF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62FAD5" w14:textId="4BD6B068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20 mM DTT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3DA588" w14:textId="063A700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41850" w14:textId="0AE8AC1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had1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5A0F6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CC66D" w14:textId="1B1F99C5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vts1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4FAE4" w14:textId="265AEE1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tif3</w:t>
            </w:r>
          </w:p>
        </w:tc>
      </w:tr>
      <w:tr w:rsidR="00D32474" w:rsidRPr="00C17FEA" w14:paraId="46A5615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3B737" w14:textId="096D9652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0.005%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D8AA20" w14:textId="4C2C7BB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leu1</w:t>
            </w:r>
            <w:r w:rsidRPr="00C17FEA">
              <w:rPr>
                <w:rFonts w:cs="Arial"/>
                <w:i/>
                <w:iCs/>
                <w:vertAlign w:val="superscript"/>
              </w:rPr>
              <w:t>±2mM Leu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lys4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34BBD" w14:textId="6192F09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Δras1, Δcac1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D81C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798C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C4DE7" w14:textId="5D25049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ΔHog1</w:t>
            </w:r>
          </w:p>
        </w:tc>
      </w:tr>
      <w:tr w:rsidR="00D32474" w:rsidRPr="00C17FEA" w14:paraId="07595E5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B12529" w14:textId="702EA524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0.010%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EB7415" w14:textId="4882596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Q64L</w:t>
            </w:r>
            <w:r w:rsidRPr="00C17FEA">
              <w:rPr>
                <w:rFonts w:cs="Arial"/>
                <w:i/>
                <w:iCs/>
              </w:rPr>
              <w:t xml:space="preserve">, Δugd1,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10978" w14:textId="4BAD947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pgi1,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ppg1,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G15V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5112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F760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FF6BB" w14:textId="5D25B2AF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43" w:name="OLE_LINK172"/>
            <w:r w:rsidRPr="00C17FEA">
              <w:rPr>
                <w:rFonts w:cs="Arial"/>
                <w:i/>
                <w:iCs/>
              </w:rPr>
              <w:t>Δcap10, Δcap59, Δcap60, Δcap64</w:t>
            </w:r>
            <w:bookmarkEnd w:id="43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cdk8,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lrg1, Δopt1,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Δqsp1,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rom2,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ssn801, Δuxs1</w:t>
            </w:r>
          </w:p>
        </w:tc>
      </w:tr>
      <w:tr w:rsidR="00D32474" w:rsidRPr="00C17FEA" w14:paraId="3CB7B58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03369C" w14:textId="0A44BD6B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0.015%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52B9DE" w14:textId="0A235D2F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had1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14029" w14:textId="09BA871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had1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7157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EAB3B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B0BA" w14:textId="53DDBEA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</w:p>
        </w:tc>
      </w:tr>
      <w:tr w:rsidR="00D32474" w:rsidRPr="00C17FEA" w14:paraId="3C1DAF6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8A7B8" w14:textId="7CE8983C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0.020%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D6FFA1" w14:textId="0225282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eastAsia="en-GB"/>
              </w:rPr>
              <w:t xml:space="preserve">Δcna1,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had1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9AFC3" w14:textId="6681A7BF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eastAsia="en-GB"/>
              </w:rPr>
              <w:t>Δ</w:t>
            </w:r>
            <w:r w:rsidRPr="00C17FEA">
              <w:rPr>
                <w:rFonts w:cs="Arial"/>
                <w:i/>
                <w:iCs/>
              </w:rPr>
              <w:t>gpp2, Δpep4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8A86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0513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8FC8E" w14:textId="170D2CD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car2,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cdc43, Δcxd1, Δcxd2, Δcxd3,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dyn2,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lsp1, Δmay1, Δmpr1,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pdc1, Δprc1, Δprb1, Δscx1,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sym2</w:t>
            </w:r>
          </w:p>
        </w:tc>
      </w:tr>
      <w:tr w:rsidR="00D32474" w:rsidRPr="00C17FEA" w14:paraId="0229CAA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FB9A59" w14:textId="6F7E3EDF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0.025%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5D24B8" w14:textId="593EDA2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pmt4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67F43" w14:textId="5B43448F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Δssk1, Δhog1, Δhog1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ypd1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CEDB5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7ED5A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9832A" w14:textId="3EAA059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Δskn7</w:t>
            </w:r>
          </w:p>
        </w:tc>
      </w:tr>
      <w:tr w:rsidR="00D32474" w:rsidRPr="00C17FEA" w14:paraId="7BBB677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BA3D2" w14:textId="1BA5D51E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0.03%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B88934" w14:textId="43ED902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crz1/sp1,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liv8, Δras1,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G15V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Q64L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46889" w14:textId="0BC0011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cap60,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ccr4,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hap2,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hrk1,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puf4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AFEA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9017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96103" w14:textId="5FF759F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Δatf1, Δcac1,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hlh3,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Δkre61, Δkre62, Δkre63, Δkre64,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tif3,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vts1</w:t>
            </w:r>
          </w:p>
        </w:tc>
      </w:tr>
      <w:tr w:rsidR="00D32474" w:rsidRPr="00C17FEA" w14:paraId="02D4707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84BD1E" w14:textId="2F42A3C2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0.04%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57E869" w14:textId="2A91133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BED0B" w14:textId="1A9AA7E8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1A43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607D5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74A26" w14:textId="3A2825F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</w:p>
        </w:tc>
      </w:tr>
      <w:tr w:rsidR="00D32474" w:rsidRPr="00C17FEA" w14:paraId="4A62264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E9084C" w14:textId="3145D897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0.05 – 0.06%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F049C9" w14:textId="5F92DA7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plc1,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uxs1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B9FBA" w14:textId="1FD4F21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ktr3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B7838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FA10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29671" w14:textId="4758E9F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cac1,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gcs1,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mnn2,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pka1,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pka2,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pka2,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pkp1,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plc2,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ras2, </w:t>
            </w:r>
            <w:bookmarkStart w:id="44" w:name="OLE_LINK232"/>
            <w:bookmarkStart w:id="45" w:name="OLE_LINK233"/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ste11,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ste50</w:t>
            </w:r>
            <w:bookmarkEnd w:id="44"/>
            <w:bookmarkEnd w:id="45"/>
          </w:p>
        </w:tc>
      </w:tr>
      <w:tr w:rsidR="00D32474" w:rsidRPr="00C17FEA" w14:paraId="2C00519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3D84B6" w14:textId="0806A233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0.10%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18FF7F" w14:textId="0189427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Δugd1, Δuxs1, Δcap10, Δcap59, Δcap60, Δcap64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EB2FB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52D2A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25FE7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5EAE0" w14:textId="09C88596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</w:tr>
      <w:tr w:rsidR="00D32474" w:rsidRPr="00C17FEA" w14:paraId="2BE0AE8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4DB4B" w14:textId="6CB98C9B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0.30%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DA0B0" w14:textId="2553F5B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A74FA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66A2B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3DB2C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C01E0" w14:textId="2106D9E2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</w:tr>
      <w:tr w:rsidR="00D32474" w:rsidRPr="00C17FEA" w14:paraId="7118F50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3B9C64" w14:textId="1EE16980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0.50%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EB5A01" w14:textId="4899286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smt1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8C29C" w14:textId="36AF7CD0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gcs1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ECA3E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171C1" w14:textId="05541467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5F305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15AD8C5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B79B38" w14:textId="059F68EC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&gt;1.9%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CAB45F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67242" w14:textId="4F88CD5F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Δqsp1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A2E57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0635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01976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3BCBDF3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24422C" w14:textId="4E3B92B9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0.025% Triton X-100 or X-114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0B4A1B" w14:textId="5E789B8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smt1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6C986" w14:textId="53F4299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gcs1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DD9B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7337A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EA70F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6178F5C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F1D2E" w14:textId="58ED717B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0.05 mg/mL Caffeine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F423A" w14:textId="282768C8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CA713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2756C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F6AE8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50260" w14:textId="0AEB861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plc2</w:t>
            </w:r>
          </w:p>
        </w:tc>
      </w:tr>
      <w:tr w:rsidR="00D32474" w:rsidRPr="00C17FEA" w14:paraId="21FAF05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F8E392" w14:textId="0884EEFD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0.2 mg/mL Caffeine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3F1DB9" w14:textId="6ED11B5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41933" w14:textId="671240E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ppg1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78EF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3B674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4035" w14:textId="4251B50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rom2,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ssd1</w:t>
            </w:r>
          </w:p>
        </w:tc>
      </w:tr>
      <w:tr w:rsidR="00D32474" w:rsidRPr="00C17FEA" w14:paraId="078F0C7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858D3" w14:textId="539A2A07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 – 0.7 mg/mL Caffeine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1488B1" w14:textId="5C4B24A2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CD9AC" w14:textId="49C94FB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ccr4,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cdc3</w:t>
            </w:r>
            <w:r w:rsidRPr="00C17FEA">
              <w:rPr>
                <w:rFonts w:cs="Arial"/>
                <w:vertAlign w:val="superscript"/>
              </w:rPr>
              <w:t>24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cdc12</w:t>
            </w:r>
            <w:bookmarkStart w:id="46" w:name="OLE_LINK374"/>
            <w:r w:rsidRPr="00C17FEA">
              <w:rPr>
                <w:rFonts w:cs="Arial"/>
                <w:vertAlign w:val="superscript"/>
              </w:rPr>
              <w:t>24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  <w:bookmarkEnd w:id="46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chs3,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7807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90F8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693C0" w14:textId="4B04ED4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47" w:name="OLE_LINK261"/>
            <w:bookmarkStart w:id="48" w:name="OLE_LINK262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cap60,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chs4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chs8, </w:t>
            </w:r>
            <w:bookmarkEnd w:id="47"/>
            <w:bookmarkEnd w:id="48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dnj1</w:t>
            </w:r>
            <w:r w:rsidRPr="00C17FEA">
              <w:rPr>
                <w:rFonts w:cs="Arial"/>
                <w:i/>
                <w:iCs/>
                <w:vertAlign w:val="superscript"/>
              </w:rPr>
              <w:t>30/37/39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kre61, Δkre61, Δkre62, Δkre63, Δkre64, Δqsp1, Δopt1,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</w:tr>
      <w:tr w:rsidR="00D32474" w:rsidRPr="00C17FEA" w14:paraId="16194E3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B00CB" w14:textId="170FEB61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mg/mL Caffeine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5A559E" w14:textId="58C5A44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G15V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Q64L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38191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E5220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13CD0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6D153" w14:textId="313B3E6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cdc42, </w:t>
            </w:r>
            <w:r w:rsidRPr="00C17FEA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</w:t>
            </w:r>
          </w:p>
        </w:tc>
      </w:tr>
      <w:tr w:rsidR="00D32474" w:rsidRPr="00C17FEA" w14:paraId="5EE426F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A388E" w14:textId="48D61218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5.0 mg/mL Caffeine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289C6B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58007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D472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EE53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BCD69" w14:textId="5780F54A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49" w:name="OLE_LINK169"/>
            <w:r w:rsidRPr="00C17FEA">
              <w:rPr>
                <w:rFonts w:cs="Arial"/>
                <w:i/>
                <w:iCs/>
              </w:rPr>
              <w:t>Δmay1, Δmpr1, Δscx1, Δprc1, Δprb1, Δcxd1, Δcxd2, Δcxd3, Δpep4</w:t>
            </w:r>
            <w:bookmarkEnd w:id="49"/>
          </w:p>
        </w:tc>
      </w:tr>
      <w:tr w:rsidR="00D32474" w:rsidRPr="00C17FEA" w14:paraId="6A18D44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7E2AD7" w14:textId="094EF82B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&gt;37.5 mg/mL Caffeine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3E531E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79E02" w14:textId="35934CC2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Δqsp1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5932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B5CF7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A5E1A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660785D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562DDB" w14:textId="6EF47EB9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0.05 μg/mL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29CB3B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65168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DB46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DF6E2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5096E" w14:textId="34AE6DA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Δhog1, Δpbs2, Δssk2</w:t>
            </w:r>
          </w:p>
        </w:tc>
      </w:tr>
      <w:tr w:rsidR="00D32474" w:rsidRPr="00C17FEA" w14:paraId="1E695EB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B000D4" w14:textId="58501BF2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0.06 – 0.08 μg/mL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C9FE8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F476C" w14:textId="144CEDF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bookmarkStart w:id="50" w:name="OLE_LINK250"/>
            <w:r w:rsidRPr="00C17FEA">
              <w:rPr>
                <w:rFonts w:cs="Arial"/>
                <w:i/>
                <w:iCs/>
              </w:rPr>
              <w:t>Δhog1</w:t>
            </w:r>
            <w:bookmarkEnd w:id="50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3C04B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4E7B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A5C08" w14:textId="665177B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 xml:space="preserve">Δcac1, Δras1, </w:t>
            </w:r>
          </w:p>
        </w:tc>
      </w:tr>
      <w:tr w:rsidR="00C17FEA" w:rsidRPr="00C17FEA" w14:paraId="3A1AAF3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6F1F6" w14:textId="5E6A8BA8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0.09 – 0.1 μg/mL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5D3812" w14:textId="387CA69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CCBE1" w14:textId="2110B52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Δhog1, Δpbs2, Δssk2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63934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D37CA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20732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73BD4B2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B12F4" w14:textId="7C6CDEA3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51" w:name="OLE_LINK331"/>
            <w:bookmarkStart w:id="52" w:name="OLE_LINK332"/>
            <w:bookmarkStart w:id="53" w:name="OLE_LINK335"/>
            <w:r w:rsidRPr="00C17FEA">
              <w:rPr>
                <w:rFonts w:cs="Arial"/>
                <w:iCs/>
              </w:rPr>
              <w:t>0.3 μg/mL AmpB</w:t>
            </w:r>
            <w:bookmarkEnd w:id="51"/>
            <w:bookmarkEnd w:id="52"/>
            <w:bookmarkEnd w:id="53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930EA2" w14:textId="2543F99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5173A" w14:textId="3BC9F702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pka1, Δhog1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8AC4B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67C44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A2513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3598CFB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BB7A1" w14:textId="4E15DE91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0.4 μg/mL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706BBD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1F9BE" w14:textId="38084E8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ssk1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6BDD2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D0C4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D350B" w14:textId="31B9291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bookmarkStart w:id="54" w:name="OLE_LINK187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tco5</w:t>
            </w:r>
            <w:bookmarkEnd w:id="54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</w:tr>
      <w:tr w:rsidR="00B62495" w:rsidRPr="00C17FEA" w14:paraId="17BBD42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75C4DC" w14:textId="276A6353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 μg/mL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0E1425" w14:textId="3771265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7C2C2" w14:textId="0AD7CFF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754E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2211A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CB8D6" w14:textId="1452D93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</w:tr>
      <w:tr w:rsidR="00B62495" w:rsidRPr="00C17FEA" w14:paraId="2F0721A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BD5B95" w14:textId="49646860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0.4 – 0.8 μg/mL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6F2836" w14:textId="2C0510B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Δhog1Δypd1,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</w:t>
            </w:r>
            <w:r w:rsidRPr="00C17FEA">
              <w:rPr>
                <w:rFonts w:cs="Arial"/>
                <w:i/>
                <w:iCs/>
              </w:rPr>
              <w:t>Δtco2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68B96" w14:textId="595E9D7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bookmarkStart w:id="55" w:name="OLE_LINK277"/>
            <w:bookmarkStart w:id="56" w:name="OLE_LINK278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nha1,</w:t>
            </w:r>
            <w:bookmarkEnd w:id="55"/>
            <w:bookmarkEnd w:id="56"/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ubc6-2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5EFE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06446" w14:textId="1DCB8A11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yor1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3D3F5" w14:textId="247C6B9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nha1, Δtco1, Δtco3, Δtco4, Δtco5, Δtco7,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pkp1</w:t>
            </w:r>
            <w:r w:rsidRPr="00C17FEA">
              <w:rPr>
                <w:rFonts w:cs="Arial"/>
                <w:i/>
                <w:iCs/>
                <w:lang w:val="en-ZA"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sch9,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snf1,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>u</w:t>
            </w:r>
            <w:r w:rsidRPr="00C17FEA">
              <w:rPr>
                <w:rFonts w:cs="Arial"/>
                <w:i/>
                <w:iCs/>
                <w:lang w:val="en-ZA"/>
              </w:rPr>
              <w:t>bc8</w:t>
            </w:r>
          </w:p>
        </w:tc>
      </w:tr>
      <w:tr w:rsidR="00B62495" w:rsidRPr="00C17FEA" w14:paraId="74BB4C9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A378E3" w14:textId="54396423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μg/mL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616F1B" w14:textId="38C3877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ssk1, </w:t>
            </w:r>
            <w:r w:rsidRPr="00C17FEA">
              <w:rPr>
                <w:rFonts w:cs="Arial"/>
                <w:i/>
                <w:iCs/>
              </w:rPr>
              <w:t>Δcac1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06C6C" w14:textId="403046D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C50C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32766" w14:textId="171A1D1E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Δatf1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B56BB" w14:textId="5FDBC32A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nha1, Δ</w:t>
            </w:r>
            <w:r w:rsidRPr="00C17FEA">
              <w:rPr>
                <w:rFonts w:cs="Arial"/>
                <w:i/>
                <w:iCs/>
                <w:lang w:val="en-ZA"/>
              </w:rPr>
              <w:t>skn7</w:t>
            </w:r>
          </w:p>
        </w:tc>
      </w:tr>
      <w:tr w:rsidR="00B62495" w:rsidRPr="00C17FEA" w14:paraId="11DD0B8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C388A4" w14:textId="0CDB161A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1.2 μg/mL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DD843" w14:textId="4BEB8FE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E76A0" w14:textId="26FB799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bookmarkStart w:id="57" w:name="OLE_LINK255"/>
            <w:bookmarkStart w:id="58" w:name="OLE_LINK256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hsp122</w:t>
            </w:r>
            <w:bookmarkEnd w:id="57"/>
            <w:bookmarkEnd w:id="58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9D4BB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2E666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D9013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3B0D97F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1410FF" w14:textId="18736673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1.5 μg/mL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DCD443" w14:textId="1E2E1B2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jjj1,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mbs1,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ert1,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hcm1,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ecm22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7EF12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B727C" w14:textId="69D464AF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yap1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3DD15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546E5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AE6595" w14:paraId="19C8C2E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B22809" w14:textId="14276C49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0.05 μg/mL MCZ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B6817D" w14:textId="4771F6C6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fr-FR"/>
              </w:rPr>
              <w:t>dnj1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30</w:t>
            </w:r>
            <w:r w:rsidRPr="00C17FEA">
              <w:rPr>
                <w:rFonts w:cs="Arial"/>
                <w:i/>
                <w:iCs/>
                <w:vertAlign w:val="superscript"/>
                <w:lang w:val="fr-FR"/>
              </w:rPr>
              <w:t>/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  <w:lang w:val="fr-FR"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fr-FR"/>
              </w:rPr>
              <w:t>leu1</w:t>
            </w:r>
            <w:r w:rsidRPr="00C17FEA">
              <w:rPr>
                <w:rFonts w:cs="Arial"/>
                <w:i/>
                <w:iCs/>
                <w:vertAlign w:val="superscript"/>
                <w:lang w:val="fr-FR"/>
              </w:rPr>
              <w:t>±2mM Leu</w:t>
            </w:r>
            <w:r w:rsidRPr="00C17FEA">
              <w:rPr>
                <w:rFonts w:cs="Arial"/>
                <w:i/>
                <w:iCs/>
                <w:lang w:val="fr-FR"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fr-FR"/>
              </w:rPr>
              <w:t>lys4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2764C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10BF0" w14:textId="77777777" w:rsidR="00AE757F" w:rsidRPr="00C17FEA" w:rsidRDefault="00AE757F" w:rsidP="00C17FEA">
            <w:pPr>
              <w:pStyle w:val="MDPI42tablebody"/>
              <w:jc w:val="left"/>
              <w:rPr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3D739" w14:textId="77777777" w:rsidR="00AE757F" w:rsidRPr="00C17FEA" w:rsidRDefault="00AE757F" w:rsidP="00C17FEA">
            <w:pPr>
              <w:pStyle w:val="MDPI42tablebody"/>
              <w:jc w:val="left"/>
              <w:rPr>
                <w:lang w:val="fr-FR"/>
              </w:rPr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461CE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1B8C036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40E00D" w14:textId="3032114C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5 – 6 μg/mL FCZ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E03314" w14:textId="0BCE66E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476BC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BD67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0BBE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63B41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1CDDE5A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74A301" w14:textId="4399C5AD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59" w:name="OLE_LINK336"/>
            <w:bookmarkStart w:id="60" w:name="OLE_LINK337"/>
            <w:r w:rsidRPr="00C17FEA">
              <w:rPr>
                <w:rFonts w:cs="Arial"/>
                <w:iCs/>
              </w:rPr>
              <w:lastRenderedPageBreak/>
              <w:t>10 μg/mL FCZ</w:t>
            </w:r>
            <w:bookmarkEnd w:id="59"/>
            <w:bookmarkEnd w:id="60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E45D0" w14:textId="6B5C974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dnj1,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cfo1,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cft1,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mga2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91E7E" w14:textId="5A256E5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3B120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EDAF0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1F984" w14:textId="6905F15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dnj1</w:t>
            </w:r>
            <w:r w:rsidRPr="00C17FEA">
              <w:rPr>
                <w:rFonts w:cs="Arial"/>
                <w:i/>
                <w:iCs/>
                <w:vertAlign w:val="superscript"/>
              </w:rPr>
              <w:t>37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cap60,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cbk1,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cfo1,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kic1,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ndh1</w:t>
            </w:r>
          </w:p>
        </w:tc>
      </w:tr>
      <w:tr w:rsidR="00B62495" w:rsidRPr="00C17FEA" w14:paraId="5B62775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59380" w14:textId="24078CBD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12 μg/mL FCZ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7886B8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505EE" w14:textId="50AF001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14112" w14:textId="64A3F6A8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A1F9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9B0DB" w14:textId="013A65A0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</w:p>
        </w:tc>
      </w:tr>
      <w:tr w:rsidR="00B62495" w:rsidRPr="00C17FEA" w14:paraId="48663F4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877EC3" w14:textId="38594F64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14 μg/mL FCZ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16CAE5" w14:textId="554785DF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274AD" w14:textId="33E7997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3079B" w14:textId="56F697A9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7C1B1" w14:textId="4D2501CA" w:rsidR="00AE757F" w:rsidRPr="00C17FEA" w:rsidRDefault="00AE757F" w:rsidP="00C17FEA">
            <w:pPr>
              <w:pStyle w:val="MDPI42tablebody"/>
              <w:jc w:val="left"/>
            </w:pPr>
            <w:bookmarkStart w:id="61" w:name="OLE_LINK338"/>
            <w:bookmarkStart w:id="62" w:name="OLE_LINK339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  <w:bookmarkEnd w:id="61"/>
            <w:bookmarkEnd w:id="62"/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E6ADB" w14:textId="1FC28298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63" w:name="OLE_LINK340"/>
            <w:bookmarkStart w:id="64" w:name="OLE_LINK341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bookmarkEnd w:id="63"/>
            <w:bookmarkEnd w:id="64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</w:tr>
      <w:tr w:rsidR="00B62495" w:rsidRPr="00C17FEA" w14:paraId="7AF7DE7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48E156" w14:textId="0418BD64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16 μg/mL FCZ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F9968D" w14:textId="44265356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1983C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9F6C2" w14:textId="0D57D1F4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C5CD2" w14:textId="7D1E2A98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1D727" w14:textId="095508D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tco5</w:t>
            </w:r>
          </w:p>
        </w:tc>
      </w:tr>
      <w:tr w:rsidR="00B62495" w:rsidRPr="00C17FEA" w14:paraId="25D2455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325045" w14:textId="1E404705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18 μg/mL FCZ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3E5211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F1857" w14:textId="22F13F6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583FE" w14:textId="1C1AB2FB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57E90" w14:textId="4751091F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sch9,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ubc6-2,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ubc8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54B9C" w14:textId="0AD7BE1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bookmarkStart w:id="65" w:name="OLE_LINK188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tco5</w:t>
            </w:r>
            <w:bookmarkEnd w:id="65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tco7, Δ</w:t>
            </w:r>
            <w:r w:rsidRPr="00C17FEA">
              <w:rPr>
                <w:rFonts w:cs="Arial"/>
                <w:i/>
                <w:iCs/>
                <w:lang w:val="en-ZA"/>
              </w:rPr>
              <w:t>yor1</w:t>
            </w:r>
          </w:p>
        </w:tc>
      </w:tr>
      <w:tr w:rsidR="00B62495" w:rsidRPr="00C17FEA" w14:paraId="37861B8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56FC0" w14:textId="11A4F577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12 – 18 μg/mL FCZ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CD465" w14:textId="0069A00A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lys4,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yap1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CF0A6" w14:textId="6F2D4FE2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8CE7E" w14:textId="385E9068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ert1,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hcm1,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hob1, Δhog1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ypd1,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jjj1,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msb1, Δpbs2,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hog1, Δssk2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6AED6" w14:textId="1ED6BF06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 xml:space="preserve">Δatf1,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ecm22 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E1344" w14:textId="2F6B0978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ste50</w:t>
            </w:r>
          </w:p>
        </w:tc>
      </w:tr>
      <w:tr w:rsidR="00B62495" w:rsidRPr="00C17FEA" w14:paraId="1153739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A2382D" w14:textId="38571497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0.05 μg/mL KCZ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5207CA" w14:textId="7FBDB01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1AA86" w14:textId="2B18FD8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79DDC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FF030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E5799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7C914C3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2C43A8" w14:textId="78C40806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0.075 – 0.100 μg/mL KCZ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C5A0D" w14:textId="1374CD6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76C47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1CB8A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A4E9E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6C2F0" w14:textId="02F8F91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</w:p>
        </w:tc>
      </w:tr>
      <w:tr w:rsidR="00B62495" w:rsidRPr="00C17FEA" w14:paraId="6C96B99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8304DD" w14:textId="247950FC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0.2 μg/mL KCZ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5E7F61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99810" w14:textId="5D2494A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B5FE6" w14:textId="5F680251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Δssk1, Δssk2, Δpbs2, Δhog1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ypd1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ADC55" w14:textId="342DBEFC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Δhog1, Δskn7, Δtco2, Δtco1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3AAA8" w14:textId="5A04900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Δtco1,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tco5, Δtco7</w:t>
            </w:r>
          </w:p>
        </w:tc>
      </w:tr>
      <w:tr w:rsidR="00B62495" w:rsidRPr="00C17FEA" w14:paraId="0DB673A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BDE970" w14:textId="7C174000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0.3 μg/mL KCZ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B14F06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14AC9" w14:textId="22FF34D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EBDE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96D84" w14:textId="3399F04C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Δhog1, Δpbs2,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pka1, Δssk1, Δssk2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B25CF" w14:textId="33A45A3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tco5, ΔTco7, ΔTco1ΔTco2, ΔSkn7</w:t>
            </w:r>
          </w:p>
        </w:tc>
      </w:tr>
      <w:tr w:rsidR="00B62495" w:rsidRPr="00C17FEA" w14:paraId="5C022FD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37F4A5" w14:textId="4324E7B0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0.7 μg/mL KCZ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B1480B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58944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FC32E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F8E8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AE00E" w14:textId="79D9154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Δhog1, Δras1, Δcac1</w:t>
            </w:r>
          </w:p>
        </w:tc>
      </w:tr>
      <w:tr w:rsidR="00B62495" w:rsidRPr="00C17FEA" w14:paraId="6F679B1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8FFDE9" w14:textId="1811B2BD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0.02 – &lt;0.03 μg/mL ICZ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0CAA0A" w14:textId="7A02B8D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plc1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405AA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A484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315B2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421F6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3D375C2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1221CA" w14:textId="55797162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0.04 – 0.05 μg/mL ICZ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A71E8B" w14:textId="2EFFAAD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cac1,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hxl1,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ire1,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BA45F" w14:textId="21491B8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D9D4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8E6DE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DC690" w14:textId="0CB29AD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Δhog1, Δpbs2,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pkp1, Δssk2, Δssk1, Δskn7,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tco7, Δtco1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</w:p>
        </w:tc>
      </w:tr>
      <w:tr w:rsidR="00B62495" w:rsidRPr="00C17FEA" w14:paraId="10811E6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6AC59B" w14:textId="3AEBAAF6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 – 0.6 μg/mL ICZ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BA0F3" w14:textId="7E0A6C5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A7BB8" w14:textId="70EA4E2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91BD6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D99F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9500E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51DA040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DB4524" w14:textId="67C5B371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0.7 μg/mL ICZ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F834A4" w14:textId="2681DE9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Δcac1, Δras1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86B1E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23B56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B1920" w14:textId="5F449627" w:rsidR="00AE757F" w:rsidRPr="00C17FEA" w:rsidRDefault="00AE757F" w:rsidP="00C17FEA">
            <w:pPr>
              <w:pStyle w:val="MDPI42tablebody"/>
              <w:jc w:val="left"/>
            </w:pPr>
            <w:bookmarkStart w:id="66" w:name="OLE_LINK251"/>
            <w:bookmarkStart w:id="67" w:name="OLE_LINK252"/>
            <w:r w:rsidRPr="00C17FEA">
              <w:rPr>
                <w:rFonts w:cs="Arial"/>
                <w:i/>
                <w:iCs/>
              </w:rPr>
              <w:t>Δhog1</w:t>
            </w:r>
            <w:bookmarkEnd w:id="66"/>
            <w:bookmarkEnd w:id="67"/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FB405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15FAACC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4D3EA6" w14:textId="65412D75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0.03 μg/mL VCZ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6957E5" w14:textId="1079D2C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DD41F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F5A58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9947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1A9C5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02574AD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D49B2A" w14:textId="2C98A82A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μg/mL 5-FC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514784" w14:textId="777814B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161B5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E0C8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49F7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5958F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1B8DAB5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D63104" w14:textId="6D63AAC6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68" w:name="OLE_LINK321"/>
            <w:bookmarkStart w:id="69" w:name="OLE_LINK322"/>
            <w:r w:rsidRPr="00C17FEA">
              <w:rPr>
                <w:rFonts w:cs="Arial"/>
                <w:iCs/>
              </w:rPr>
              <w:t>500 μg/mL 5-FC</w:t>
            </w:r>
            <w:bookmarkEnd w:id="68"/>
            <w:bookmarkEnd w:id="69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2348AF" w14:textId="7FBDFC1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Δras1, Δatf1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84082" w14:textId="367DB310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F9A6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295AA" w14:textId="0F4B2E14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Δcac1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48275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5A90CEC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0C413F" w14:textId="523370C2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600 μg/mL 5-FC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FDF55" w14:textId="1A79A4D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7AABA" w14:textId="47B6525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D7C28" w14:textId="38823D02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0FB85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E1A3A" w14:textId="776B484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</w:p>
        </w:tc>
      </w:tr>
      <w:tr w:rsidR="00B62495" w:rsidRPr="00C17FEA" w14:paraId="0218116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E4E1D2" w14:textId="69C16BE4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0.1 μg/mL FDX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B7FE58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553A0" w14:textId="3C54F36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62346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421E6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55CDB" w14:textId="220A8DA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</w:tr>
      <w:tr w:rsidR="00B62495" w:rsidRPr="00C17FEA" w14:paraId="2E2A548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1ECF34" w14:textId="09E86A2E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 μg/mL FDX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FFF806" w14:textId="343E1086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ADB04" w14:textId="4C0CA5C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1045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F656E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2E3CE" w14:textId="1C4130A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</w:tr>
      <w:tr w:rsidR="00B62495" w:rsidRPr="00C17FEA" w14:paraId="7703972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18FEA" w14:textId="061A815B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70" w:name="OLE_LINK317"/>
            <w:bookmarkStart w:id="71" w:name="OLE_LINK318"/>
            <w:r w:rsidRPr="00C17FEA">
              <w:rPr>
                <w:rFonts w:cs="Arial"/>
                <w:iCs/>
              </w:rPr>
              <w:t>1.0 μg/mL FDX</w:t>
            </w:r>
            <w:bookmarkEnd w:id="70"/>
            <w:bookmarkEnd w:id="71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B09AE" w14:textId="4A84794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sch9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F33DA" w14:textId="572DBC8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4EB4A" w14:textId="10A5C303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pbs2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35F75" w14:textId="42370043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ssk1,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  <w:lang w:val="en-ZA"/>
              </w:rPr>
              <w:t>ubc8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1E2B8" w14:textId="5311F0B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aca1,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cac1,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cap59, Δ</w:t>
            </w:r>
            <w:r w:rsidRPr="00C17FEA">
              <w:rPr>
                <w:rFonts w:cs="Arial"/>
                <w:i/>
                <w:iCs/>
                <w:lang w:val="en-ZA"/>
              </w:rPr>
              <w:t>gpa1,</w:t>
            </w:r>
            <w:r w:rsidRPr="00C17FEA">
              <w:rPr>
                <w:rFonts w:cs="Arial"/>
                <w:i/>
                <w:iCs/>
              </w:rPr>
              <w:t xml:space="preserve"> Δ</w:t>
            </w:r>
            <w:r w:rsidRPr="00C17FEA">
              <w:rPr>
                <w:rFonts w:cs="Arial"/>
                <w:i/>
                <w:iCs/>
                <w:lang w:val="en-ZA"/>
              </w:rPr>
              <w:t>gpa1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gre2,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pdr5-3,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pkp1, Ubc6-2, Δ</w:t>
            </w:r>
            <w:r w:rsidRPr="00C17FEA">
              <w:rPr>
                <w:rFonts w:cs="Arial"/>
                <w:i/>
                <w:iCs/>
                <w:lang w:val="en-ZA"/>
              </w:rPr>
              <w:t>yor1</w:t>
            </w:r>
          </w:p>
        </w:tc>
      </w:tr>
      <w:tr w:rsidR="00B62495" w:rsidRPr="00C17FEA" w14:paraId="74D5583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D5C58D" w14:textId="724B94C8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1.5 μg/mL FDX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086C85" w14:textId="5897BEB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7E9EF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63178" w14:textId="507CF25C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en-ZA"/>
              </w:rPr>
              <w:t>, Ptp2</w:t>
            </w:r>
            <w:r w:rsidRPr="00C17FEA">
              <w:rPr>
                <w:rFonts w:cs="Arial"/>
                <w:i/>
                <w:iCs/>
                <w:vertAlign w:val="superscript"/>
                <w:lang w:val="en-ZA"/>
              </w:rPr>
              <w:t>ovex</w:t>
            </w:r>
            <w:r w:rsidRPr="00C17FEA">
              <w:rPr>
                <w:rFonts w:cs="Arial"/>
                <w:i/>
                <w:iCs/>
                <w:lang w:val="en-ZA"/>
              </w:rPr>
              <w:t>, Ptp2</w:t>
            </w:r>
            <w:r w:rsidRPr="00C17FEA">
              <w:rPr>
                <w:rFonts w:cs="Arial"/>
                <w:i/>
                <w:iCs/>
                <w:vertAlign w:val="superscript"/>
                <w:lang w:val="en-ZA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4928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6E96A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2245C57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1BD891" w14:textId="646A98DF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2.5 μg/mL FDX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5020AD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232D6" w14:textId="6877A0F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aca</w:t>
            </w:r>
            <w:r w:rsidRPr="00C17FEA">
              <w:rPr>
                <w:rFonts w:cs="Arial"/>
                <w:i/>
                <w:i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5191C" w14:textId="50670A88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hog1,</w:t>
            </w:r>
            <w:r w:rsidRPr="00C17FEA">
              <w:rPr>
                <w:rFonts w:cs="Arial"/>
                <w:i/>
                <w:iCs/>
              </w:rPr>
              <w:t xml:space="preserve"> Δ</w:t>
            </w:r>
            <w:r w:rsidRPr="00C17FEA">
              <w:rPr>
                <w:rFonts w:cs="Arial"/>
                <w:i/>
                <w:iCs/>
                <w:lang w:val="en-ZA"/>
              </w:rPr>
              <w:t>gpa1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0F7B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C6905" w14:textId="1C0BE55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cac1,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gpa1,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pka2</w:t>
            </w:r>
          </w:p>
        </w:tc>
      </w:tr>
      <w:tr w:rsidR="00B62495" w:rsidRPr="00C17FEA" w14:paraId="3203B6E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33123" w14:textId="0F69FD98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5.0 μg/mL FDX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60C6D6" w14:textId="7032728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aca</w:t>
            </w:r>
            <w:r w:rsidRPr="00C17FEA">
              <w:rPr>
                <w:rFonts w:cs="Arial"/>
                <w:i/>
                <w:iCs/>
              </w:rPr>
              <w:t xml:space="preserve">1, Δatf1,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gre2,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pkp1, Δras1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8BF47" w14:textId="5A609BBA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yor1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F0832" w14:textId="474323FC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gpa1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</w:rPr>
              <w:t>Δhog1, Δssk1, Δpbs2, Δ</w:t>
            </w:r>
            <w:r w:rsidRPr="00C17FEA">
              <w:rPr>
                <w:rFonts w:cs="Arial"/>
                <w:i/>
                <w:iCs/>
                <w:lang w:val="en-ZA"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A3FDB" w14:textId="75C84639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Δena1,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</w:t>
            </w:r>
            <w:r w:rsidRPr="00C17FEA">
              <w:rPr>
                <w:rFonts w:cs="Arial"/>
                <w:i/>
                <w:iCs/>
              </w:rPr>
              <w:t xml:space="preserve">Δskn7,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ubc8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0784B" w14:textId="338D89A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cac1,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gpa1,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pdr5-3,</w:t>
            </w:r>
            <w:r w:rsidR="00190115" w:rsidRPr="00C17FEA">
              <w:rPr>
                <w:rFonts w:cs="Arial"/>
                <w:i/>
                <w:iCs/>
                <w:lang w:val="en-ZA"/>
              </w:rPr>
              <w:t xml:space="preserve">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ubc6-2</w:t>
            </w:r>
          </w:p>
        </w:tc>
      </w:tr>
      <w:tr w:rsidR="00B62495" w:rsidRPr="00C17FEA" w14:paraId="35DEB20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A39437" w14:textId="314CB858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10 μg/mL FDX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79CC3B" w14:textId="6748E31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aca</w:t>
            </w:r>
            <w:r w:rsidRPr="00C17FEA">
              <w:rPr>
                <w:rFonts w:cs="Arial"/>
                <w:i/>
                <w:iCs/>
              </w:rPr>
              <w:t xml:space="preserve">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mpk1, Δskn7,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sch9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CF3DD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425A5" w14:textId="6C50894B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gpa1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bookmarkStart w:id="72" w:name="OLE_LINK142"/>
            <w:bookmarkStart w:id="73" w:name="OLE_LINK143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cna1, Δhog1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ypd1</w:t>
            </w:r>
            <w:bookmarkEnd w:id="72"/>
            <w:bookmarkEnd w:id="73"/>
            <w:r w:rsidRPr="00C17FEA">
              <w:rPr>
                <w:rFonts w:cs="Arial"/>
                <w:i/>
                <w:iCs/>
              </w:rPr>
              <w:t xml:space="preserve">, Δssk1, 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pbs</w:t>
            </w:r>
            <w:r w:rsidR="00190115" w:rsidRPr="00C17FEA">
              <w:rPr>
                <w:rFonts w:cs="Arial"/>
                <w:i/>
                <w:iCs/>
              </w:rPr>
              <w:t>2, Δ</w:t>
            </w:r>
            <w:r w:rsidRPr="00C17FEA">
              <w:rPr>
                <w:rFonts w:cs="Arial"/>
                <w:i/>
                <w:iCs/>
                <w:lang w:val="en-ZA"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hog1</w:t>
            </w:r>
            <w:r w:rsidRPr="00C17FEA">
              <w:rPr>
                <w:rFonts w:cs="Arial"/>
                <w:i/>
                <w:i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52C46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01A53" w14:textId="13E1B38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cac1,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gpa1,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pka2</w:t>
            </w:r>
          </w:p>
        </w:tc>
      </w:tr>
      <w:tr w:rsidR="00B62495" w:rsidRPr="00C17FEA" w14:paraId="2FF50A2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153EA2" w14:textId="54B1B03D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100 μg/mL FDX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10AB69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CBDD3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B2A08" w14:textId="3FC2FEB5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vertAlign w:val="superscript"/>
              </w:rPr>
              <w:t>±Glc</w:t>
            </w:r>
            <w:r w:rsidRPr="00C17FEA">
              <w:rPr>
                <w:rFonts w:cs="Arial"/>
                <w:i/>
                <w:iCs/>
              </w:rPr>
              <w:t>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ssk1</w:t>
            </w:r>
            <w:r w:rsidRPr="00C17FEA">
              <w:rPr>
                <w:rFonts w:cs="Arial"/>
                <w:i/>
                <w:iCs/>
                <w:vertAlign w:val="superscript"/>
              </w:rPr>
              <w:t>±Glc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bookmarkStart w:id="74" w:name="OLE_LINK203"/>
            <w:bookmarkStart w:id="75" w:name="OLE_LINK204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  <w:bookmarkEnd w:id="74"/>
            <w:bookmarkEnd w:id="75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861B4" w14:textId="36B24AD5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90657" w14:textId="70EDA87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</w:tr>
      <w:tr w:rsidR="00B62495" w:rsidRPr="00C17FEA" w14:paraId="1EFAB54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7F2416" w14:textId="6865BED1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15 mM MG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98449E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D5F81" w14:textId="22563810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vertAlign w:val="superscript"/>
              </w:rPr>
              <w:t>±Glc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ssk1</w:t>
            </w:r>
            <w:r w:rsidRPr="00C17FEA">
              <w:rPr>
                <w:rFonts w:cs="Arial"/>
                <w:i/>
                <w:iCs/>
                <w:vertAlign w:val="superscript"/>
              </w:rPr>
              <w:t>±Glc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pbs2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5A65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A2BB8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C17D2" w14:textId="60B1730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</w:tr>
      <w:tr w:rsidR="00B62495" w:rsidRPr="00C17FEA" w14:paraId="18C1B6B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CEAD4" w14:textId="12961295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20 mM MG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B97DCB" w14:textId="2253A576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vertAlign w:val="superscript"/>
              </w:rPr>
              <w:t>±Glc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ssk1</w:t>
            </w:r>
            <w:r w:rsidRPr="00C17FEA">
              <w:rPr>
                <w:rFonts w:cs="Arial"/>
                <w:i/>
                <w:iCs/>
                <w:vertAlign w:val="superscript"/>
              </w:rPr>
              <w:t>±Glc</w:t>
            </w:r>
            <w:r w:rsidRPr="00C17FEA">
              <w:rPr>
                <w:rFonts w:cs="Arial"/>
                <w:i/>
                <w:iCs/>
              </w:rPr>
              <w:t>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B7FC1" w14:textId="7DFF76B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bookmarkStart w:id="76" w:name="OLE_LINK230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ras1,</w:t>
            </w:r>
            <w:bookmarkEnd w:id="76"/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0FE7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FE72A" w14:textId="4C79EB99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tco5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4035C" w14:textId="7C503182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pkp1, Δras1,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</w:tr>
      <w:tr w:rsidR="00B62495" w:rsidRPr="00C17FEA" w14:paraId="5209499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EE6284" w14:textId="2B883BC4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25 mM MG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464010" w14:textId="2469ABA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4850C" w14:textId="04EA79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Δcac1,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0F208" w14:textId="32427743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bCs/>
                <w:i/>
                <w:iCs/>
              </w:rPr>
              <w:t>Δras1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1DA20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9C075" w14:textId="3AE6258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</w:t>
            </w:r>
          </w:p>
        </w:tc>
      </w:tr>
      <w:tr w:rsidR="00B62495" w:rsidRPr="00C17FEA" w14:paraId="1B1B65A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EF7245" w14:textId="2A3B4E64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 – 5 μg/mL Antimycin A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FFAEEA" w14:textId="403B26B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6056D" w14:textId="384868B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AE5D6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02845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5BDB3" w14:textId="4CE6C79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77" w:name="OLE_LINK182"/>
            <w:bookmarkStart w:id="78" w:name="OLE_LINK183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sod1</w:t>
            </w:r>
            <w:bookmarkEnd w:id="77"/>
            <w:bookmarkEnd w:id="78"/>
          </w:p>
        </w:tc>
      </w:tr>
      <w:tr w:rsidR="00B62495" w:rsidRPr="00C17FEA" w14:paraId="62F2904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994164" w14:textId="4C84D1A3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mM Paraquat</w:t>
            </w:r>
            <w:r w:rsidRPr="00C17FEA">
              <w:rPr>
                <w:rFonts w:cs="Arial"/>
                <w:iCs/>
                <w:vertAlign w:val="superscript"/>
              </w:rPr>
              <w:t>TM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6E7C75" w14:textId="1E6B40D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97A42" w14:textId="13A458A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40314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6EC95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EF38E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1CFDD2E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347C97" w14:textId="22E97D2C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mg/mL Oxytetracycline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9CA26C" w14:textId="7273C28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FBC7D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EC42C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8D81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72AB2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57D2DD2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F0A394" w14:textId="5DFB4C39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20 μg/mL Hygromycin 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032C4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86669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DC8DA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F0CAA" w14:textId="0CA81F1F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hoc1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5BBD0" w14:textId="28BE97C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ktr3,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mnn2,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uxs1</w:t>
            </w:r>
          </w:p>
        </w:tc>
      </w:tr>
      <w:tr w:rsidR="00B62495" w:rsidRPr="00C17FEA" w14:paraId="2EB35C0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2E9CB1" w14:textId="32D11A30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25 – 100 μg/mL Hygromycin 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3E1BE1" w14:textId="1AE6711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snf1,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vph1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037AB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4660C" w14:textId="158C538C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BCCC7" w14:textId="436DE871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BAFC8" w14:textId="6A7B14EF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</w:p>
        </w:tc>
      </w:tr>
      <w:tr w:rsidR="00B62495" w:rsidRPr="00C17FEA" w14:paraId="74EA265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C2AC84" w14:textId="0EDF0585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100 – 250 μg/mL CsA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611F11" w14:textId="0DFDEED0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cbk1,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37</w:t>
            </w:r>
            <w:r w:rsidR="00190115" w:rsidRPr="00F41A2F">
              <w:rPr>
                <w:rFonts w:cs="Arial"/>
                <w:i/>
                <w:iCs/>
                <w:sz w:val="16"/>
                <w:szCs w:val="16"/>
                <w:vertAlign w:val="superscript"/>
              </w:rPr>
              <w:sym w:font="Wingdings" w:char="F0E0"/>
            </w:r>
            <w:r w:rsidRPr="00C17FEA">
              <w:rPr>
                <w:rFonts w:cs="Arial"/>
                <w:i/>
                <w:iCs/>
                <w:vertAlign w:val="superscript"/>
              </w:rPr>
              <w:t>30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mob2,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sog2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1A438" w14:textId="7F6E6D26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ess1,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30</w:t>
            </w:r>
            <w:r w:rsidR="00190115" w:rsidRPr="00F41A2F">
              <w:rPr>
                <w:rFonts w:cs="Arial"/>
                <w:i/>
                <w:iCs/>
                <w:sz w:val="16"/>
                <w:szCs w:val="16"/>
                <w:vertAlign w:val="superscript"/>
              </w:rPr>
              <w:sym w:font="Wingdings" w:char="F0E0"/>
            </w:r>
            <w:r w:rsidRPr="00C17FEA">
              <w:rPr>
                <w:rFonts w:cs="Arial"/>
                <w:i/>
                <w:iCs/>
                <w:vertAlign w:val="superscript"/>
              </w:rPr>
              <w:t>30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kic1,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tao3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5D868" w14:textId="670642C3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cpa1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cpa2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BBC0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89BB5" w14:textId="763C250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cap60,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hym1,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ndh1</w:t>
            </w:r>
          </w:p>
        </w:tc>
      </w:tr>
      <w:tr w:rsidR="00B62495" w:rsidRPr="00C17FEA" w14:paraId="7C28C2D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F99AED" w14:textId="7C6576D9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10 μg/mL CpF or 100 ng/mL RPM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B93291" w14:textId="5B8D6608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5AE8F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65B2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47BC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E58FE" w14:textId="5A901CD8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cap60,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cbk1,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kic1,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ndh1</w:t>
            </w:r>
          </w:p>
        </w:tc>
      </w:tr>
      <w:tr w:rsidR="00B62495" w:rsidRPr="00C17FEA" w14:paraId="3D4AA35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6F42D5" w14:textId="65AF5F6F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≥32 μg/mL CpF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63BEFE" w14:textId="13ED24C8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ccr4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2F968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6CA3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9A6F6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6D734" w14:textId="0BA8BF0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plc1</w:t>
            </w:r>
          </w:p>
        </w:tc>
      </w:tr>
      <w:tr w:rsidR="00B62495" w:rsidRPr="00C17FEA" w14:paraId="70972C1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C949A1" w14:textId="364BE0EE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79" w:name="OLE_LINK327"/>
            <w:bookmarkStart w:id="80" w:name="OLE_LINK328"/>
            <w:r w:rsidRPr="00C17FEA">
              <w:rPr>
                <w:rFonts w:cs="Arial"/>
                <w:iCs/>
              </w:rPr>
              <w:t>0.005 μg/mL FK-506</w:t>
            </w:r>
            <w:bookmarkEnd w:id="79"/>
            <w:bookmarkEnd w:id="80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1A7177" w14:textId="206A4D36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cna1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FC31E" w14:textId="2920D93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puf4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D040F" w14:textId="6C3A39EB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pbp1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162BB" w14:textId="10CCE0E3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tif3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56B03" w14:textId="1EDC295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vts1</w:t>
            </w:r>
          </w:p>
        </w:tc>
      </w:tr>
      <w:tr w:rsidR="00B62495" w:rsidRPr="00C17FEA" w14:paraId="1FF297F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A56B24" w14:textId="5CC563B4" w:rsidR="0049000E" w:rsidRPr="00C17FEA" w:rsidRDefault="0049000E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81" w:name="OLE_LINK329"/>
            <w:bookmarkStart w:id="82" w:name="OLE_LINK330"/>
            <w:r w:rsidRPr="00C17FEA">
              <w:rPr>
                <w:rFonts w:cs="Arial"/>
                <w:iCs/>
              </w:rPr>
              <w:t xml:space="preserve">1.0 μg/mL FK-506 at </w:t>
            </w:r>
            <w:r w:rsidRPr="00C17FEA">
              <w:rPr>
                <w:rFonts w:cs="Arial"/>
                <w:lang w:val="x-none"/>
              </w:rPr>
              <w:t>30</w:t>
            </w:r>
            <w:r w:rsidRPr="00C17FEA">
              <w:rPr>
                <w:rFonts w:cs="Arial"/>
                <w:vertAlign w:val="superscript"/>
                <w:lang w:val="x-none"/>
              </w:rPr>
              <w:t>o</w:t>
            </w:r>
            <w:r w:rsidRPr="00C17FEA">
              <w:rPr>
                <w:rFonts w:cs="Arial"/>
                <w:lang w:val="x-none"/>
              </w:rPr>
              <w:t>C</w:t>
            </w:r>
            <w:bookmarkEnd w:id="81"/>
            <w:bookmarkEnd w:id="82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0C43AE" w14:textId="58283496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37</w:t>
            </w:r>
            <w:r w:rsidR="00190115" w:rsidRPr="00F41A2F">
              <w:rPr>
                <w:rFonts w:cs="Arial"/>
                <w:i/>
                <w:iCs/>
                <w:sz w:val="16"/>
                <w:szCs w:val="16"/>
                <w:vertAlign w:val="superscript"/>
              </w:rPr>
              <w:sym w:font="Wingdings" w:char="F0E0"/>
            </w:r>
            <w:r w:rsidRPr="00C17FEA">
              <w:rPr>
                <w:rFonts w:cs="Arial"/>
                <w:i/>
                <w:iCs/>
                <w:vertAlign w:val="superscript"/>
              </w:rPr>
              <w:t>30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D50F1" w14:textId="76190535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3</w:t>
            </w:r>
            <w:r w:rsidR="00190115" w:rsidRPr="00C17FEA">
              <w:rPr>
                <w:rFonts w:cs="Arial"/>
                <w:i/>
                <w:iCs/>
                <w:vertAlign w:val="superscript"/>
              </w:rPr>
              <w:t>0</w:t>
            </w:r>
            <w:r w:rsidR="00190115" w:rsidRPr="00F41A2F">
              <w:rPr>
                <w:rFonts w:cs="Arial"/>
                <w:i/>
                <w:iCs/>
                <w:sz w:val="16"/>
                <w:szCs w:val="16"/>
                <w:vertAlign w:val="superscript"/>
              </w:rPr>
              <w:sym w:font="Wingdings" w:char="F0E0"/>
            </w:r>
            <w:r w:rsidRPr="00C17FEA">
              <w:rPr>
                <w:rFonts w:cs="Arial"/>
                <w:i/>
                <w:iCs/>
                <w:vertAlign w:val="superscript"/>
              </w:rPr>
              <w:t>30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6E226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EB947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6A632" w14:textId="422E479E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pbs2</w:t>
            </w:r>
          </w:p>
        </w:tc>
      </w:tr>
      <w:tr w:rsidR="00B62495" w:rsidRPr="00C17FEA" w14:paraId="1FB63E7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1EC9DE" w14:textId="047E5A8F" w:rsidR="0049000E" w:rsidRPr="00C17FEA" w:rsidRDefault="0049000E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1.0 μg/mL FK-506 + 1.0 μg/mL FDX at </w:t>
            </w:r>
            <w:r w:rsidRPr="00C17FEA">
              <w:rPr>
                <w:rFonts w:cs="Arial"/>
                <w:lang w:val="x-none"/>
              </w:rPr>
              <w:t>30</w:t>
            </w:r>
            <w:r w:rsidRPr="00C17FEA">
              <w:rPr>
                <w:rFonts w:cs="Arial"/>
                <w:vertAlign w:val="superscript"/>
                <w:lang w:val="x-none"/>
              </w:rPr>
              <w:t>o</w:t>
            </w:r>
            <w:r w:rsidRPr="00C17FEA">
              <w:rPr>
                <w:rFonts w:cs="Arial"/>
                <w:lang w:val="x-none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3326DC" w14:textId="7E64D179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cnb1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69E44" w14:textId="7777777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25018" w14:textId="7CC511A1" w:rsidR="0049000E" w:rsidRPr="00C17FEA" w:rsidRDefault="0049000E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pbs2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7AE2A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16E6E" w14:textId="7777777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0F6D64B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E26BE9" w14:textId="2F42454D" w:rsidR="0049000E" w:rsidRPr="00C17FEA" w:rsidRDefault="0049000E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1.0 – 2.5 μg/mL FK-520 at </w:t>
            </w:r>
            <w:r w:rsidRPr="00C17FEA">
              <w:rPr>
                <w:rFonts w:cs="Arial"/>
                <w:lang w:val="x-none"/>
              </w:rPr>
              <w:t>25</w:t>
            </w:r>
            <w:r w:rsidRPr="00C17FEA">
              <w:rPr>
                <w:rFonts w:cs="Arial"/>
                <w:vertAlign w:val="superscript"/>
                <w:lang w:val="x-none"/>
              </w:rPr>
              <w:t>o</w:t>
            </w:r>
            <w:r w:rsidRPr="00C17FEA">
              <w:rPr>
                <w:rFonts w:cs="Arial"/>
                <w:lang w:val="x-none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2A056" w14:textId="7777777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DE327" w14:textId="7777777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015D4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22482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F5570" w14:textId="1C695F89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ess1,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cna1</w:t>
            </w:r>
          </w:p>
        </w:tc>
      </w:tr>
      <w:tr w:rsidR="00B62495" w:rsidRPr="00C17FEA" w14:paraId="69E6DB2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77C688" w14:textId="1182C5F7" w:rsidR="0049000E" w:rsidRPr="00C17FEA" w:rsidRDefault="0049000E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– 2.5 μg/mL FK-520/FK-506 at ≥30</w:t>
            </w:r>
            <w:r w:rsidRPr="00C17FEA">
              <w:rPr>
                <w:rFonts w:cs="Arial"/>
                <w:vertAlign w:val="superscript"/>
                <w:lang w:val="x-none"/>
              </w:rPr>
              <w:t>o</w:t>
            </w:r>
            <w:r w:rsidRPr="00C17FEA">
              <w:rPr>
                <w:rFonts w:cs="Arial"/>
                <w:lang w:val="x-none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0802F5" w14:textId="60F15B3C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cbk1,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ess1,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sog2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649A4" w14:textId="26460A14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kic1,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mob2,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tao3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41436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82A37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86E93" w14:textId="67FD6FB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hym1,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ndh1</w:t>
            </w:r>
          </w:p>
        </w:tc>
      </w:tr>
      <w:tr w:rsidR="00B62495" w:rsidRPr="00C17FEA" w14:paraId="7E7798B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7B177F" w14:textId="00B3A024" w:rsidR="0049000E" w:rsidRPr="00C17FEA" w:rsidRDefault="0049000E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 μM LatA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11FE8" w14:textId="2A633A19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37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bookmarkStart w:id="83" w:name="OLE_LINK377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vertAlign w:val="superscript"/>
              </w:rPr>
              <w:t>28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  <w:vertAlign w:val="superscript"/>
              </w:rPr>
              <w:t>/37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  <w:vertAlign w:val="superscript"/>
              </w:rPr>
              <w:t>/1%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,28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bookmarkStart w:id="84" w:name="OLE_LINK378"/>
            <w:r w:rsidRPr="00C17FEA">
              <w:rPr>
                <w:rFonts w:cs="Arial"/>
                <w:i/>
                <w:iCs/>
              </w:rPr>
              <w:t>,</w:t>
            </w:r>
            <w:bookmarkEnd w:id="83"/>
            <w:bookmarkEnd w:id="84"/>
            <w:r w:rsidRPr="00C17FEA">
              <w:rPr>
                <w:rFonts w:cs="Arial"/>
                <w:i/>
                <w:iCs/>
              </w:rPr>
              <w:t xml:space="preserve">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bni1,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tpm1,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28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  <w:vertAlign w:val="superscript"/>
              </w:rPr>
              <w:t>/37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  <w:vertAlign w:val="superscript"/>
              </w:rPr>
              <w:t>/5%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,28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  <w:vertAlign w:val="superscript"/>
              </w:rPr>
              <w:t>/1%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,28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1C6AC" w14:textId="7777777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F8195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B2DCF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941A1" w14:textId="060FF272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85" w:name="OLE_LINK245"/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28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bookmarkEnd w:id="85"/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sac6)</w:t>
            </w:r>
            <w:r w:rsidRPr="00C17FEA">
              <w:rPr>
                <w:rFonts w:cs="Arial"/>
                <w:i/>
                <w:iCs/>
                <w:vertAlign w:val="superscript"/>
              </w:rPr>
              <w:t>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bookmarkStart w:id="86" w:name="OLE_LINK244"/>
            <w:r w:rsidRPr="00C17FEA">
              <w:rPr>
                <w:rFonts w:cs="Arial"/>
                <w:i/>
                <w:iCs/>
                <w:vertAlign w:val="superscript"/>
              </w:rPr>
              <w:t>,</w:t>
            </w:r>
            <w:bookmarkEnd w:id="86"/>
            <w:r w:rsidRPr="00C17FEA">
              <w:rPr>
                <w:rFonts w:cs="Arial"/>
                <w:i/>
                <w:iCs/>
                <w:vertAlign w:val="superscript"/>
              </w:rPr>
              <w:t>28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,28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</w:p>
        </w:tc>
      </w:tr>
      <w:tr w:rsidR="00B62495" w:rsidRPr="00C17FEA" w14:paraId="0EE43B2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029BBF" w14:textId="0C2DD827" w:rsidR="0049000E" w:rsidRPr="00C17FEA" w:rsidRDefault="0049000E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t>3 – 6 mM CQ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1D9E90" w14:textId="7777777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8F2A6" w14:textId="55CA155D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vps45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1995B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503BC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D2EAC" w14:textId="7777777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3AE67D5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955EA7" w14:textId="44A27407" w:rsidR="0049000E" w:rsidRPr="00C17FEA" w:rsidRDefault="0049000E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t>22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D3424" w14:textId="274A0D9B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60C24" w14:textId="7777777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C8A5B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4B79F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544A0" w14:textId="5EF8BDB6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mat2,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znf2</w:t>
            </w:r>
          </w:p>
        </w:tc>
      </w:tr>
      <w:tr w:rsidR="00B62495" w:rsidRPr="00C17FEA" w14:paraId="0E39AE1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9CA296" w14:textId="0792D71F" w:rsidR="0049000E" w:rsidRPr="00C17FEA" w:rsidRDefault="0049000E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t>24 – 25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1637A0" w14:textId="2753783C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87" w:name="OLE_LINK211"/>
            <w:bookmarkStart w:id="88" w:name="OLE_LINK212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bzp2</w:t>
            </w:r>
            <w:bookmarkEnd w:id="87"/>
            <w:bookmarkEnd w:id="88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cku80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0B484" w14:textId="48386393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cin1,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cpa1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cuf1,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hlh3,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liv4, </w:t>
            </w:r>
            <w:bookmarkStart w:id="89" w:name="OLE_LINK241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mga2, </w:t>
            </w:r>
            <w:bookmarkEnd w:id="89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plc1,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ras2, </w:t>
            </w:r>
            <w:bookmarkStart w:id="90" w:name="OLE_LINK120"/>
            <w:bookmarkStart w:id="91" w:name="OLE_LINK121"/>
            <w:r w:rsidRPr="00C17FEA">
              <w:rPr>
                <w:rFonts w:cs="Arial"/>
                <w:i/>
                <w:iCs/>
              </w:rPr>
              <w:t xml:space="preserve">Δtsa1, </w:t>
            </w:r>
            <w:bookmarkEnd w:id="90"/>
            <w:bookmarkEnd w:id="91"/>
            <w:r w:rsidRPr="00C17FEA">
              <w:rPr>
                <w:rFonts w:cs="Arial"/>
                <w:i/>
                <w:iCs/>
              </w:rPr>
              <w:t>Δtsa1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>tsa3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9F90E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46468" w14:textId="3650C6B6" w:rsidR="0049000E" w:rsidRPr="00C17FEA" w:rsidRDefault="0049000E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CA6D9" w14:textId="716EE6D3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ada2,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apn2,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aro80,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bzp1/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cku80,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clc1,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bookmarkStart w:id="92" w:name="OLE_LINK249"/>
            <w:bookmarkStart w:id="93" w:name="OLE_LINK267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cns5,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crz1/</w:t>
            </w:r>
            <w:r w:rsidR="00630499" w:rsidRPr="00C17FEA">
              <w:rPr>
                <w:rFonts w:cs="Arial"/>
                <w:i/>
                <w:iCs/>
                <w:lang w:val="x-none"/>
              </w:rPr>
              <w:t>Δ</w:t>
            </w:r>
            <w:r w:rsidR="00630499" w:rsidRPr="00C17FEA">
              <w:rPr>
                <w:rFonts w:cs="Arial"/>
                <w:i/>
                <w:iCs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nha1,</w:t>
            </w:r>
            <w:bookmarkEnd w:id="92"/>
            <w:bookmarkEnd w:id="93"/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ert1,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ess1,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fzc46,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mcm1,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miz1,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mln1,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plc2,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rho-GEF,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rom2</w:t>
            </w:r>
            <w:r w:rsidRPr="00C17FEA">
              <w:rPr>
                <w:rFonts w:cs="Arial"/>
                <w:i/>
                <w:iCs/>
                <w:vertAlign w:val="superscript"/>
              </w:rPr>
              <w:t>±2μM NCZ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sh3-rho-GEF,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ura5,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usv101,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>wsp1</w:t>
            </w:r>
          </w:p>
        </w:tc>
      </w:tr>
      <w:tr w:rsidR="00B62495" w:rsidRPr="00C17FEA" w14:paraId="7EDE5D3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705100" w14:textId="6AD95123" w:rsidR="0049000E" w:rsidRPr="00C17FEA" w:rsidRDefault="0049000E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t>28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E035E8" w14:textId="3AED1DA9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bni1,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tpm1)</w:t>
            </w:r>
            <w:r w:rsidRPr="00C17FEA">
              <w:rPr>
                <w:rFonts w:cs="Arial"/>
                <w:i/>
                <w:iCs/>
                <w:vertAlign w:val="superscript"/>
              </w:rPr>
              <w:t>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±1%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</w:t>
            </w:r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bni1,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sac6,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tmp1)</w:t>
            </w:r>
            <w:r w:rsidRPr="00C17FEA">
              <w:rPr>
                <w:rFonts w:cs="Arial"/>
                <w:i/>
                <w:iCs/>
                <w:vertAlign w:val="superscript"/>
              </w:rPr>
              <w:t>1%O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+5%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cdc24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0D502" w14:textId="180EF2A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sac6,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tmp1)</w:t>
            </w:r>
            <w:r w:rsidRPr="00C17FEA">
              <w:rPr>
                <w:rFonts w:cs="Arial"/>
                <w:i/>
                <w:iCs/>
                <w:vertAlign w:val="superscript"/>
              </w:rPr>
              <w:t>±5%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+5%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86B64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CC7FA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083D4" w14:textId="0E8F60D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sac6,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±5%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sac6)</w:t>
            </w:r>
            <w:r w:rsidRPr="00C17FEA">
              <w:rPr>
                <w:rFonts w:cs="Arial"/>
                <w:i/>
                <w:iCs/>
                <w:vertAlign w:val="superscript"/>
              </w:rPr>
              <w:t>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+5%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cdc24</w:t>
            </w:r>
          </w:p>
        </w:tc>
      </w:tr>
      <w:tr w:rsidR="00B62495" w:rsidRPr="00C17FEA" w14:paraId="7C08546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510E9" w14:textId="1283F90B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94" w:name="OLE_LINK236"/>
            <w:r w:rsidRPr="00C17FEA">
              <w:rPr>
                <w:rFonts w:cs="Arial"/>
              </w:rPr>
              <w:lastRenderedPageBreak/>
              <w:t>30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  <w:bookmarkEnd w:id="94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66F2B" w14:textId="1F13CC9D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bni1,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cdc12, </w:t>
            </w:r>
            <w:bookmarkStart w:id="95" w:name="OLE_LINK294"/>
            <w:bookmarkStart w:id="96" w:name="OLE_LINK295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>cdc420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cku80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cys3,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20mM Met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mgt2</w:t>
            </w:r>
            <w:r w:rsidRPr="00C17FEA">
              <w:rPr>
                <w:rFonts w:ascii="Times New Roman" w:hAnsi="Times New Roman"/>
                <w:i/>
                <w:iCs/>
                <w:vertAlign w:val="superscript"/>
              </w:rPr>
              <w:t>↓</w:t>
            </w:r>
            <w:r w:rsidR="00A3018E">
              <w:rPr>
                <w:rFonts w:ascii="Times New Roman" w:hAnsi="Times New Roman"/>
                <w:i/>
                <w:iCs/>
                <w:vertAlign w:val="superscript"/>
              </w:rPr>
              <w:t>P</w:t>
            </w:r>
            <w:r w:rsidR="00A3018E" w:rsidRPr="00A3018E">
              <w:rPr>
                <w:rFonts w:cs="Arial"/>
                <w:i/>
                <w:iCs/>
                <w:sz w:val="16"/>
                <w:szCs w:val="16"/>
                <w:vertAlign w:val="superscript"/>
              </w:rPr>
              <w:t>g</w:t>
            </w:r>
            <w:r w:rsidRPr="00A3018E">
              <w:rPr>
                <w:rFonts w:cs="Arial"/>
                <w:i/>
                <w:iCs/>
                <w:sz w:val="16"/>
                <w:szCs w:val="16"/>
                <w:vertAlign w:val="superscript"/>
              </w:rPr>
              <w:t>al7</w:t>
            </w:r>
            <w:r w:rsidRPr="00C17FEA">
              <w:rPr>
                <w:rFonts w:cs="Arial"/>
                <w:i/>
                <w:iCs/>
              </w:rPr>
              <w:t>,</w:t>
            </w:r>
            <w:bookmarkEnd w:id="95"/>
            <w:bookmarkEnd w:id="96"/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uge1,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ugt1</w:t>
            </w:r>
            <w:r w:rsidR="00633207">
              <w:rPr>
                <w:rFonts w:cs="Arial"/>
                <w:i/>
                <w:iCs/>
              </w:rPr>
              <w:t xml:space="preserve">, </w:t>
            </w:r>
            <w:r w:rsidR="00633207" w:rsidRPr="007B35F3">
              <w:rPr>
                <w:rFonts w:cs="Arial"/>
                <w:i/>
                <w:iCs/>
                <w:lang w:val="x-none"/>
              </w:rPr>
              <w:t>Δ</w:t>
            </w:r>
            <w:r w:rsidR="00633207" w:rsidRPr="007B35F3">
              <w:rPr>
                <w:rFonts w:cs="Arial"/>
                <w:i/>
                <w:iCs/>
              </w:rPr>
              <w:t>vph1</w:t>
            </w:r>
            <w:r w:rsidR="00633207" w:rsidRPr="007B35F3">
              <w:rPr>
                <w:rFonts w:cs="Arial"/>
                <w:i/>
                <w:iCs/>
                <w:vertAlign w:val="superscript"/>
              </w:rPr>
              <w:t>pH3.5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3AB1F" w14:textId="0CACD525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cbk1,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cin1,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cpa1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cuf1,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gat6,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had1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leu1</w:t>
            </w:r>
            <w:r w:rsidRPr="00C17FEA">
              <w:rPr>
                <w:rFonts w:cs="Arial"/>
                <w:i/>
                <w:iCs/>
                <w:vertAlign w:val="superscript"/>
              </w:rPr>
              <w:t>±2mM Leu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mga2,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mgt2</w:t>
            </w:r>
            <w:r w:rsidR="00A3018E" w:rsidRPr="00A3018E">
              <w:rPr>
                <w:rFonts w:cs="Arial"/>
                <w:i/>
                <w:iCs/>
                <w:vertAlign w:val="superscript"/>
              </w:rPr>
              <w:t>P</w:t>
            </w:r>
            <w:r w:rsidR="00A3018E" w:rsidRPr="00A3018E">
              <w:rPr>
                <w:rFonts w:cs="Arial"/>
                <w:i/>
                <w:iCs/>
                <w:sz w:val="16"/>
                <w:szCs w:val="16"/>
                <w:vertAlign w:val="superscript"/>
              </w:rPr>
              <w:t>g</w:t>
            </w:r>
            <w:r w:rsidRPr="00A3018E">
              <w:rPr>
                <w:rFonts w:cs="Arial"/>
                <w:i/>
                <w:iCs/>
                <w:sz w:val="16"/>
                <w:szCs w:val="16"/>
                <w:vertAlign w:val="superscript"/>
              </w:rPr>
              <w:t>al7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(50 mmol/L Mg)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mob2,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pgi1,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ppg1,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puf4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Δras1,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spe3-lys9;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spe3-Lys9,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tao3,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tmp1, Δtrx1, Δtrx1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trx2,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vph1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8B0AF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EFD0C" w14:textId="1DD84BE8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E762C" w14:textId="31A1DC98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aap4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ada2,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aph1,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apn2,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aro80, Δatf1,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bzp1/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bwc2, Δcac1,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cap60,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car2,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ccr4,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</w:t>
            </w:r>
            <w:r w:rsidRPr="00C17FEA">
              <w:rPr>
                <w:rFonts w:cs="Arial"/>
                <w:bCs/>
                <w:i/>
                <w:iCs/>
              </w:rPr>
              <w:t xml:space="preserve">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>cdc420,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cdc43,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cdk8,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cir1,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cku80,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clc1,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cnb1, 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cns5,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crz1/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20mM Cys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dyn2,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ert1,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ess1,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fzc46,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gat201,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gat204,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gcn5,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hlh3,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hoc2, 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hym1,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kic1,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kre61, </w:t>
            </w:r>
            <w:r w:rsidRPr="00C17FEA">
              <w:rPr>
                <w:rFonts w:cs="Arial"/>
                <w:i/>
              </w:rPr>
              <w:t xml:space="preserve">Δkre61,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</w:t>
            </w:r>
            <w:r w:rsidRPr="00C17FEA">
              <w:rPr>
                <w:rFonts w:cs="Arial"/>
                <w:i/>
              </w:rPr>
              <w:t xml:space="preserve">62,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</w:t>
            </w:r>
            <w:r w:rsidRPr="00C17FEA">
              <w:rPr>
                <w:rFonts w:cs="Arial"/>
                <w:i/>
              </w:rPr>
              <w:t xml:space="preserve">63,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</w:t>
            </w:r>
            <w:r w:rsidRPr="00C17FEA">
              <w:rPr>
                <w:rFonts w:cs="Arial"/>
                <w:i/>
              </w:rPr>
              <w:t xml:space="preserve">64,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ktr3,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lac1,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leu1</w:t>
            </w:r>
            <w:r w:rsidRPr="00C17FEA">
              <w:rPr>
                <w:rFonts w:cs="Arial"/>
                <w:i/>
                <w:iCs/>
                <w:vertAlign w:val="superscript"/>
              </w:rPr>
              <w:t>20mM Asc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lys4,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mcm1,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mgt1,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mgt3,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mgt1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mgt3,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miz1,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mln1,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mnn2,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ndh1,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pdc1,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pdr5,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pdr5-2,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pdr5-3,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plc2,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pmt4,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Ptp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rad17,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ras1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G15V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Q64L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rho-GEF,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rom2</w:t>
            </w:r>
            <w:r w:rsidRPr="00C17FEA">
              <w:rPr>
                <w:rFonts w:cs="Arial"/>
                <w:i/>
                <w:iCs/>
                <w:vertAlign w:val="superscript"/>
              </w:rPr>
              <w:t>±2μM NCZ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sch9,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sh3-</w:t>
            </w:r>
            <w:r w:rsidRPr="00BA76B0">
              <w:rPr>
                <w:rFonts w:cs="Arial"/>
                <w:i/>
                <w:iCs/>
              </w:rPr>
              <w:lastRenderedPageBreak/>
              <w:t xml:space="preserve">rho-GEF, </w:t>
            </w:r>
            <w:r w:rsidR="00BA76B0" w:rsidRPr="00BA76B0">
              <w:rPr>
                <w:rFonts w:cs="Arial"/>
                <w:i/>
                <w:iCs/>
                <w:lang w:val="x-none"/>
              </w:rPr>
              <w:t>Δ</w:t>
            </w:r>
            <w:r w:rsidR="00BA76B0" w:rsidRPr="00BA76B0">
              <w:rPr>
                <w:rFonts w:cs="Arial"/>
                <w:i/>
                <w:iCs/>
              </w:rPr>
              <w:t xml:space="preserve">sit1, </w:t>
            </w:r>
            <w:r w:rsidRPr="00BA76B0">
              <w:rPr>
                <w:rFonts w:cs="Arial"/>
                <w:i/>
                <w:iCs/>
                <w:lang w:val="x-none"/>
              </w:rPr>
              <w:t>Δ</w:t>
            </w:r>
            <w:r w:rsidRPr="00BA76B0">
              <w:rPr>
                <w:rFonts w:cs="Arial"/>
                <w:i/>
                <w:iCs/>
              </w:rPr>
              <w:t xml:space="preserve">skn1, </w:t>
            </w:r>
            <w:r w:rsidRPr="00BA76B0">
              <w:rPr>
                <w:rFonts w:cs="Arial"/>
                <w:i/>
                <w:iCs/>
                <w:lang w:val="x-none"/>
              </w:rPr>
              <w:t>Δ</w:t>
            </w:r>
            <w:r w:rsidRPr="00BA76B0">
              <w:rPr>
                <w:rFonts w:cs="Arial"/>
                <w:i/>
                <w:iCs/>
              </w:rPr>
              <w:t xml:space="preserve">skn7, </w:t>
            </w:r>
            <w:r w:rsidRPr="00BA76B0">
              <w:rPr>
                <w:rFonts w:cs="Arial"/>
                <w:i/>
                <w:iCs/>
                <w:lang w:val="x-none"/>
              </w:rPr>
              <w:t>Δ</w:t>
            </w:r>
            <w:r w:rsidRPr="00BA76B0">
              <w:rPr>
                <w:rFonts w:cs="Arial"/>
                <w:i/>
                <w:iCs/>
              </w:rPr>
              <w:t xml:space="preserve">sla2, </w:t>
            </w:r>
            <w:r w:rsidRPr="00BA76B0">
              <w:rPr>
                <w:rFonts w:cs="Arial"/>
                <w:i/>
                <w:iCs/>
                <w:lang w:val="x-none"/>
              </w:rPr>
              <w:t>Δ</w:t>
            </w:r>
            <w:r w:rsidRPr="00BA76B0">
              <w:rPr>
                <w:rFonts w:cs="Arial"/>
                <w:i/>
                <w:iCs/>
              </w:rPr>
              <w:t xml:space="preserve">snf1, </w:t>
            </w:r>
            <w:r w:rsidRPr="00BA76B0">
              <w:rPr>
                <w:rFonts w:cs="Arial"/>
                <w:i/>
                <w:iCs/>
                <w:lang w:val="x-none"/>
              </w:rPr>
              <w:t>Δ</w:t>
            </w:r>
            <w:r w:rsidRPr="00BA76B0">
              <w:rPr>
                <w:rFonts w:cs="Arial"/>
                <w:i/>
                <w:iCs/>
              </w:rPr>
              <w:t xml:space="preserve">snf7, </w:t>
            </w:r>
            <w:r w:rsidRPr="00BA76B0">
              <w:rPr>
                <w:rFonts w:cs="Arial"/>
                <w:i/>
                <w:iCs/>
                <w:lang w:val="x-none"/>
              </w:rPr>
              <w:t>Δ</w:t>
            </w:r>
            <w:r w:rsidRPr="00BA76B0">
              <w:rPr>
                <w:rFonts w:cs="Arial"/>
                <w:i/>
                <w:iCs/>
              </w:rPr>
              <w:t xml:space="preserve">sod1, </w:t>
            </w:r>
            <w:r w:rsidRPr="00BA76B0">
              <w:rPr>
                <w:rFonts w:cs="Arial"/>
                <w:i/>
                <w:iCs/>
                <w:lang w:val="x-none"/>
              </w:rPr>
              <w:t>Δ</w:t>
            </w:r>
            <w:r w:rsidRPr="00BA76B0">
              <w:rPr>
                <w:rFonts w:cs="Arial"/>
                <w:i/>
                <w:iCs/>
              </w:rPr>
              <w:t>sod1</w:t>
            </w:r>
            <w:r w:rsidRPr="00BA76B0">
              <w:rPr>
                <w:rFonts w:cs="Arial"/>
                <w:i/>
                <w:iCs/>
                <w:lang w:val="el-GR"/>
              </w:rPr>
              <w:t>Δ</w:t>
            </w:r>
            <w:r w:rsidRPr="00BA76B0">
              <w:rPr>
                <w:rFonts w:cs="Arial"/>
                <w:i/>
                <w:iCs/>
              </w:rPr>
              <w:t>sod2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sog2,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Spe3-lys9,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ssn801,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sym2,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tao3,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tif3, Δtrx2,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tsa1, Δtsa1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ubc6-2,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ubc8,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ura5,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usv101,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uxs1,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vad1,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vps34,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vts1,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wsp1,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yor1,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yor1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abp1,</w:t>
            </w:r>
          </w:p>
        </w:tc>
      </w:tr>
      <w:tr w:rsidR="00B62495" w:rsidRPr="00C17FEA" w14:paraId="7BAE1BA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E34DED" w14:textId="1DB39A94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lastRenderedPageBreak/>
              <w:t>33 – 35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181F3" w14:textId="0E3DD7BE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3083D" w14:textId="758A3B6F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gcn5,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FF882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D5FBB" w14:textId="5316FFFE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mpk1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E4DDE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348DAEB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32072A" w14:textId="74C43DEA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97" w:name="OLE_LINK124"/>
            <w:bookmarkStart w:id="98" w:name="OLE_LINK125"/>
            <w:r w:rsidRPr="00C17FEA">
              <w:rPr>
                <w:rFonts w:cs="Arial"/>
              </w:rPr>
              <w:t>37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  <w:bookmarkEnd w:id="97"/>
            <w:bookmarkEnd w:id="98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49C72D" w14:textId="41CA132C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aap4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bni1,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bni1,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sac6,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tpm1)</w:t>
            </w:r>
            <w:r w:rsidRPr="00C17FEA">
              <w:rPr>
                <w:rFonts w:cs="Arial"/>
                <w:i/>
                <w:iCs/>
                <w:vertAlign w:val="superscript"/>
              </w:rPr>
              <w:t>1%O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+5%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bzp1/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cbk1,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cin1,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cku80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cna1</w:t>
            </w:r>
            <w:r w:rsidRPr="00C17FEA">
              <w:rPr>
                <w:rFonts w:cs="Arial"/>
                <w:b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kic1,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leu1,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lys4,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mga2,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mob2,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nmt1,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plc1,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ras2, </w:t>
            </w:r>
            <w:bookmarkStart w:id="99" w:name="OLE_LINK284"/>
            <w:bookmarkStart w:id="100" w:name="OLE_LINK285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>rho11,</w:t>
            </w:r>
            <w:bookmarkEnd w:id="99"/>
            <w:bookmarkEnd w:id="100"/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rom2</w:t>
            </w:r>
            <w:r w:rsidRPr="00C17FEA">
              <w:rPr>
                <w:rFonts w:cs="Arial"/>
                <w:i/>
                <w:iCs/>
                <w:vertAlign w:val="superscript"/>
              </w:rPr>
              <w:t>2μM NCZ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±5%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Pr="00282B38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±1%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Pr="00282B38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+5%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Pr="00282B38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282B38">
              <w:rPr>
                <w:rFonts w:cs="Arial"/>
                <w:i/>
                <w:iCs/>
              </w:rPr>
              <w:t xml:space="preserve">, </w:t>
            </w:r>
            <w:r w:rsidR="00282B38" w:rsidRPr="00282B38">
              <w:rPr>
                <w:rFonts w:cs="Arial"/>
                <w:i/>
                <w:iCs/>
                <w:lang w:val="x-none"/>
              </w:rPr>
              <w:t>Δ</w:t>
            </w:r>
            <w:r w:rsidR="00282B38" w:rsidRPr="00282B38">
              <w:rPr>
                <w:rFonts w:cs="Arial"/>
                <w:i/>
                <w:iCs/>
              </w:rPr>
              <w:t xml:space="preserve">sit1, </w:t>
            </w:r>
            <w:r w:rsidRPr="00282B38">
              <w:rPr>
                <w:rFonts w:cs="Arial"/>
                <w:i/>
                <w:iCs/>
                <w:lang w:val="x-none"/>
              </w:rPr>
              <w:t>Δ</w:t>
            </w:r>
            <w:r w:rsidRPr="00282B38">
              <w:rPr>
                <w:rFonts w:cs="Arial"/>
                <w:i/>
                <w:iCs/>
              </w:rPr>
              <w:t>sod1</w:t>
            </w:r>
            <w:r w:rsidRPr="00282B38">
              <w:rPr>
                <w:rFonts w:cs="Arial"/>
                <w:i/>
                <w:iCs/>
                <w:lang w:val="x-none"/>
              </w:rPr>
              <w:t>Δ</w:t>
            </w:r>
            <w:r w:rsidRPr="00282B38">
              <w:rPr>
                <w:rFonts w:cs="Arial"/>
                <w:i/>
                <w:iCs/>
              </w:rPr>
              <w:t xml:space="preserve">sod2, </w:t>
            </w:r>
            <w:r w:rsidRPr="00282B38">
              <w:rPr>
                <w:rFonts w:cs="Arial"/>
                <w:i/>
                <w:iCs/>
                <w:lang w:val="x-none"/>
              </w:rPr>
              <w:t>Δ</w:t>
            </w:r>
            <w:r w:rsidRPr="00282B38">
              <w:rPr>
                <w:rFonts w:cs="Arial"/>
                <w:i/>
                <w:iCs/>
              </w:rPr>
              <w:t xml:space="preserve">sod2, </w:t>
            </w:r>
            <w:r w:rsidRPr="00282B38">
              <w:rPr>
                <w:rFonts w:cs="Arial"/>
                <w:i/>
                <w:iCs/>
                <w:lang w:val="x-none"/>
              </w:rPr>
              <w:t>Δ</w:t>
            </w:r>
            <w:r w:rsidRPr="00282B38">
              <w:rPr>
                <w:rFonts w:cs="Arial"/>
                <w:i/>
                <w:iCs/>
              </w:rPr>
              <w:t>sog2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spe3-Lys9,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Spe3-lys9,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tao3,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tpm1,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tps1,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tps2, Δtrx1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trx2,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ura5,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vph1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AD8FF" w14:textId="5EA671E3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+5%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ccr4,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cdc42,</w:t>
            </w:r>
            <w:r w:rsidRPr="00C17FEA">
              <w:rPr>
                <w:rFonts w:cs="Arial"/>
                <w:b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ckb1,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cpa1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cuf1,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leu1</w:t>
            </w:r>
            <w:r w:rsidRPr="00C17FEA">
              <w:rPr>
                <w:rFonts w:cs="Arial"/>
                <w:i/>
                <w:iCs/>
                <w:vertAlign w:val="superscript"/>
              </w:rPr>
              <w:t>20mM Asc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pgi1,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ppg1,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puf4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rub1,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spe3-Lys9, Δtrx1,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wsp1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38BB3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31C6F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68FF6" w14:textId="264B3E42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crn1, sla2)</w:t>
            </w:r>
            <w:r w:rsidRPr="00C17FEA">
              <w:rPr>
                <w:rFonts w:cs="Arial"/>
                <w:i/>
                <w:iCs/>
                <w:vertAlign w:val="superscript"/>
              </w:rPr>
              <w:t>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ada2,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aph1,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apn2,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aro80,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sac6)</w:t>
            </w:r>
            <w:r w:rsidRPr="00C17FEA">
              <w:rPr>
                <w:rFonts w:cs="Arial"/>
                <w:i/>
                <w:iCs/>
                <w:vertAlign w:val="superscript"/>
              </w:rPr>
              <w:t>±5%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bookmarkStart w:id="101" w:name="OLE_LINK380"/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sac6)</w:t>
            </w:r>
            <w:r w:rsidRPr="00C17FEA">
              <w:rPr>
                <w:rFonts w:cs="Arial"/>
                <w:i/>
                <w:iCs/>
                <w:vertAlign w:val="superscript"/>
              </w:rPr>
              <w:t>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bookmarkEnd w:id="101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cap60,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car2,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cdk8,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chs1,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chs2,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cku80,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clc1,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cpa2, </w:t>
            </w:r>
            <w:bookmarkStart w:id="102" w:name="OLE_LINK263"/>
            <w:bookmarkStart w:id="103" w:name="OLE_LINK264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cns5,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csn1201,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csr3, </w:t>
            </w:r>
            <w:bookmarkEnd w:id="102"/>
            <w:bookmarkEnd w:id="103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Δcxd1, Δcxd2, Δcxd3,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dyn2,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ert1,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ess1,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fzc46,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hlh3,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hrd1,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kre61, Δkre61, Δkre62, Δkre63, Δkre64,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ktr3,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mat2, Δmay1,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mcm1,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miz1,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mln1,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mnn2, Δmpr1,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ncs1,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ndh1,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nsr1,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nth1,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pak1,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pdc1, Δpep4,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pik1,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pmt4,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Δprb1, Δprc1,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pxa2,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17FEA">
              <w:rPr>
                <w:rFonts w:cs="Arial"/>
                <w:i/>
                <w:iCs/>
              </w:rPr>
              <w:t xml:space="preserve">rho-GEF, </w:t>
            </w:r>
            <w:bookmarkStart w:id="104" w:name="OLE_LINK385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rom2</w:t>
            </w:r>
            <w:bookmarkEnd w:id="104"/>
            <w:r w:rsidRPr="00C17FEA">
              <w:rPr>
                <w:rFonts w:cs="Arial"/>
                <w:i/>
                <w:iCs/>
              </w:rPr>
              <w:t xml:space="preserve">, Δscx1,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sh3-rho-GEF,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snf7,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ssn8,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ssn801,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ste20α,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swe1,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sym2,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tif3, Δtrx2,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tsa1, Δtsa1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usv101,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uxs1,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vad1,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vam6,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vps25,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vps34,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vts1,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znf2</w:t>
            </w:r>
          </w:p>
        </w:tc>
      </w:tr>
      <w:tr w:rsidR="00B62495" w:rsidRPr="00C17FEA" w14:paraId="2018500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47C5E2" w14:textId="4480023F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lastRenderedPageBreak/>
              <w:t>38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7F3769" w14:textId="7DE30D30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bzp1/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cpa1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gcn5,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mga2,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snf1,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ura5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D757D" w14:textId="0A7DF6A2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ada2,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apn2,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aro80,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atf1,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crz1/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sp1,</w:t>
            </w:r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cuf1,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ert1,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hlh3,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miz1,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nrg1, Δtsa1, </w:t>
            </w:r>
            <w:bookmarkStart w:id="105" w:name="OLE_LINK128"/>
            <w:bookmarkStart w:id="106" w:name="OLE_LINK129"/>
            <w:r w:rsidRPr="00C17FEA">
              <w:rPr>
                <w:rFonts w:cs="Arial"/>
                <w:i/>
                <w:iCs/>
              </w:rPr>
              <w:t>Δtsa1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tsa3</w:t>
            </w:r>
            <w:bookmarkEnd w:id="105"/>
            <w:bookmarkEnd w:id="106"/>
            <w:r w:rsidRPr="00C17FEA">
              <w:rPr>
                <w:rFonts w:cs="Arial"/>
                <w:i/>
                <w:iCs/>
              </w:rPr>
              <w:t>, Δtsa1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tsa4, Δtsa1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usv101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0F4AF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7A0DD" w14:textId="1D6B52A3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fzc46,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mln1,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mcm1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2F61B" w14:textId="394DEA04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clc1,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tif3, Δtsa3, Δtsa3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tsa4, Δtsa4,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vts1</w:t>
            </w:r>
          </w:p>
        </w:tc>
      </w:tr>
      <w:tr w:rsidR="00B62495" w:rsidRPr="00C17FEA" w14:paraId="70205B2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E86856" w14:textId="7D177B22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t>39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F77C76" w14:textId="08DBC5D6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cap59,</w:t>
            </w:r>
            <w:r w:rsidRPr="00C17FEA">
              <w:rPr>
                <w:rFonts w:cs="Arial"/>
                <w:i/>
                <w:iCs/>
                <w:lang w:val="el-GR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mga2,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ppg1,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ste20α,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>ura5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EB72C" w14:textId="7241473B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ktr3,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uxs1,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vts1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5F9F0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235D7" w14:textId="4D568DE1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pbp1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86827" w14:textId="0C8DDCDD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clc1,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mnn2,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pak1,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pmt4,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rom2,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ssn8,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tif3</w:t>
            </w:r>
          </w:p>
        </w:tc>
      </w:tr>
      <w:tr w:rsidR="00B62495" w:rsidRPr="00C17FEA" w14:paraId="688093F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6BA78C" w14:textId="395EC1E2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t>40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0769E5" w14:textId="0340CC6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chs3, Chs6,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Δras1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64D55" w14:textId="708CD97A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 xml:space="preserve">Δcac1,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chs8, 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1993C" w14:textId="3A658390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gat1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06718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FC476" w14:textId="63750C31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</w:tr>
      <w:tr w:rsidR="00B62495" w:rsidRPr="00C17FEA" w14:paraId="06B0923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3276F9" w14:textId="1C61AEB0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t>42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0B2872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B45CC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19FA4" w14:textId="6A774537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met3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62C13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5920C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72C07F5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08825D" w14:textId="7CA7406B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t>45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7E2437" w14:textId="375F4939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snf1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04AB1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E33C2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44994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7A422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5F36525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10B9BC" w14:textId="5D88EF64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0.1 M KCl at pH 8.5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24087" w14:textId="6954A771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27613" w14:textId="6FA88B44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89AA3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109B3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DF17F" w14:textId="2FF39B2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</w:tr>
      <w:tr w:rsidR="00B62495" w:rsidRPr="00C17FEA" w14:paraId="4BD477F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88CF2D" w14:textId="2F93ECED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1.5 M KCl at pH 4.5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80E915" w14:textId="58F51E0E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07" w:name="OLE_LINK279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  <w:bookmarkEnd w:id="107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AAE83" w14:textId="4E8EF6BF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58FEF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FB472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A2D30" w14:textId="5D9CDA4C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</w:p>
        </w:tc>
      </w:tr>
      <w:tr w:rsidR="00B62495" w:rsidRPr="00C17FEA" w14:paraId="4B7C569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27751" w14:textId="656F7870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 M KCl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82BC0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34FF9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FDA85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F2311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11B97" w14:textId="006C50EF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</w:tr>
      <w:tr w:rsidR="00B62495" w:rsidRPr="00C17FEA" w14:paraId="52E9926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0C0D06" w14:textId="5669980C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  <w:lang w:val="es-ES"/>
              </w:rPr>
            </w:pPr>
            <w:r w:rsidRPr="00C17FEA">
              <w:rPr>
                <w:rFonts w:cs="Arial"/>
                <w:iCs/>
                <w:lang w:val="es-ES"/>
              </w:rPr>
              <w:t xml:space="preserve">0.5 M KCl + 0.1 </w:t>
            </w:r>
            <w:r w:rsidRPr="00C17FEA">
              <w:rPr>
                <w:rFonts w:cs="Arial"/>
                <w:iCs/>
              </w:rPr>
              <w:t>μ</w:t>
            </w:r>
            <w:r w:rsidRPr="00C17FEA">
              <w:rPr>
                <w:rFonts w:cs="Arial"/>
                <w:iCs/>
                <w:lang w:val="es-ES"/>
              </w:rPr>
              <w:t>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5C5F66" w14:textId="2BFAD92E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472B7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1CC31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35B6D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74688" w14:textId="516A9054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</w:tr>
      <w:tr w:rsidR="00B62495" w:rsidRPr="00C17FEA" w14:paraId="6D54BE7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287B08" w14:textId="002FBF76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 M KCl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0494B6" w14:textId="42D0B648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9C36F" w14:textId="5BEDCCA3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bookmarkStart w:id="108" w:name="OLE_LINK133"/>
            <w:bookmarkStart w:id="109" w:name="OLE_LINK195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  <w:bookmarkEnd w:id="108"/>
            <w:bookmarkEnd w:id="109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pgi1,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B77CD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FE4B0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51F75" w14:textId="4CD06154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10" w:name="OLE_LINK78"/>
            <w:bookmarkStart w:id="111" w:name="OLE_LINK132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ada2,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bookmarkStart w:id="112" w:name="OLE_LINK214"/>
            <w:bookmarkStart w:id="113" w:name="OLE_LINK215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</w:t>
            </w:r>
            <w:bookmarkEnd w:id="112"/>
            <w:bookmarkEnd w:id="113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bookmarkEnd w:id="110"/>
            <w:bookmarkEnd w:id="111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</w:tr>
      <w:tr w:rsidR="00B62495" w:rsidRPr="00C17FEA" w14:paraId="572053E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D171C6" w14:textId="7132C4BB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1.35 – 1.5 M KCl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067733" w14:textId="43B22562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 xml:space="preserve">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ena1Δnha1,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*Δ</w:t>
            </w:r>
            <w:r w:rsidRPr="00C17FEA">
              <w:rPr>
                <w:rFonts w:cs="Arial"/>
                <w:i/>
                <w:iCs/>
              </w:rPr>
              <w:t>hob1,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aca1Δras1,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cac1Δras1,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Δras1,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790D5" w14:textId="2450E65D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ada2,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hob1, Δhog1Δypd1,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pka1Δpka2,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C02CA" w14:textId="4EA23562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sch9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3B6D4" w14:textId="3FE6C1E6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gpa1,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9CCBD" w14:textId="12A97178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Δatf1, Δcac1,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Δena1,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gcn5,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gre2,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ras2, Δskn7,</w:t>
            </w:r>
            <w:r w:rsidRPr="00C17FEA">
              <w:rPr>
                <w:rFonts w:cs="Arial"/>
                <w:i/>
                <w:iCs/>
                <w:lang w:val="en-ZA"/>
              </w:rPr>
              <w:t xml:space="preserve">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ste11,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tco7,</w:t>
            </w:r>
            <w:r w:rsidRPr="00C17FEA">
              <w:rPr>
                <w:rFonts w:cs="Arial"/>
                <w:i/>
                <w:iCs/>
                <w:lang w:val="en-ZA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ubc6-2,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ubc8,</w:t>
            </w:r>
            <w:r w:rsidRPr="00C17FEA">
              <w:rPr>
                <w:rFonts w:cs="Arial"/>
                <w:i/>
                <w:iCs/>
              </w:rPr>
              <w:t xml:space="preserve"> Δ</w:t>
            </w:r>
            <w:r w:rsidRPr="00C17FEA">
              <w:rPr>
                <w:rFonts w:cs="Arial"/>
                <w:i/>
                <w:iCs/>
                <w:lang w:val="en-ZA"/>
              </w:rPr>
              <w:t>yor1</w:t>
            </w:r>
          </w:p>
        </w:tc>
      </w:tr>
      <w:tr w:rsidR="00B62495" w:rsidRPr="00C17FEA" w14:paraId="4AA5F85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8D960E" w14:textId="0972C511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YP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C26829" w14:textId="12FEC0B2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vertAlign w:val="superscript"/>
              </w:rPr>
              <w:t>±1/1.5M KCl/1M NaCl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vertAlign w:val="superscript"/>
              </w:rPr>
              <w:t>&gt;1M KCl/≥1M NaCl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pbs2</w:t>
            </w:r>
            <w:r w:rsidRPr="00C17FEA">
              <w:rPr>
                <w:rFonts w:cs="Arial"/>
                <w:i/>
                <w:iCs/>
                <w:vertAlign w:val="superscript"/>
              </w:rPr>
              <w:t>&gt;1M KCl/≥1M NaCl</w:t>
            </w:r>
            <w:r w:rsidRPr="00C17FEA">
              <w:rPr>
                <w:rFonts w:cs="Arial"/>
                <w:i/>
                <w:iCs/>
              </w:rPr>
              <w:t>,</w:t>
            </w:r>
            <w:bookmarkStart w:id="114" w:name="OLE_LINK376"/>
            <w:r w:rsidRPr="00C17FEA">
              <w:rPr>
                <w:rFonts w:cs="Arial"/>
                <w:i/>
                <w:iCs/>
                <w:vertAlign w:val="superscript"/>
              </w:rPr>
              <w:t xml:space="preserve"> </w:t>
            </w:r>
            <w:bookmarkEnd w:id="114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sch9</w:t>
            </w:r>
            <w:r w:rsidRPr="00C17FEA">
              <w:rPr>
                <w:rFonts w:cs="Arial"/>
                <w:i/>
                <w:iCs/>
                <w:vertAlign w:val="superscript"/>
              </w:rPr>
              <w:t>1M NaCl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skn7</w:t>
            </w:r>
            <w:r w:rsidRPr="00C17FEA">
              <w:rPr>
                <w:rFonts w:cs="Arial"/>
                <w:i/>
                <w:iCs/>
                <w:vertAlign w:val="superscript"/>
              </w:rPr>
              <w:t>≥1M NaCl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2B4E7" w14:textId="523323E3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pdr5</w:t>
            </w:r>
            <w:r w:rsidRPr="00C17FEA">
              <w:rPr>
                <w:rFonts w:cs="Arial"/>
                <w:i/>
                <w:iCs/>
                <w:vertAlign w:val="superscript"/>
              </w:rPr>
              <w:t>1.5M KCl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ssk1</w:t>
            </w:r>
            <w:r w:rsidRPr="00C17FEA">
              <w:rPr>
                <w:rFonts w:cs="Arial"/>
                <w:i/>
                <w:iCs/>
                <w:vertAlign w:val="superscript"/>
              </w:rPr>
              <w:t>1.5M KCl/&gt;1M NaCl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yor1</w:t>
            </w:r>
            <w:r w:rsidRPr="00C17FEA">
              <w:rPr>
                <w:rFonts w:cs="Arial"/>
                <w:i/>
                <w:iCs/>
                <w:vertAlign w:val="superscript"/>
              </w:rPr>
              <w:t>1M NaCl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2CABF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8F081" w14:textId="0EF49049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sch9</w:t>
            </w:r>
            <w:r w:rsidRPr="00C17FEA">
              <w:rPr>
                <w:rFonts w:cs="Arial"/>
                <w:i/>
                <w:iCs/>
                <w:vertAlign w:val="superscript"/>
              </w:rPr>
              <w:t>1M KCl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F6D04" w14:textId="57500BAC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pdr5</w:t>
            </w:r>
            <w:r w:rsidRPr="00C17FEA">
              <w:rPr>
                <w:rFonts w:cs="Arial"/>
                <w:i/>
                <w:iCs/>
                <w:vertAlign w:val="superscript"/>
              </w:rPr>
              <w:t>±1M NaCl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pdr5-2</w:t>
            </w:r>
            <w:bookmarkStart w:id="115" w:name="OLE_LINK375"/>
            <w:bookmarkStart w:id="116" w:name="OLE_LINK342"/>
            <w:r w:rsidRPr="00C17FEA">
              <w:rPr>
                <w:rFonts w:cs="Arial"/>
                <w:i/>
                <w:iCs/>
                <w:vertAlign w:val="superscript"/>
              </w:rPr>
              <w:t>±</w:t>
            </w:r>
            <w:bookmarkEnd w:id="115"/>
            <w:r w:rsidRPr="00C17FEA">
              <w:rPr>
                <w:rFonts w:cs="Arial"/>
                <w:i/>
                <w:iCs/>
                <w:vertAlign w:val="superscript"/>
              </w:rPr>
              <w:t>1.5M KCl/1M NaCl</w:t>
            </w:r>
            <w:bookmarkEnd w:id="116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pdr5-3</w:t>
            </w:r>
            <w:r w:rsidRPr="00C17FEA">
              <w:rPr>
                <w:rFonts w:cs="Arial"/>
                <w:i/>
                <w:iCs/>
                <w:vertAlign w:val="superscript"/>
              </w:rPr>
              <w:t>±1.5M KCl/1M NaCl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sch9,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ssk1</w:t>
            </w:r>
            <w:r w:rsidRPr="00C17FEA">
              <w:rPr>
                <w:rFonts w:cs="Arial"/>
                <w:i/>
                <w:iCs/>
                <w:vertAlign w:val="superscript"/>
              </w:rPr>
              <w:t>±1M KCl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skn7</w:t>
            </w:r>
            <w:r w:rsidRPr="00C17FEA">
              <w:rPr>
                <w:rFonts w:cs="Arial"/>
                <w:i/>
                <w:iCs/>
                <w:vertAlign w:val="superscript"/>
              </w:rPr>
              <w:t>±1/1.5M KCl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ssk1</w:t>
            </w:r>
            <w:r w:rsidRPr="00C17FEA">
              <w:rPr>
                <w:rFonts w:cs="Arial"/>
                <w:i/>
                <w:iCs/>
                <w:vertAlign w:val="superscript"/>
              </w:rPr>
              <w:t>1m KCl/NaCl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ubc6-2</w:t>
            </w:r>
            <w:r w:rsidRPr="00C17FEA">
              <w:rPr>
                <w:rFonts w:cs="Arial"/>
                <w:i/>
                <w:iCs/>
                <w:vertAlign w:val="superscript"/>
              </w:rPr>
              <w:t>±1.5M KCl/1M NaCl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ubc8</w:t>
            </w:r>
            <w:r w:rsidRPr="00C17FEA">
              <w:rPr>
                <w:rFonts w:cs="Arial"/>
                <w:i/>
                <w:iCs/>
                <w:vertAlign w:val="superscript"/>
              </w:rPr>
              <w:t>±1.5M KCl/1M NaCl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yor1</w:t>
            </w:r>
            <w:r w:rsidRPr="00C17FEA">
              <w:rPr>
                <w:rFonts w:cs="Arial"/>
                <w:i/>
                <w:iCs/>
                <w:vertAlign w:val="superscript"/>
              </w:rPr>
              <w:t>±1.5M KCl</w:t>
            </w:r>
          </w:p>
        </w:tc>
      </w:tr>
      <w:tr w:rsidR="00B62495" w:rsidRPr="00C32072" w14:paraId="5914328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0A703" w14:textId="34DCA671" w:rsidR="00771C8F" w:rsidRPr="00C32072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32072">
              <w:rPr>
                <w:rFonts w:cs="Arial"/>
                <w:iCs/>
              </w:rPr>
              <w:t>YPD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640160" w14:textId="4B02A439" w:rsidR="00771C8F" w:rsidRPr="00C32072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cdc24</w:t>
            </w:r>
            <w:r w:rsidRPr="00C32072">
              <w:rPr>
                <w:rFonts w:cs="Arial"/>
                <w:i/>
                <w:iCs/>
                <w:vertAlign w:val="superscript"/>
              </w:rPr>
              <w:t>1%O</w:t>
            </w:r>
            <w:r w:rsidR="003E02C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+5%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3E02C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>,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cdc24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ptp3</w:t>
            </w:r>
            <w:r w:rsidRPr="00C32072">
              <w:rPr>
                <w:rFonts w:cs="Arial"/>
                <w:i/>
                <w:iCs/>
                <w:vertAlign w:val="superscript"/>
              </w:rPr>
              <w:t>6%O</w:t>
            </w:r>
            <w:r w:rsidR="003E02C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cdc24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ras1</w:t>
            </w:r>
            <w:r w:rsidRPr="00C32072">
              <w:rPr>
                <w:rFonts w:cs="Arial"/>
                <w:i/>
                <w:iCs/>
                <w:vertAlign w:val="superscript"/>
              </w:rPr>
              <w:t>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CO2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dnj1</w:t>
            </w:r>
            <w:r w:rsidRPr="00C32072">
              <w:rPr>
                <w:rFonts w:cs="Arial"/>
                <w:i/>
                <w:iCs/>
                <w:vertAlign w:val="superscript"/>
              </w:rPr>
              <w:t>39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32072">
              <w:rPr>
                <w:rFonts w:cs="Arial"/>
                <w:i/>
                <w:iCs/>
              </w:rPr>
              <w:t>, (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cdc24,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cdc42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cdc420,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cna1</w:t>
            </w:r>
            <w:r w:rsidRPr="00C32072">
              <w:rPr>
                <w:rFonts w:cs="Arial"/>
                <w:i/>
                <w:iCs/>
                <w:vertAlign w:val="superscript"/>
              </w:rPr>
              <w:t>40μg/mL BF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Α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or 0.5 mg/mL MNS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150/300μM CCM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300μM CCM+10μM Heme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750μM Ferrozine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75μg/mL Rotenone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8μg/mL Phleomycin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10mM SHAM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50μM DPI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10mM KCN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0.5mg/mL MNS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400 J/m</w:t>
            </w:r>
            <w:r w:rsidR="003E02C7" w:rsidRPr="00C32072">
              <w:rPr>
                <w:rFonts w:cs="Arial"/>
                <w:i/>
                <w:iCs/>
                <w:vertAlign w:val="superscript"/>
              </w:rPr>
              <w:t>²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UV</w:t>
            </w:r>
            <w:r w:rsidRPr="00C32072">
              <w:rPr>
                <w:rFonts w:cs="Arial"/>
                <w:i/>
                <w:iCs/>
              </w:rPr>
              <w:t>,</w:t>
            </w:r>
            <w:r w:rsidR="00C32072" w:rsidRPr="00C32072">
              <w:rPr>
                <w:rFonts w:cs="Arial"/>
                <w:i/>
                <w:iCs/>
              </w:rPr>
              <w:t xml:space="preserve"> </w:t>
            </w:r>
            <w:r w:rsidRPr="00C32072">
              <w:rPr>
                <w:rFonts w:cs="Arial"/>
                <w:i/>
                <w:iCs/>
              </w:rPr>
              <w:t xml:space="preserve"> </w:t>
            </w:r>
            <w:r w:rsidRPr="00C32072">
              <w:rPr>
                <w:rFonts w:cs="Arial"/>
                <w:i/>
                <w:iCs/>
                <w:lang w:val="x-none"/>
              </w:rPr>
              <w:lastRenderedPageBreak/>
              <w:t>Δgrx4Δcna1</w:t>
            </w:r>
            <w:r w:rsidRPr="00C32072">
              <w:rPr>
                <w:rFonts w:cs="Arial"/>
                <w:i/>
                <w:iCs/>
                <w:vertAlign w:val="superscript"/>
              </w:rPr>
              <w:t>40μg/mL BF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Α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or 0.5mg/mL MNS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="00C32072" w:rsidRPr="00C32072">
              <w:rPr>
                <w:rFonts w:cs="Arial"/>
                <w:i/>
                <w:iCs/>
                <w:lang w:val="x-none"/>
              </w:rPr>
              <w:t>Δ</w:t>
            </w:r>
            <w:r w:rsidR="00C32072" w:rsidRPr="00C32072">
              <w:rPr>
                <w:rFonts w:cs="Arial"/>
                <w:i/>
                <w:iCs/>
              </w:rPr>
              <w:t>plc1</w:t>
            </w:r>
            <w:r w:rsidR="00C32072" w:rsidRPr="00C32072">
              <w:rPr>
                <w:rFonts w:cs="Arial"/>
                <w:i/>
                <w:iCs/>
                <w:vertAlign w:val="superscript"/>
              </w:rPr>
              <w:t>1.0 μg/mL FCZ</w:t>
            </w:r>
            <w:r w:rsidR="00C32072"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ptp3,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ras1</w:t>
            </w:r>
            <w:r w:rsidRPr="00C32072">
              <w:rPr>
                <w:rFonts w:cs="Arial"/>
                <w:i/>
                <w:iCs/>
                <w:vertAlign w:val="superscript"/>
              </w:rPr>
              <w:t>1%O</w:t>
            </w:r>
            <w:r w:rsidR="00CD4C88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±8μg/m</w:t>
            </w:r>
            <w:r w:rsidR="00CD4C88" w:rsidRPr="00C32072">
              <w:rPr>
                <w:rFonts w:cs="Arial"/>
                <w:i/>
                <w:iCs/>
                <w:vertAlign w:val="superscript"/>
              </w:rPr>
              <w:t>L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FCZ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ras1</w:t>
            </w:r>
            <w:r w:rsidRPr="00C32072">
              <w:rPr>
                <w:rFonts w:cs="Arial"/>
                <w:i/>
                <w:iCs/>
                <w:vertAlign w:val="superscript"/>
              </w:rPr>
              <w:t>1%O</w:t>
            </w:r>
            <w:r w:rsidR="00CD4C88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+5%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CD4C88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566D6" w14:textId="723922B7" w:rsidR="00771C8F" w:rsidRPr="00C32072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32072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32072">
              <w:rPr>
                <w:rFonts w:cs="Arial"/>
                <w:i/>
                <w:iCs/>
              </w:rPr>
              <w:t>cdc42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cdc420</w:t>
            </w:r>
            <w:r w:rsidRPr="00C32072">
              <w:rPr>
                <w:rFonts w:cs="Arial"/>
                <w:i/>
                <w:iCs/>
                <w:vertAlign w:val="superscript"/>
              </w:rPr>
              <w:t>1%O</w:t>
            </w:r>
            <w:r w:rsidR="003E02C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+5%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3E02C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>, (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cdc24,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ras1,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ras1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cdc24)</w:t>
            </w:r>
            <w:r w:rsidRPr="00C32072">
              <w:rPr>
                <w:rFonts w:cs="Arial"/>
                <w:i/>
                <w:iCs/>
                <w:vertAlign w:val="superscript"/>
              </w:rPr>
              <w:t>5%O</w:t>
            </w:r>
            <w:r w:rsidR="00C609B0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+5%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C609B0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5-45mM EGTA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300μM CCM+150μM Heme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75μM Ferrozine+200μM FeEDTA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750μM Ferrozine+500μM FeEDTA</w:t>
            </w:r>
            <w:r w:rsidRPr="00C32072">
              <w:rPr>
                <w:rFonts w:cs="Arial"/>
                <w:i/>
                <w:iCs/>
              </w:rPr>
              <w:t>,</w:t>
            </w:r>
            <w:r w:rsidR="00CD4C88" w:rsidRPr="00C32072">
              <w:rPr>
                <w:rFonts w:cs="Arial"/>
                <w:i/>
                <w:iCs/>
              </w:rPr>
              <w:t xml:space="preserve">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600μM</w:t>
            </w:r>
            <w:r w:rsidRPr="00C32072">
              <w:rPr>
                <w:rFonts w:cs="Arial"/>
                <w:i/>
                <w:iCs/>
              </w:rPr>
              <w:t xml:space="preserve"> </w:t>
            </w:r>
            <w:r w:rsidRPr="00C32072">
              <w:rPr>
                <w:rFonts w:cs="Arial"/>
                <w:i/>
                <w:iCs/>
                <w:vertAlign w:val="superscript"/>
              </w:rPr>
              <w:t>CoCl</w:t>
            </w:r>
            <w:r w:rsidR="00C609B0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2mM Malonate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5μg/mL CDNB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50μM Plumbagin</w:t>
            </w:r>
            <w:r w:rsidRPr="00C32072">
              <w:rPr>
                <w:rFonts w:cs="Arial"/>
                <w:i/>
                <w:iCs/>
              </w:rPr>
              <w:t>,</w:t>
            </w:r>
            <w:r w:rsidR="00CD4C88" w:rsidRPr="00C32072">
              <w:rPr>
                <w:rFonts w:cs="Arial"/>
                <w:i/>
                <w:iCs/>
              </w:rPr>
              <w:t xml:space="preserve">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500μM Paraquat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40μg/mL BF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Α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or 100 μM NEM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bookmarkStart w:id="117" w:name="OLE_LINK181"/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rad17</w:t>
            </w:r>
            <w:r w:rsidRPr="00C32072">
              <w:rPr>
                <w:rFonts w:cs="Arial"/>
                <w:i/>
                <w:iCs/>
                <w:vertAlign w:val="superscript"/>
              </w:rPr>
              <w:t>180 J/m</w:t>
            </w:r>
            <w:r w:rsidR="00CD4C88" w:rsidRPr="00C32072">
              <w:rPr>
                <w:rFonts w:cs="Arial"/>
                <w:i/>
                <w:iCs/>
                <w:vertAlign w:val="superscript"/>
              </w:rPr>
              <w:t>²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UV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bookmarkEnd w:id="117"/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ste20</w:t>
            </w:r>
            <w:r w:rsidRPr="00C32072">
              <w:rPr>
                <w:rFonts w:cs="Arial"/>
                <w:i/>
                <w:iCs/>
                <w:vertAlign w:val="superscript"/>
              </w:rPr>
              <w:t>1%O</w:t>
            </w:r>
            <w:r w:rsidR="00CD4C88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+5%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CD4C88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70AF7" w14:textId="77777777" w:rsidR="00771C8F" w:rsidRPr="00C32072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C7CCC" w14:textId="77777777" w:rsidR="00771C8F" w:rsidRPr="00C32072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C7A7F" w14:textId="39E2104D" w:rsidR="00771C8F" w:rsidRPr="00C32072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32072">
              <w:rPr>
                <w:rFonts w:cs="Arial"/>
                <w:i/>
                <w:iCs/>
              </w:rPr>
              <w:t>(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aca1,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cac1,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cdc24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hog1,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gpa1,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hog1,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hrd1,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pbs2,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pka1,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ptp3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hog1,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tco1,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tco2,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tco1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tco2,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ras1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hog1,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ssk1,</w:t>
            </w:r>
            <w:r w:rsidRPr="00C32072">
              <w:rPr>
                <w:rFonts w:cs="Arial"/>
                <w:i/>
                <w:iCs/>
                <w:lang w:val="x-none"/>
              </w:rPr>
              <w:t xml:space="preserve"> Δ</w:t>
            </w:r>
            <w:r w:rsidRPr="00C32072">
              <w:rPr>
                <w:rFonts w:cs="Arial"/>
                <w:i/>
                <w:iCs/>
              </w:rPr>
              <w:t xml:space="preserve">skn7,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ypd1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hog1)</w:t>
            </w:r>
            <w:r w:rsidRPr="00C32072">
              <w:rPr>
                <w:rFonts w:cs="Arial"/>
                <w:i/>
                <w:iCs/>
                <w:vertAlign w:val="superscript"/>
              </w:rPr>
              <w:t>20%O</w:t>
            </w:r>
            <w:r w:rsidR="00C609B0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</w:t>
            </w:r>
            <w:r w:rsidR="00630499" w:rsidRPr="00C32072">
              <w:rPr>
                <w:rFonts w:cs="Arial"/>
                <w:i/>
                <w:iCs/>
                <w:vertAlign w:val="superscript"/>
              </w:rPr>
              <w:t>/</w:t>
            </w:r>
            <w:r w:rsidRPr="00C32072">
              <w:rPr>
                <w:rFonts w:cs="Arial"/>
                <w:i/>
                <w:iCs/>
                <w:vertAlign w:val="superscript"/>
              </w:rPr>
              <w:t>1%O</w:t>
            </w:r>
            <w:r w:rsidR="00C609B0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>, Δcch1, (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cdc24,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cdc42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cdc420)</w:t>
            </w:r>
            <w:r w:rsidRPr="00C32072">
              <w:rPr>
                <w:rFonts w:cs="Arial"/>
                <w:i/>
                <w:iCs/>
                <w:vertAlign w:val="superscript"/>
              </w:rPr>
              <w:t>20%O</w:t>
            </w:r>
            <w:r w:rsidR="0033096B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±5%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33096B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>, (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cdc42,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cdc420)</w:t>
            </w:r>
            <w:r w:rsidRPr="00C32072">
              <w:rPr>
                <w:rFonts w:cs="Arial"/>
                <w:i/>
                <w:iCs/>
                <w:vertAlign w:val="superscript"/>
              </w:rPr>
              <w:t>20%O</w:t>
            </w:r>
            <w:r w:rsidR="00C609B0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±5%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C609B0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or 1%O</w:t>
            </w:r>
            <w:r w:rsidR="00C609B0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+5%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9F32E2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>, (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cdc24,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ptp3,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ras1,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ras1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cdc24)</w:t>
            </w:r>
            <w:r w:rsidRPr="00C32072">
              <w:rPr>
                <w:rFonts w:cs="Arial"/>
                <w:i/>
                <w:iCs/>
                <w:vertAlign w:val="superscript"/>
              </w:rPr>
              <w:t>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10D7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>, (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cdc24,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ptp3)</w:t>
            </w:r>
            <w:r w:rsidRPr="00C32072">
              <w:rPr>
                <w:rFonts w:cs="Arial"/>
                <w:i/>
                <w:iCs/>
                <w:vertAlign w:val="superscript"/>
              </w:rPr>
              <w:t>6-20%O</w:t>
            </w:r>
            <w:r w:rsidR="0033096B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>, (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cdk8,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ssn801)</w:t>
            </w:r>
            <w:r w:rsidRPr="00C32072">
              <w:rPr>
                <w:rFonts w:cs="Arial"/>
                <w:i/>
                <w:iCs/>
                <w:vertAlign w:val="superscript"/>
              </w:rPr>
              <w:t>5%EtOH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="007B35F3" w:rsidRPr="00C32072">
              <w:rPr>
                <w:rFonts w:cs="Arial"/>
                <w:i/>
                <w:iCs/>
                <w:lang w:val="x-none"/>
              </w:rPr>
              <w:t>Δ</w:t>
            </w:r>
            <w:r w:rsidR="007B35F3" w:rsidRPr="00C32072">
              <w:rPr>
                <w:rFonts w:cs="Arial"/>
                <w:i/>
                <w:iCs/>
              </w:rPr>
              <w:t>crz1,</w:t>
            </w:r>
            <w:r w:rsidR="007B35F3" w:rsidRPr="00C32072">
              <w:rPr>
                <w:rFonts w:cs="Arial"/>
                <w:i/>
                <w:iCs/>
                <w:lang w:val="x-none"/>
              </w:rPr>
              <w:t xml:space="preserve">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dnj1</w:t>
            </w:r>
            <w:r w:rsidRPr="00C32072">
              <w:rPr>
                <w:rFonts w:cs="Arial"/>
                <w:i/>
                <w:iCs/>
                <w:vertAlign w:val="superscript"/>
              </w:rPr>
              <w:t>30/37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grx4,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crz1,</w:t>
            </w:r>
            <w:r w:rsidRPr="00C32072">
              <w:rPr>
                <w:rFonts w:cs="Arial"/>
                <w:i/>
                <w:iCs/>
                <w:lang w:val="x-none"/>
              </w:rPr>
              <w:t xml:space="preserve"> 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75μM Ferrozine</w:t>
            </w:r>
            <w:bookmarkStart w:id="118" w:name="OLE_LINK26"/>
            <w:r w:rsidRPr="00C32072">
              <w:rPr>
                <w:rFonts w:cs="Arial"/>
                <w:i/>
                <w:iCs/>
              </w:rPr>
              <w:t>, (</w:t>
            </w:r>
            <w:bookmarkEnd w:id="118"/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rac1,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rac2,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rac1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rac2)</w:t>
            </w:r>
            <w:r w:rsidRPr="00C32072">
              <w:rPr>
                <w:rFonts w:cs="Arial"/>
                <w:i/>
                <w:iCs/>
                <w:vertAlign w:val="superscript"/>
              </w:rPr>
              <w:t>20%O</w:t>
            </w:r>
            <w:r w:rsidR="00F10D7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±5%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10D7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or 1%O2+5%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10D7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bookmarkStart w:id="119" w:name="OLE_LINK379"/>
            <w:r w:rsidRPr="00C32072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32072">
              <w:rPr>
                <w:rFonts w:cs="Arial"/>
                <w:i/>
                <w:iCs/>
              </w:rPr>
              <w:t>ras1</w:t>
            </w:r>
            <w:r w:rsidRPr="00C32072">
              <w:rPr>
                <w:rFonts w:cs="Arial"/>
                <w:i/>
                <w:iCs/>
                <w:vertAlign w:val="superscript"/>
              </w:rPr>
              <w:t>20%O</w:t>
            </w:r>
            <w:r w:rsidR="00F10D7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±5%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10D7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bookmarkEnd w:id="119"/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ste20</w:t>
            </w:r>
            <w:r w:rsidRPr="00C32072">
              <w:rPr>
                <w:rFonts w:cs="Arial"/>
                <w:i/>
                <w:iCs/>
                <w:vertAlign w:val="superscript"/>
              </w:rPr>
              <w:t>20%O</w:t>
            </w:r>
            <w:r w:rsidR="00F10D7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±5%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10D7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="007B35F3" w:rsidRPr="00C32072">
              <w:rPr>
                <w:rFonts w:cs="Arial"/>
                <w:i/>
                <w:iCs/>
              </w:rPr>
              <w:t xml:space="preserve">, </w:t>
            </w:r>
            <w:r w:rsidR="007B35F3" w:rsidRPr="00C32072">
              <w:rPr>
                <w:rFonts w:cs="Arial"/>
                <w:i/>
                <w:iCs/>
                <w:lang w:val="x-none"/>
              </w:rPr>
              <w:t>Δ</w:t>
            </w:r>
            <w:r w:rsidR="007B35F3" w:rsidRPr="00C32072">
              <w:rPr>
                <w:rFonts w:cs="Arial"/>
                <w:i/>
                <w:iCs/>
              </w:rPr>
              <w:t>vps34</w:t>
            </w:r>
            <w:r w:rsidR="007B35F3" w:rsidRPr="00C32072">
              <w:rPr>
                <w:rFonts w:cs="Arial"/>
                <w:i/>
                <w:iCs/>
                <w:vertAlign w:val="superscript"/>
              </w:rPr>
              <w:t>750 μM BCS</w:t>
            </w:r>
          </w:p>
        </w:tc>
      </w:tr>
      <w:tr w:rsidR="00B62495" w:rsidRPr="00C17FEA" w14:paraId="755FDC7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BA701C" w14:textId="5E1CB283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0.1 M NaCl at pH 8.5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6BDC4F" w14:textId="0DF93CF6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20" w:name="OLE_LINK273"/>
            <w:bookmarkStart w:id="121" w:name="OLE_LINK274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  <w:bookmarkEnd w:id="120"/>
            <w:bookmarkEnd w:id="121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F7905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2A91B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E470E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89A30" w14:textId="2DA4560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</w:tr>
      <w:tr w:rsidR="00B62495" w:rsidRPr="00C17FEA" w14:paraId="57B8035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47D848" w14:textId="148507EA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1.5 M NaCl at pH 4.5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410D88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11045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9F643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96852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3CE8E" w14:textId="4E8D466B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</w:tr>
      <w:tr w:rsidR="00B62495" w:rsidRPr="00C17FEA" w14:paraId="70DA2F1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8036F" w14:textId="1CD3495F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 M NaCl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386BAD" w14:textId="70B27476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</w:t>
            </w:r>
            <w:r w:rsidRPr="00C17FEA">
              <w:rPr>
                <w:rFonts w:cs="Arial"/>
                <w:i/>
                <w:iCs/>
                <w:vertAlign w:val="superscript"/>
              </w:rPr>
              <w:t>22°C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Q64L</w:t>
            </w:r>
            <w:r w:rsidRPr="00C17FEA">
              <w:rPr>
                <w:rFonts w:cs="Arial"/>
                <w:i/>
                <w:iCs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7A816" w14:textId="092AC07E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81E78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5D090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EFE99" w14:textId="7A33CB8C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="00B372E8" w:rsidRPr="00C17FEA">
              <w:rPr>
                <w:rFonts w:cs="Arial"/>
                <w:i/>
                <w:iCs/>
                <w:lang w:val="x-none"/>
              </w:rPr>
              <w:t>Δ</w:t>
            </w:r>
            <w:r w:rsidR="00B372E8">
              <w:rPr>
                <w:rFonts w:cs="Arial"/>
                <w:i/>
                <w:iCs/>
              </w:rPr>
              <w:t>g</w:t>
            </w:r>
            <w:r w:rsidR="00B372E8" w:rsidRPr="00C17FEA">
              <w:rPr>
                <w:rFonts w:cs="Arial"/>
                <w:i/>
                <w:iCs/>
              </w:rPr>
              <w:t>pp2</w:t>
            </w:r>
            <w:r w:rsidR="00B372E8" w:rsidRPr="00B372E8">
              <w:rPr>
                <w:rFonts w:cs="Arial"/>
                <w:i/>
                <w:iCs/>
                <w:vertAlign w:val="superscript"/>
              </w:rPr>
              <w:t>Glycerol</w:t>
            </w:r>
            <w:r w:rsidR="00B372E8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G15V</w:t>
            </w:r>
            <w:r w:rsidRPr="00C17FEA">
              <w:rPr>
                <w:rFonts w:cs="Arial"/>
                <w:i/>
                <w:iCs/>
              </w:rPr>
              <w:t>,</w:t>
            </w:r>
          </w:p>
        </w:tc>
      </w:tr>
      <w:tr w:rsidR="00B62495" w:rsidRPr="00C17FEA" w14:paraId="6620927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9504A" w14:textId="2682DAFF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  <w:lang w:val="es-ES"/>
              </w:rPr>
            </w:pPr>
            <w:r w:rsidRPr="00C17FEA">
              <w:rPr>
                <w:rFonts w:cs="Arial"/>
                <w:iCs/>
                <w:lang w:val="es-ES"/>
              </w:rPr>
              <w:t xml:space="preserve">0.5 M NaCl + 0.05 </w:t>
            </w:r>
            <w:r w:rsidRPr="00C17FEA">
              <w:rPr>
                <w:rFonts w:cs="Arial"/>
                <w:iCs/>
              </w:rPr>
              <w:t>μ</w:t>
            </w:r>
            <w:r w:rsidRPr="00C17FEA">
              <w:rPr>
                <w:rFonts w:cs="Arial"/>
                <w:iCs/>
                <w:lang w:val="es-ES"/>
              </w:rPr>
              <w:t>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1A1AE0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5BDBE" w14:textId="0518228F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D0EF7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41DFB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EF097" w14:textId="09F28B1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pkp1</w:t>
            </w:r>
          </w:p>
        </w:tc>
      </w:tr>
      <w:tr w:rsidR="00B62495" w:rsidRPr="00C17FEA" w14:paraId="54A778F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83EDD8" w14:textId="38CE9B3E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  <w:lang w:val="es-ES"/>
              </w:rPr>
            </w:pPr>
            <w:r w:rsidRPr="00C17FEA">
              <w:rPr>
                <w:rFonts w:cs="Arial"/>
                <w:iCs/>
                <w:lang w:val="es-ES"/>
              </w:rPr>
              <w:t xml:space="preserve">0.5 M NaCl + 0.1 </w:t>
            </w:r>
            <w:r w:rsidRPr="00C17FEA">
              <w:rPr>
                <w:rFonts w:cs="Arial"/>
                <w:iCs/>
              </w:rPr>
              <w:t>μ</w:t>
            </w:r>
            <w:r w:rsidRPr="00C17FEA">
              <w:rPr>
                <w:rFonts w:cs="Arial"/>
                <w:iCs/>
                <w:lang w:val="es-ES"/>
              </w:rPr>
              <w:t>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485DBF" w14:textId="6926619A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13FFB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0409F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BF5B2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D70A7" w14:textId="007B471D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pkp1</w:t>
            </w:r>
          </w:p>
        </w:tc>
      </w:tr>
      <w:tr w:rsidR="00B62495" w:rsidRPr="00C17FEA" w14:paraId="15CFF76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0D0C38" w14:textId="1463C1CF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  <w:lang w:val="es-ES"/>
              </w:rPr>
            </w:pPr>
            <w:r w:rsidRPr="00C17FEA">
              <w:rPr>
                <w:rFonts w:cs="Arial"/>
                <w:iCs/>
                <w:lang w:val="es-ES"/>
              </w:rPr>
              <w:t xml:space="preserve">0.5 M NaCl + 0.2 </w:t>
            </w:r>
            <w:r w:rsidRPr="00C17FEA">
              <w:rPr>
                <w:rFonts w:cs="Arial"/>
                <w:iCs/>
              </w:rPr>
              <w:t>μ</w:t>
            </w:r>
            <w:r w:rsidRPr="00C17FEA">
              <w:rPr>
                <w:rFonts w:cs="Arial"/>
                <w:iCs/>
                <w:lang w:val="es-ES"/>
              </w:rPr>
              <w:t>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A79AA" w14:textId="520EE45C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A46E1" w14:textId="205B91AD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DE13B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676D1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8F65C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3B94889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ED7DB2" w14:textId="70CD2283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M NaCl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BECF5" w14:textId="08B1E6BE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22" w:name="OLE_LINK196"/>
            <w:bookmarkStart w:id="123" w:name="OLE_LINK213"/>
            <w:r w:rsidRPr="00C17FEA">
              <w:rPr>
                <w:rFonts w:cs="Arial"/>
                <w:i/>
                <w:iCs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bookmarkEnd w:id="122"/>
            <w:bookmarkEnd w:id="123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E3DEF" w14:textId="2BEDB0E9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vad1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AC5E0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60A3B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32379" w14:textId="59004CF0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Δcxd1, Δcxd2, Δcxd3,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Δhog1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ypd1, Δmay1, Δmpr1,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Δpep4, </w:t>
            </w:r>
            <w:bookmarkStart w:id="124" w:name="OLE_LINK228"/>
            <w:bookmarkStart w:id="125" w:name="OLE_LINK229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pka2,</w:t>
            </w:r>
            <w:bookmarkEnd w:id="124"/>
            <w:bookmarkEnd w:id="125"/>
            <w:r w:rsidR="00A62EBD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ptp1, Δprb1, Δprc1, Δscx1,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</w:tr>
      <w:tr w:rsidR="00B62495" w:rsidRPr="00C17FEA" w14:paraId="425FA5E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6806F" w14:textId="5877895E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1.25 M NaCl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09F68C" w14:textId="7CDDC625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412A1" w14:textId="630761F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B860D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27937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0FA50" w14:textId="2D46298E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</w:tr>
      <w:tr w:rsidR="00B62495" w:rsidRPr="00C17FEA" w14:paraId="71670C7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FB0C2D" w14:textId="77B50AD8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1.5 M NaCl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0ED1B9" w14:textId="776DEDA3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ada2,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crz1,</w:t>
            </w:r>
            <w:r w:rsidRPr="00C17FEA">
              <w:rPr>
                <w:rFonts w:cs="Arial"/>
                <w:bCs/>
                <w:i/>
                <w:iCs/>
              </w:rPr>
              <w:t xml:space="preserve"> Δhog1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pbs2,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sch9, Δskn7,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snf1, </w:t>
            </w:r>
            <w:r w:rsidRPr="00C17FEA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17FEA">
              <w:rPr>
                <w:rFonts w:cs="Arial"/>
                <w:i/>
                <w:iCs/>
              </w:rPr>
              <w:t>sod1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sod2, </w:t>
            </w:r>
            <w:bookmarkStart w:id="126" w:name="OLE_LINK116"/>
            <w:bookmarkStart w:id="127" w:name="OLE_LINK117"/>
            <w:r w:rsidRPr="00C17FEA">
              <w:rPr>
                <w:rFonts w:cs="Arial"/>
                <w:i/>
                <w:iCs/>
              </w:rPr>
              <w:t>Δssk1</w:t>
            </w:r>
            <w:bookmarkEnd w:id="126"/>
            <w:bookmarkEnd w:id="127"/>
            <w:r w:rsidRPr="00C17FEA">
              <w:rPr>
                <w:rFonts w:cs="Arial"/>
                <w:i/>
                <w:iCs/>
              </w:rPr>
              <w:t xml:space="preserve">, Δugd1,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vph1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0629A" w14:textId="4F427914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bookmarkStart w:id="128" w:name="OLE_LINK186"/>
            <w:r w:rsidRPr="00C17FEA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hap2,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sod2</w:t>
            </w:r>
            <w:bookmarkEnd w:id="128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370DC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D6344" w14:textId="442BDFA3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gpa1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5FC26" w14:textId="622F553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 xml:space="preserve"> Δatf1,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</w:rPr>
              <w:t xml:space="preserve">, Δcap59, Δcap60, Δcap64,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dnj1</w:t>
            </w:r>
            <w:r w:rsidRPr="00C17FEA">
              <w:rPr>
                <w:rFonts w:cs="Arial"/>
                <w:i/>
                <w:iCs/>
                <w:vertAlign w:val="superscript"/>
              </w:rPr>
              <w:t>30/37/39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hob1</w:t>
            </w:r>
            <w:r w:rsidRPr="00C17FEA">
              <w:rPr>
                <w:rFonts w:cs="Arial"/>
                <w:b/>
                <w:i/>
                <w:iCs/>
              </w:rPr>
              <w:t xml:space="preserve">, </w:t>
            </w:r>
            <w:bookmarkStart w:id="129" w:name="OLE_LINK313"/>
            <w:bookmarkStart w:id="130" w:name="OLE_LINK314"/>
            <w:r w:rsidRPr="00C17FEA">
              <w:rPr>
                <w:rFonts w:cs="Arial"/>
                <w:i/>
                <w:iCs/>
              </w:rPr>
              <w:t>Δhog1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ypd1</w:t>
            </w:r>
            <w:bookmarkEnd w:id="129"/>
            <w:bookmarkEnd w:id="130"/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b/>
                <w:i/>
                <w:iCs/>
              </w:rPr>
              <w:t xml:space="preserve">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hsp12,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hsp122,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hsp122,</w:t>
            </w:r>
            <w:r w:rsidRPr="00C17FEA">
              <w:rPr>
                <w:rFonts w:cs="Arial"/>
                <w:i/>
                <w:iCs/>
              </w:rPr>
              <w:t xml:space="preserve">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pdr5-3,</w:t>
            </w:r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plc2, Δqsp1,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ras2,</w:t>
            </w:r>
            <w:r w:rsidRPr="00C17FEA">
              <w:rPr>
                <w:rFonts w:cs="Arial"/>
                <w:i/>
                <w:iCs/>
                <w:lang w:val="en-ZA"/>
              </w:rPr>
              <w:t xml:space="preserve"> </w:t>
            </w:r>
            <w:bookmarkStart w:id="131" w:name="OLE_LINK231"/>
            <w:r w:rsidRPr="00C17FEA">
              <w:rPr>
                <w:rFonts w:cs="Arial"/>
                <w:i/>
                <w:iCs/>
                <w:lang w:val="en-ZA"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ste11,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bookmarkEnd w:id="131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tco4,</w:t>
            </w:r>
            <w:bookmarkStart w:id="132" w:name="OLE_LINK197"/>
            <w:bookmarkStart w:id="133" w:name="OLE_LINK198"/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tco7,</w:t>
            </w:r>
            <w:bookmarkEnd w:id="132"/>
            <w:bookmarkEnd w:id="133"/>
            <w:r w:rsidRPr="00C17FEA">
              <w:rPr>
                <w:rFonts w:cs="Arial"/>
                <w:i/>
                <w:iCs/>
              </w:rPr>
              <w:t xml:space="preserve"> Δuxs1,</w:t>
            </w:r>
            <w:r w:rsidRPr="00C17FEA">
              <w:rPr>
                <w:rFonts w:cs="Arial"/>
                <w:i/>
                <w:iCs/>
                <w:lang w:val="en-ZA"/>
              </w:rPr>
              <w:t xml:space="preserve">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yor1</w:t>
            </w:r>
          </w:p>
        </w:tc>
      </w:tr>
      <w:tr w:rsidR="00B62495" w:rsidRPr="00C17FEA" w14:paraId="132AF1D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77BD4F" w14:textId="4CE5197D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1.8 – 2.0 M NaCl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A653C5" w14:textId="0C0FA994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pgi1,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87EC3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3E2A4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AABAF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92706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6BEE613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5DBE7D" w14:textId="4FE94C16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25 – 50 mM LiCl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618DB1" w14:textId="4418C01C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cch1</w:t>
            </w:r>
            <w:r w:rsidRPr="00C17FEA">
              <w:rPr>
                <w:rFonts w:cs="Arial"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vertAlign w:val="superscript"/>
              </w:rPr>
              <w:t>7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56F54" w14:textId="048EBD0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cch1</w:t>
            </w:r>
            <w:r w:rsidRPr="00C17FEA">
              <w:rPr>
                <w:rFonts w:cs="Arial"/>
                <w:vertAlign w:val="superscript"/>
              </w:rPr>
              <w:t>25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CD3EA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A8F27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28829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01C5603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AAA299" w14:textId="72F67AA0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50 – 150 mM LiCl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C737D" w14:textId="74CB3818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vertAlign w:val="superscript"/>
              </w:rPr>
              <w:t>7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ova1</w:t>
            </w:r>
            <w:r w:rsidRPr="00C17FEA">
              <w:rPr>
                <w:rFonts w:cs="Arial"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vertAlign w:val="superscript"/>
              </w:rPr>
              <w:t>0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snf7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76D2F" w14:textId="3333E72E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bookmarkStart w:id="134" w:name="OLE_LINK265"/>
            <w:r w:rsidRPr="00C17FEA">
              <w:rPr>
                <w:rFonts w:cs="Arial"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vertAlign w:val="superscript"/>
              </w:rPr>
              <w:t>0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  <w:bookmarkEnd w:id="134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pkr1</w:t>
            </w:r>
            <w:r w:rsidRPr="00C17FEA">
              <w:rPr>
                <w:rFonts w:cs="Arial"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vertAlign w:val="superscript"/>
              </w:rPr>
              <w:t>7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477B1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0B669" w14:textId="6938B04B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2D6C1" w14:textId="3ED00C41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ova1</w:t>
            </w:r>
            <w:r w:rsidRPr="00C17FEA">
              <w:rPr>
                <w:rFonts w:cs="Arial"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vertAlign w:val="superscript"/>
              </w:rPr>
              <w:t>0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pkr1</w:t>
            </w:r>
            <w:r w:rsidRPr="00C17FEA">
              <w:rPr>
                <w:rFonts w:cs="Arial"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vertAlign w:val="superscript"/>
              </w:rPr>
              <w:t>0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</w:tr>
      <w:tr w:rsidR="00B62495" w:rsidRPr="00C17FEA" w14:paraId="5B500DB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78A576" w14:textId="4E72FFBD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0.2 – 0.4 M CaCl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707669" w14:textId="2CC9E59B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ncs1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B6C1E" w14:textId="587A2D05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F89CC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63B37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A7A3B" w14:textId="621DFE1E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tif3,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vts1</w:t>
            </w:r>
          </w:p>
        </w:tc>
      </w:tr>
      <w:tr w:rsidR="00B62495" w:rsidRPr="00C17FEA" w14:paraId="39BC4CC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5F076" w14:textId="33AAB4EB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 – 0.6 M CaCl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E6A959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B83EF" w14:textId="36EB640D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16868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F0592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576D4" w14:textId="7F6A27E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nah1</w:t>
            </w:r>
          </w:p>
        </w:tc>
      </w:tr>
      <w:tr w:rsidR="00B62495" w:rsidRPr="00AE6595" w14:paraId="713437F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1E57BE" w14:textId="2689B950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100 mM FeCl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  <w:r w:rsidRPr="00C17FEA">
              <w:rPr>
                <w:rFonts w:cs="Arial"/>
                <w:iCs/>
              </w:rPr>
              <w:t>/FeCl</w:t>
            </w:r>
            <w:r w:rsidRPr="00C17FEA">
              <w:rPr>
                <w:rFonts w:cs="Arial"/>
                <w:iCs/>
                <w:vertAlign w:val="subscript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8C7F4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B8A66" w14:textId="41CA333E" w:rsidR="00771C8F" w:rsidRPr="00A62EBD" w:rsidRDefault="00A62EBD" w:rsidP="00C17FEA">
            <w:pPr>
              <w:pStyle w:val="MDPI42tablebody"/>
              <w:jc w:val="left"/>
              <w:rPr>
                <w:rFonts w:cs="Arial"/>
                <w:i/>
                <w:iCs/>
                <w:lang w:val="fr-FR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A62EBD">
              <w:rPr>
                <w:rFonts w:cs="Arial"/>
                <w:i/>
                <w:iCs/>
                <w:lang w:val="fr-FR"/>
              </w:rPr>
              <w:t>rint1</w:t>
            </w:r>
            <w:r w:rsidRPr="00A62EBD">
              <w:rPr>
                <w:rFonts w:cs="Arial"/>
                <w:i/>
                <w:iCs/>
                <w:vertAlign w:val="superscript"/>
                <w:lang w:val="fr-FR"/>
              </w:rPr>
              <w:t>1mM Asc</w:t>
            </w:r>
            <w:r w:rsidRPr="00A62EBD">
              <w:rPr>
                <w:rFonts w:cs="Arial"/>
                <w:i/>
                <w:iCs/>
                <w:lang w:val="fr-FR"/>
              </w:rPr>
              <w:t>,</w:t>
            </w:r>
            <w:r w:rsidR="00771C8F" w:rsidRPr="00C17FEA">
              <w:rPr>
                <w:rFonts w:cs="Arial"/>
                <w:i/>
                <w:iCs/>
                <w:lang w:val="x-none"/>
              </w:rPr>
              <w:t>Δ</w:t>
            </w:r>
            <w:r w:rsidR="00771C8F" w:rsidRPr="00A62EBD">
              <w:rPr>
                <w:rFonts w:cs="Arial"/>
                <w:i/>
                <w:iCs/>
                <w:lang w:val="fr-FR"/>
              </w:rPr>
              <w:t>grx4</w:t>
            </w:r>
            <w:r w:rsidR="00771C8F" w:rsidRPr="00A62EBD">
              <w:rPr>
                <w:rFonts w:cs="Arial"/>
                <w:i/>
                <w:iCs/>
                <w:vertAlign w:val="superscript"/>
                <w:lang w:val="fr-FR"/>
              </w:rPr>
              <w:t>5/20/40mM FeCl</w:t>
            </w:r>
            <w:r w:rsidR="00771C8F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fr-F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92BB8" w14:textId="77777777" w:rsidR="00771C8F" w:rsidRPr="00A62EBD" w:rsidRDefault="00771C8F" w:rsidP="00C17FEA">
            <w:pPr>
              <w:pStyle w:val="MDPI42tablebody"/>
              <w:jc w:val="left"/>
              <w:rPr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F0251" w14:textId="77777777" w:rsidR="00771C8F" w:rsidRPr="00A62EBD" w:rsidRDefault="00771C8F" w:rsidP="00C17FEA">
            <w:pPr>
              <w:pStyle w:val="MDPI42tablebody"/>
              <w:jc w:val="left"/>
              <w:rPr>
                <w:lang w:val="fr-FR"/>
              </w:rPr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8BA6A" w14:textId="3A0FC836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784277">
              <w:rPr>
                <w:rFonts w:cs="Arial"/>
                <w:i/>
                <w:iCs/>
                <w:lang w:val="fr-FR"/>
              </w:rPr>
              <w:t>grx4</w:t>
            </w:r>
            <w:r w:rsidRPr="00784277">
              <w:rPr>
                <w:rFonts w:cs="Arial"/>
                <w:i/>
                <w:iCs/>
                <w:vertAlign w:val="superscript"/>
                <w:lang w:val="fr-FR"/>
              </w:rPr>
              <w:t>1mM FeCl</w:t>
            </w:r>
            <w:r w:rsidRPr="00784277">
              <w:rPr>
                <w:rFonts w:cs="Arial"/>
                <w:i/>
                <w:iCs/>
                <w:sz w:val="14"/>
                <w:szCs w:val="14"/>
                <w:vertAlign w:val="superscript"/>
                <w:lang w:val="fr-FR"/>
              </w:rPr>
              <w:t>3</w:t>
            </w:r>
            <w:r w:rsidRPr="00784277">
              <w:rPr>
                <w:rFonts w:cs="Arial"/>
                <w:i/>
                <w:iCs/>
                <w:lang w:val="fr-FR"/>
              </w:rPr>
              <w:t xml:space="preserve">, </w:t>
            </w:r>
            <w:r w:rsidRPr="00C17FEA">
              <w:rPr>
                <w:rFonts w:cs="Arial"/>
                <w:i/>
                <w:iCs/>
              </w:rPr>
              <w:t>Δ</w:t>
            </w:r>
            <w:r w:rsidRPr="00784277">
              <w:rPr>
                <w:rFonts w:cs="Arial"/>
                <w:i/>
                <w:iCs/>
                <w:lang w:val="fr-FR"/>
              </w:rPr>
              <w:t>qsp1</w:t>
            </w:r>
            <w:r w:rsidRPr="00784277">
              <w:rPr>
                <w:rFonts w:cs="Arial"/>
                <w:i/>
                <w:iCs/>
                <w:vertAlign w:val="superscript"/>
                <w:lang w:val="fr-FR"/>
              </w:rPr>
              <w:t>100mM FeCl</w:t>
            </w:r>
            <w:r w:rsidRPr="00784277">
              <w:rPr>
                <w:rFonts w:cs="Arial"/>
                <w:i/>
                <w:iCs/>
                <w:sz w:val="14"/>
                <w:szCs w:val="14"/>
                <w:vertAlign w:val="superscript"/>
                <w:lang w:val="fr-FR"/>
              </w:rPr>
              <w:t>2</w:t>
            </w:r>
            <w:r w:rsidRPr="00784277">
              <w:rPr>
                <w:rFonts w:cs="Arial"/>
                <w:i/>
                <w:iCs/>
                <w:lang w:val="fr-FR"/>
              </w:rPr>
              <w:t xml:space="preserve">, </w:t>
            </w:r>
            <w:r w:rsidRPr="00C17FEA">
              <w:rPr>
                <w:rFonts w:cs="Arial"/>
                <w:i/>
                <w:iCs/>
              </w:rPr>
              <w:t>Δ</w:t>
            </w:r>
            <w:r w:rsidRPr="00784277">
              <w:rPr>
                <w:rFonts w:cs="Arial"/>
                <w:i/>
                <w:iCs/>
                <w:lang w:val="fr-FR"/>
              </w:rPr>
              <w:t>opt1</w:t>
            </w:r>
            <w:r w:rsidRPr="00784277">
              <w:rPr>
                <w:rFonts w:cs="Arial"/>
                <w:i/>
                <w:iCs/>
                <w:vertAlign w:val="superscript"/>
                <w:lang w:val="fr-FR"/>
              </w:rPr>
              <w:t>100mM FeCl</w:t>
            </w:r>
            <w:r w:rsidRPr="00784277">
              <w:rPr>
                <w:rFonts w:cs="Arial"/>
                <w:i/>
                <w:iCs/>
                <w:sz w:val="14"/>
                <w:szCs w:val="14"/>
                <w:vertAlign w:val="superscript"/>
                <w:lang w:val="fr-FR"/>
              </w:rPr>
              <w:t>2</w:t>
            </w:r>
          </w:p>
        </w:tc>
      </w:tr>
      <w:tr w:rsidR="00B62495" w:rsidRPr="00C17FEA" w14:paraId="69EFBA9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60459D" w14:textId="1B2F6377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  <w:lang w:val="x-none"/>
              </w:rPr>
            </w:pPr>
            <w:r w:rsidRPr="00C17FEA">
              <w:rPr>
                <w:rFonts w:cs="Arial"/>
                <w:iCs/>
              </w:rPr>
              <w:t xml:space="preserve">1 μM </w:t>
            </w:r>
            <w:bookmarkStart w:id="135" w:name="OLE_LINK218"/>
            <w:bookmarkStart w:id="136" w:name="OLE_LINK219"/>
            <w:r w:rsidRPr="00C17FEA">
              <w:rPr>
                <w:rFonts w:cs="Arial"/>
                <w:iCs/>
              </w:rPr>
              <w:t>CuSO</w:t>
            </w:r>
            <w:r w:rsidRPr="00C17FEA">
              <w:rPr>
                <w:rFonts w:cs="Arial"/>
                <w:iCs/>
                <w:vertAlign w:val="subscript"/>
              </w:rPr>
              <w:t>4</w:t>
            </w:r>
            <w:bookmarkEnd w:id="135"/>
            <w:bookmarkEnd w:id="136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5B8D26" w14:textId="040787F4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15mM DDT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2C10D" w14:textId="2FF74634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30μM CdSO4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0.8% CR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0.8μg/mL AmpB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3.5mM H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O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4C5D2" w14:textId="3C4CF2F6" w:rsidR="00881596" w:rsidRPr="00C17FEA" w:rsidRDefault="0088159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0.3μg/mL TCM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14μg/mL FCZ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5E8AD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BF12A" w14:textId="61C8597B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25</w:t>
            </w:r>
            <w:r w:rsidRPr="00C17FEA">
              <w:rPr>
                <w:rFonts w:cs="Arial"/>
                <w:i/>
                <w:vertAlign w:val="superscript"/>
              </w:rPr>
              <w:t>/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30</w:t>
            </w:r>
            <w:r w:rsidRPr="00C17FEA">
              <w:rPr>
                <w:rFonts w:cs="Arial"/>
                <w:i/>
                <w:vertAlign w:val="superscript"/>
              </w:rPr>
              <w:t>/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</w:t>
            </w:r>
            <w:r w:rsidRPr="00C17FEA">
              <w:rPr>
                <w:rFonts w:cs="Arial"/>
                <w:i/>
                <w:vertAlign w:val="superscript"/>
              </w:rPr>
              <w:t>/39°C</w:t>
            </w:r>
            <w:r w:rsidRPr="00C17FEA">
              <w:rPr>
                <w:rFonts w:cs="Arial"/>
                <w:i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3mg/mL CFW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0.03% SDS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0.03% MMS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100mM HU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1M NaCl/KCl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1.5M NaCl/KCl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2M Sorbitol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300μg/mL 5-FC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1μg/mL FDX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0.8mM t-BOOH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2.5mM Diamide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0.02mM MND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(1–50μM CuSO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</w:rPr>
              <w:t>4</w:t>
            </w:r>
            <w:r w:rsidRPr="00C17FEA">
              <w:rPr>
                <w:rFonts w:cs="Arial"/>
                <w:i/>
                <w:iCs/>
                <w:vertAlign w:val="superscript"/>
              </w:rPr>
              <w:t>)</w:t>
            </w:r>
          </w:p>
        </w:tc>
      </w:tr>
      <w:tr w:rsidR="00B62495" w:rsidRPr="00C17FEA" w14:paraId="2FA5231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00F6A" w14:textId="204801C9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M Sorbitol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2C3AD0" w14:textId="1A044154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cdc3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cdc12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vertAlign w:val="superscript"/>
              </w:rPr>
              <w:t>0.65mg/mL Caffein</w:t>
            </w:r>
            <w:r w:rsidR="00A62EBD">
              <w:rPr>
                <w:rFonts w:cs="Arial"/>
                <w:i/>
                <w:vertAlign w:val="superscript"/>
              </w:rPr>
              <w:t>/</w:t>
            </w:r>
            <w:r w:rsidRPr="00C17FEA">
              <w:rPr>
                <w:rFonts w:cs="Arial"/>
                <w:i/>
                <w:vertAlign w:val="superscript"/>
              </w:rPr>
              <w:t>0.01% SDS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≥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0.01% SDS</w:t>
            </w:r>
            <w:r w:rsidR="00A62EBD">
              <w:rPr>
                <w:rFonts w:cs="Arial"/>
                <w:i/>
                <w:iCs/>
                <w:vertAlign w:val="superscript"/>
              </w:rPr>
              <w:t>/</w:t>
            </w:r>
            <w:r w:rsidRPr="00C17FEA">
              <w:rPr>
                <w:rFonts w:cs="Arial"/>
                <w:i/>
                <w:iCs/>
                <w:vertAlign w:val="superscript"/>
              </w:rPr>
              <w:t>0.5mg/mL Caffein</w:t>
            </w:r>
            <w:r w:rsidR="00A62EBD">
              <w:rPr>
                <w:rFonts w:cs="Arial"/>
                <w:i/>
                <w:iCs/>
                <w:vertAlign w:val="superscript"/>
              </w:rPr>
              <w:t>/</w:t>
            </w:r>
            <w:r w:rsidRPr="00C17FEA">
              <w:rPr>
                <w:rFonts w:cs="Arial"/>
                <w:i/>
                <w:iCs/>
                <w:vertAlign w:val="superscript"/>
              </w:rPr>
              <w:t>0.5% CR</w:t>
            </w:r>
            <w:r w:rsidR="00A62EBD">
              <w:rPr>
                <w:rFonts w:cs="Arial"/>
                <w:i/>
                <w:iCs/>
                <w:vertAlign w:val="superscript"/>
              </w:rPr>
              <w:t>/</w:t>
            </w:r>
            <w:r w:rsidRPr="00C17FEA">
              <w:rPr>
                <w:rFonts w:cs="Arial"/>
                <w:i/>
                <w:iCs/>
                <w:vertAlign w:val="superscript"/>
              </w:rPr>
              <w:t>1.5M NaCl at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 xml:space="preserve"> </w:t>
            </w:r>
            <w:r w:rsidRPr="00C17FEA">
              <w:rPr>
                <w:rFonts w:cs="Arial"/>
                <w:i/>
                <w:vertAlign w:val="superscript"/>
              </w:rPr>
              <w:t>30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ppg1,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9</w:t>
            </w:r>
            <w:bookmarkStart w:id="137" w:name="OLE_LINK292"/>
            <w:bookmarkStart w:id="138" w:name="OLE_LINK293"/>
            <w:r w:rsidRPr="00C17FEA">
              <w:rPr>
                <w:rFonts w:cs="Arial"/>
                <w:i/>
                <w:vertAlign w:val="superscript"/>
                <w:lang w:val="x-none"/>
              </w:rPr>
              <w:t>°</w:t>
            </w:r>
            <w:bookmarkEnd w:id="137"/>
            <w:bookmarkEnd w:id="138"/>
            <w:r w:rsidRPr="00C17FEA">
              <w:rPr>
                <w:rFonts w:cs="Arial"/>
                <w:i/>
                <w:vertAlign w:val="superscript"/>
                <w:lang w:val="x-none"/>
              </w:rPr>
              <w:t>C</w:t>
            </w:r>
            <w:r w:rsidRPr="00C17FEA">
              <w:rPr>
                <w:rFonts w:cs="Arial"/>
                <w:i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9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</w:t>
            </w:r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cap1)</w:t>
            </w:r>
            <w:r w:rsidRPr="00C17FEA">
              <w:rPr>
                <w:rFonts w:cs="Arial"/>
                <w:i/>
                <w:vertAlign w:val="superscript"/>
              </w:rPr>
              <w:t>37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°C±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1%O</w:t>
            </w:r>
            <w:r w:rsidRPr="00A62EBD">
              <w:rPr>
                <w:rFonts w:cs="Arial"/>
                <w:i/>
                <w:iCs/>
                <w:sz w:val="14"/>
                <w:szCs w:val="14"/>
                <w:vertAlign w:val="superscript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vertAlign w:val="superscript"/>
              </w:rPr>
              <w:t>,37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90738" w14:textId="0D4886E2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cdc11</w:t>
            </w:r>
            <w:bookmarkStart w:id="139" w:name="OLE_LINK305"/>
            <w:bookmarkStart w:id="140" w:name="OLE_LINK306"/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bookmarkEnd w:id="139"/>
            <w:bookmarkEnd w:id="140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25</w:t>
            </w:r>
            <w:r w:rsidRPr="00C17FEA">
              <w:rPr>
                <w:rFonts w:cs="Arial"/>
                <w:i/>
                <w:vertAlign w:val="superscript"/>
              </w:rPr>
              <w:t>/30/37/39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kre5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pgi1,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pik1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vertAlign w:val="superscript"/>
              </w:rPr>
              <w:t>30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="00A62EBD">
              <w:rPr>
                <w:rFonts w:cs="Arial"/>
                <w:i/>
                <w:vertAlign w:val="superscript"/>
              </w:rPr>
              <w:t>/</w:t>
            </w:r>
            <w:r w:rsidRPr="00C17FEA">
              <w:rPr>
                <w:rFonts w:cs="Arial"/>
                <w:i/>
                <w:vertAlign w:val="superscript"/>
              </w:rPr>
              <w:t xml:space="preserve">1.5mg/mL CFW at 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ppg1,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</w:rPr>
              <w:t xml:space="preserve">, </w:t>
            </w:r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vertAlign w:val="superscript"/>
              </w:rPr>
              <w:t>37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°C±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A62EBD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sac6,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20%O</w:t>
            </w:r>
            <w:r w:rsidR="00A62EBD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±5%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tps1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6B806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E9F5C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47CD1" w14:textId="5AFF3992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bck1,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sac6,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vertAlign w:val="superscript"/>
              </w:rPr>
              <w:t>28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sac6,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vertAlign w:val="superscript"/>
              </w:rPr>
              <w:t>37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sac6)</w:t>
            </w:r>
            <w:r w:rsidRPr="00C17FEA">
              <w:rPr>
                <w:rFonts w:cs="Arial"/>
                <w:i/>
                <w:iCs/>
                <w:vertAlign w:val="superscript"/>
              </w:rPr>
              <w:t>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A62EBD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vertAlign w:val="superscript"/>
              </w:rPr>
              <w:t>,37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cdc3</w:t>
            </w:r>
            <w:r w:rsidRPr="00C17FEA">
              <w:rPr>
                <w:rFonts w:cs="Arial"/>
                <w:i/>
                <w:vertAlign w:val="superscript"/>
              </w:rPr>
              <w:t>24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cdc10</w:t>
            </w:r>
            <w:r w:rsidRPr="00C17FEA">
              <w:rPr>
                <w:rFonts w:cs="Arial"/>
                <w:i/>
                <w:vertAlign w:val="superscript"/>
              </w:rPr>
              <w:t>24/3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cdc11</w:t>
            </w:r>
            <w:r w:rsidRPr="00C17FEA">
              <w:rPr>
                <w:rFonts w:cs="Arial"/>
                <w:i/>
                <w:vertAlign w:val="superscript"/>
              </w:rPr>
              <w:t>24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cdc12</w:t>
            </w:r>
            <w:r w:rsidRPr="00C17FEA">
              <w:rPr>
                <w:rFonts w:cs="Arial"/>
                <w:i/>
                <w:vertAlign w:val="superscript"/>
              </w:rPr>
              <w:t>24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cns5</w:t>
            </w:r>
            <w:r w:rsidRPr="00C17FEA">
              <w:rPr>
                <w:rFonts w:cs="Arial"/>
                <w:i/>
                <w:vertAlign w:val="superscript"/>
              </w:rPr>
              <w:t>24/3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Δcxd1, Δcxd2, Δcxd3,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dnj1</w:t>
            </w:r>
            <w:r w:rsidRPr="00C17FEA">
              <w:rPr>
                <w:rFonts w:cs="Arial"/>
                <w:i/>
                <w:iCs/>
                <w:vertAlign w:val="superscript"/>
              </w:rPr>
              <w:t>30/37/39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0/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0/3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7°C</w:t>
            </w:r>
            <w:r w:rsidRPr="00C17FEA">
              <w:rPr>
                <w:rFonts w:cs="Arial"/>
                <w:i/>
                <w:iCs/>
              </w:rPr>
              <w:t>, Δkre61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0/3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7°C</w:t>
            </w:r>
            <w:r w:rsidRPr="00C17FEA">
              <w:rPr>
                <w:rFonts w:cs="Arial"/>
                <w:i/>
                <w:iCs/>
              </w:rPr>
              <w:t>, Δkre62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0/3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7°C</w:t>
            </w:r>
            <w:r w:rsidRPr="00C17FEA">
              <w:rPr>
                <w:rFonts w:cs="Arial"/>
                <w:i/>
                <w:iCs/>
              </w:rPr>
              <w:t>, Δkre63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0/3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7°C</w:t>
            </w:r>
            <w:r w:rsidRPr="00C17FEA">
              <w:rPr>
                <w:rFonts w:cs="Arial"/>
                <w:i/>
                <w:iCs/>
              </w:rPr>
              <w:t>, Δkre64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0/3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7°C</w:t>
            </w:r>
            <w:r w:rsidRPr="00C17FEA">
              <w:rPr>
                <w:rFonts w:cs="Arial"/>
                <w:i/>
                <w:iCs/>
              </w:rPr>
              <w:t xml:space="preserve">, Δmay1,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Δmpr1,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nth1</w:t>
            </w:r>
            <w:bookmarkStart w:id="141" w:name="OLE_LINK307"/>
            <w:bookmarkStart w:id="142" w:name="OLE_LINK308"/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0/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bookmarkEnd w:id="141"/>
            <w:bookmarkEnd w:id="142"/>
            <w:r w:rsidRPr="00C17FEA">
              <w:rPr>
                <w:rFonts w:cs="Arial"/>
                <w:i/>
                <w:iCs/>
              </w:rPr>
              <w:t xml:space="preserve">, Δopt1, Δpep4, Δprb1, Δprc1,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Δqsp1,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</w:t>
            </w:r>
            <w:r w:rsidRPr="00C17FEA">
              <w:rPr>
                <w:rFonts w:cs="Arial"/>
                <w:i/>
                <w:vertAlign w:val="superscript"/>
              </w:rPr>
              <w:t>/39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 xml:space="preserve">rom2,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rub1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Δscx1,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0/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snf1,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tps1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tps2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0/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uge1,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ugt1</w:t>
            </w:r>
          </w:p>
        </w:tc>
      </w:tr>
      <w:tr w:rsidR="00B62495" w:rsidRPr="00C17FEA" w14:paraId="33D4ABC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6DA514" w14:textId="78DDFCA7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1.5 M Sorbitol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62B965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F3C52" w14:textId="77329890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Δhog1, Δssk1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9ED87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A48C8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6FA7F" w14:textId="6B13BCED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 xml:space="preserve">Δatf1, Δskn7,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pkr1</w:t>
            </w:r>
          </w:p>
        </w:tc>
      </w:tr>
      <w:tr w:rsidR="00B62495" w:rsidRPr="00C17FEA" w14:paraId="608CEAC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DC6552" w14:textId="6F43D099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1.8 M Sorbitol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27C424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C929D" w14:textId="17A66B34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vad1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15C7C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5FDE1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96BE4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3829AA0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E2B4F" w14:textId="666B79D6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2.0 M Sorbitol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10457F" w14:textId="442DFFAD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hob1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70423" w14:textId="5E6B6D75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ada2,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cap59,</w:t>
            </w:r>
            <w:r w:rsidR="00A62EBD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hob1,</w:t>
            </w:r>
            <w:r w:rsidR="00A62EBD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674E0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E9E21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50911" w14:textId="78F88B7C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</w:p>
        </w:tc>
      </w:tr>
      <w:tr w:rsidR="00B62495" w:rsidRPr="00C17FEA" w14:paraId="09E4055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E27C85" w14:textId="720C0AA8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2.5 M Sorbitol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CFA6FA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58231" w14:textId="5301BD8D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Δugd1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03C35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2B61D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14FEC" w14:textId="04D1A112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fbp1, Δcap10, Δcap59, Δcap60, Δcap64, Δuxs1</w:t>
            </w:r>
          </w:p>
        </w:tc>
      </w:tr>
      <w:tr w:rsidR="00B62495" w:rsidRPr="00C17FEA" w14:paraId="2E43BCF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61EE04" w14:textId="791CD0A7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2% Glycerol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F4C8C6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72C0D" w14:textId="617DA1CF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</w:t>
            </w:r>
            <w:r w:rsidRPr="00C17FEA">
              <w:rPr>
                <w:rFonts w:cs="Arial"/>
                <w:i/>
                <w:iCs/>
                <w:vertAlign w:val="superscript"/>
              </w:rPr>
              <w:t>22°C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1A19A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1513C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63ECB" w14:textId="2BB567E1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30°C</w:t>
            </w:r>
          </w:p>
        </w:tc>
      </w:tr>
      <w:tr w:rsidR="00B62495" w:rsidRPr="00C17FEA" w14:paraId="1A6F04D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447481" w14:textId="3DF757D5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pH 4.0 – 4.5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36716C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A201E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ED753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73602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FE709" w14:textId="54F16550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</w:tr>
      <w:tr w:rsidR="00B62495" w:rsidRPr="00C17FEA" w14:paraId="2569259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860B5" w14:textId="4BC88D39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pH 6.4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2F9BD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39669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E1050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4A28E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D0517" w14:textId="67DE9168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20mM Cys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</w:t>
            </w:r>
          </w:p>
        </w:tc>
      </w:tr>
      <w:tr w:rsidR="00B62495" w:rsidRPr="00C17FEA" w14:paraId="724599C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6DA7E5" w14:textId="6F4CA58B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pH 7.0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EDA3B" w14:textId="6A77B271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20mM Cys/37°C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6BB56" w14:textId="0D05771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bookmarkStart w:id="143" w:name="OLE_LINK296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20mM Cys/</w:t>
            </w:r>
            <w:bookmarkStart w:id="144" w:name="OLE_LINK381"/>
            <w:r w:rsidRPr="00C17FEA">
              <w:rPr>
                <w:rFonts w:cs="Arial"/>
                <w:i/>
                <w:iCs/>
                <w:vertAlign w:val="superscript"/>
              </w:rPr>
              <w:t>30</w:t>
            </w:r>
            <w:bookmarkStart w:id="145" w:name="OLE_LINK353"/>
            <w:bookmarkStart w:id="146" w:name="OLE_LINK354"/>
            <w:r w:rsidRPr="00C17FEA">
              <w:rPr>
                <w:rFonts w:cs="Arial"/>
                <w:i/>
                <w:iCs/>
                <w:vertAlign w:val="superscript"/>
              </w:rPr>
              <w:t>°</w:t>
            </w:r>
            <w:bookmarkEnd w:id="145"/>
            <w:bookmarkEnd w:id="146"/>
            <w:r w:rsidRPr="00C17FEA">
              <w:rPr>
                <w:rFonts w:cs="Arial"/>
                <w:i/>
                <w:iCs/>
                <w:vertAlign w:val="superscript"/>
              </w:rPr>
              <w:t>C</w:t>
            </w:r>
            <w:bookmarkEnd w:id="144"/>
            <w:r w:rsidRPr="00C17FEA">
              <w:rPr>
                <w:rFonts w:cs="Arial"/>
                <w:i/>
                <w:iCs/>
              </w:rPr>
              <w:t xml:space="preserve">, </w:t>
            </w:r>
            <w:bookmarkEnd w:id="143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vph1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DAB09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74C1C" w14:textId="25B65F42" w:rsidR="00881596" w:rsidRPr="00C17FEA" w:rsidRDefault="0088159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Δqsp1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FD831" w14:textId="60713FC4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gpp2, Δopt1,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vph1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30</w:t>
            </w:r>
            <w:r w:rsidRPr="00C17FEA">
              <w:rPr>
                <w:rFonts w:cs="Arial"/>
                <w:i/>
                <w:iCs/>
                <w:vertAlign w:val="superscript"/>
              </w:rPr>
              <w:t>°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</w:t>
            </w:r>
          </w:p>
        </w:tc>
      </w:tr>
      <w:tr w:rsidR="00B62495" w:rsidRPr="00C17FEA" w14:paraId="61AD009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F2D8C" w14:textId="73A82568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pH 7.4 – 7.5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32204" w14:textId="14AFF381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20mM Cys</w:t>
            </w:r>
            <w:r w:rsidRPr="00C17FEA">
              <w:rPr>
                <w:rFonts w:cs="Arial"/>
                <w:i/>
                <w:iCs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C91E1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50E79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923F7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5A161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1D4CC4A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79779D" w14:textId="3D1D64EB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pH 8.0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EE72AA" w14:textId="2BB56908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47" w:name="OLE_LINK110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bookmarkEnd w:id="147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1B92E" w14:textId="698B33B1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9CFE2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8F773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9FBC6" w14:textId="1C4AFAB3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</w:p>
        </w:tc>
      </w:tr>
      <w:tr w:rsidR="00B62495" w:rsidRPr="00C17FEA" w14:paraId="48A3C8F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EFFCB3" w14:textId="03806000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pH 8.5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E27B5" w14:textId="6EEF919A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cna1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62BEF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06038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80980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6671" w14:textId="77B1A439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bookmarkStart w:id="148" w:name="OLE_LINK271"/>
            <w:bookmarkStart w:id="149" w:name="OLE_LINK272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  <w:bookmarkEnd w:id="148"/>
            <w:bookmarkEnd w:id="149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</w:tr>
      <w:tr w:rsidR="00B62495" w:rsidRPr="00C17FEA" w14:paraId="61B364F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E626D1" w14:textId="74F61278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UV (250 J/m</w:t>
            </w:r>
            <w:r w:rsidRPr="00C17FEA">
              <w:rPr>
                <w:rFonts w:cs="Arial"/>
                <w:iCs/>
                <w:vertAlign w:val="superscript"/>
              </w:rPr>
              <w:t>2</w:t>
            </w:r>
            <w:r w:rsidRPr="00C17FEA">
              <w:rPr>
                <w:rFonts w:cs="Arial"/>
                <w:iCs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6C0229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B9765" w14:textId="1F2F77DD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ssk1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BAF85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95323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74D0A" w14:textId="7B160CE8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skn7,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ena1,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pdr5-3,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yor1,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ubc6-2,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ubc8</w:t>
            </w:r>
          </w:p>
        </w:tc>
      </w:tr>
      <w:tr w:rsidR="00B62495" w:rsidRPr="00C17FEA" w14:paraId="76E1CEE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B92057" w14:textId="17FA2641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UV (300 J/m</w:t>
            </w:r>
            <w:r w:rsidRPr="00C17FEA">
              <w:rPr>
                <w:rFonts w:cs="Arial"/>
                <w:iCs/>
                <w:vertAlign w:val="superscript"/>
              </w:rPr>
              <w:t>2</w:t>
            </w:r>
            <w:r w:rsidRPr="00C17FEA">
              <w:rPr>
                <w:rFonts w:cs="Arial"/>
                <w:iCs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A72AA" w14:textId="729A5CC2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ssk1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D9B0E" w14:textId="26E573D1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243E0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2C668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2826A" w14:textId="4B98DDC9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sch9</w:t>
            </w:r>
          </w:p>
        </w:tc>
      </w:tr>
      <w:tr w:rsidR="00B62495" w:rsidRPr="00C17FEA" w14:paraId="6B0A3E4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622C90" w14:textId="42813F16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UV (480 J/m</w:t>
            </w:r>
            <w:r w:rsidRPr="00C17FEA">
              <w:rPr>
                <w:rFonts w:cs="Arial"/>
                <w:iCs/>
                <w:vertAlign w:val="superscript"/>
              </w:rPr>
              <w:t>2</w:t>
            </w:r>
            <w:r w:rsidRPr="00C17FEA">
              <w:rPr>
                <w:rFonts w:cs="Arial"/>
                <w:iCs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544F7A" w14:textId="735E0B60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bwc1,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bwc1,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bwc1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bwc2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9D9E1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86F6B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73E40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C0A0C" w14:textId="79E760A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ops1,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phy1</w:t>
            </w:r>
          </w:p>
        </w:tc>
      </w:tr>
      <w:tr w:rsidR="00B62495" w:rsidRPr="00C17FEA" w14:paraId="5BEB6FE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17BF64" w14:textId="3C73CD65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UV (720 J/m</w:t>
            </w:r>
            <w:r w:rsidRPr="00C17FEA">
              <w:rPr>
                <w:rFonts w:cs="Arial"/>
                <w:iCs/>
                <w:vertAlign w:val="superscript"/>
              </w:rPr>
              <w:t>2</w:t>
            </w:r>
            <w:r w:rsidRPr="00C17FEA">
              <w:rPr>
                <w:rFonts w:cs="Arial"/>
                <w:iCs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163C51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4B2DD" w14:textId="419B76BB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E8E0B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C19F5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C9D4E" w14:textId="0426B203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</w:tr>
      <w:tr w:rsidR="00B62495" w:rsidRPr="00C17FEA" w14:paraId="1412555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B8AEC" w14:textId="5B87DAE8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LIM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2D70A7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7863E" w14:textId="05E5CA81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cft1,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rint1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5CE9E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451EC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7B25B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0A57C42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79E4E7" w14:textId="5B9670A2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SD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4F4265" w14:textId="59D401D3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50" w:name="OLE_LINK299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aap4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aap5</w:t>
            </w:r>
            <w:r w:rsidRPr="00C17FEA">
              <w:rPr>
                <w:rFonts w:cs="Arial"/>
                <w:i/>
                <w:iCs/>
                <w:vertAlign w:val="superscript"/>
              </w:rPr>
              <w:t>±10mM Amm+10mM AA±1mM H</w:t>
            </w:r>
            <w:r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A62EBD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</w:t>
            </w:r>
            <w:bookmarkEnd w:id="150"/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cys3,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20mM Met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</w:t>
            </w:r>
            <w:r w:rsidRPr="00C17FEA">
              <w:rPr>
                <w:rFonts w:cs="Arial"/>
                <w:i/>
                <w:iCs/>
                <w:vertAlign w:val="superscript"/>
              </w:rPr>
              <w:t>0.75mM H</w:t>
            </w:r>
            <w:r w:rsidR="00A62EBD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A62EBD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</w:t>
            </w:r>
            <w:r w:rsidRPr="00C17FEA">
              <w:rPr>
                <w:rFonts w:cs="Arial"/>
                <w:i/>
                <w:iCs/>
                <w:vertAlign w:val="superscript"/>
              </w:rPr>
              <w:t>0.75–1.0mM NaCl</w:t>
            </w:r>
            <w:r w:rsidR="00A62EBD">
              <w:rPr>
                <w:rFonts w:cs="Arial"/>
                <w:i/>
                <w:iCs/>
                <w:vertAlign w:val="superscript"/>
              </w:rPr>
              <w:t>/</w:t>
            </w:r>
            <w:r w:rsidRPr="00C17FEA">
              <w:rPr>
                <w:rFonts w:cs="Arial"/>
                <w:i/>
                <w:iCs/>
                <w:vertAlign w:val="superscript"/>
              </w:rPr>
              <w:t>KCl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kcs1</w:t>
            </w:r>
            <w:r w:rsidRPr="00C17FEA">
              <w:rPr>
                <w:rFonts w:cs="Arial"/>
                <w:i/>
                <w:iCs/>
                <w:vertAlign w:val="superscript"/>
              </w:rPr>
              <w:t>1% Lac/Glycerol/Oleic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pho4)</w:t>
            </w:r>
            <w:r w:rsidRPr="00C17FEA">
              <w:rPr>
                <w:rFonts w:cs="Arial"/>
                <w:i/>
                <w:iCs/>
                <w:vertAlign w:val="superscript"/>
              </w:rPr>
              <w:t>29mM KCl/β-</w:t>
            </w:r>
            <w:r w:rsidR="005C58FA">
              <w:rPr>
                <w:rFonts w:cs="Arial"/>
                <w:i/>
                <w:iCs/>
                <w:vertAlign w:val="superscript"/>
              </w:rPr>
              <w:t>G</w:t>
            </w:r>
            <w:r w:rsidRPr="00C17FEA">
              <w:rPr>
                <w:rFonts w:cs="Arial"/>
                <w:i/>
                <w:iCs/>
                <w:vertAlign w:val="superscript"/>
              </w:rPr>
              <w:t>lycerol phosphate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leu1</w:t>
            </w:r>
            <w:r w:rsidRPr="00C17FEA">
              <w:rPr>
                <w:rFonts w:cs="Arial"/>
                <w:i/>
                <w:iCs/>
                <w:vertAlign w:val="superscript"/>
              </w:rPr>
              <w:t>Gln/Asn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±33mM Spermidine/0.16mM Lys/0.26mM Ala-</w:t>
            </w:r>
            <w:r w:rsidRPr="00C17FEA">
              <w:rPr>
                <w:rFonts w:cs="Arial"/>
                <w:i/>
                <w:iCs/>
                <w:vertAlign w:val="superscript"/>
              </w:rPr>
              <w:lastRenderedPageBreak/>
              <w:t>Lys/Spermidine+Lys/Spermidine+0.31mM Lys-Ala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±0.16mM Lys/0.26mM Ala-Lys/33mM Spermine/Spermine+25mL/L EtOH+20g/L Glycerol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±33mM Spermidine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2D351" w14:textId="4F58D39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17FEA">
              <w:rPr>
                <w:rFonts w:cs="Arial"/>
                <w:i/>
                <w:iCs/>
              </w:rPr>
              <w:t>gpp2,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pho4)</w:t>
            </w:r>
            <w:r w:rsidRPr="00C17FEA">
              <w:rPr>
                <w:rFonts w:cs="Arial"/>
                <w:i/>
                <w:iCs/>
                <w:vertAlign w:val="superscript"/>
              </w:rPr>
              <w:t>29mM KH</w:t>
            </w:r>
            <w:r w:rsidR="005C58FA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PO</w:t>
            </w:r>
            <w:r w:rsidR="005C58FA">
              <w:rPr>
                <w:rFonts w:cs="Arial"/>
                <w:i/>
                <w:iCs/>
                <w:sz w:val="14"/>
                <w:szCs w:val="14"/>
                <w:vertAlign w:val="superscript"/>
              </w:rPr>
              <w:t>4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33mM Spermidine/Spermidine+0.16mM Lys/Spermidine+0.31mM Lys-Ala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0.16mM Lys/0.26mM Ala-Lys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18DDC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C1D0B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30D08" w14:textId="09CDCE4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aap2</w:t>
            </w:r>
            <w:bookmarkStart w:id="151" w:name="OLE_LINK301"/>
            <w:bookmarkStart w:id="152" w:name="OLE_LINK302"/>
            <w:r w:rsidRPr="00C17FEA">
              <w:rPr>
                <w:rFonts w:cs="Arial"/>
                <w:i/>
                <w:iCs/>
                <w:vertAlign w:val="superscript"/>
              </w:rPr>
              <w:t>±</w:t>
            </w:r>
            <w:bookmarkEnd w:id="151"/>
            <w:bookmarkEnd w:id="152"/>
            <w:r w:rsidRPr="00C17FEA">
              <w:rPr>
                <w:rFonts w:cs="Arial"/>
                <w:i/>
                <w:iCs/>
                <w:vertAlign w:val="superscript"/>
              </w:rPr>
              <w:t>10mM Amm+10mM AA±1mM H</w:t>
            </w:r>
            <w:r w:rsidRPr="005C58FA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Pr="005C58FA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aap4</w:t>
            </w:r>
            <w:r w:rsidRPr="00C17FEA">
              <w:rPr>
                <w:rFonts w:cs="Arial"/>
                <w:i/>
                <w:iCs/>
                <w:vertAlign w:val="superscript"/>
              </w:rPr>
              <w:t>±10mM Amm+10mM AA±1mM H</w:t>
            </w:r>
            <w:r w:rsidRPr="005C58FA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Pr="005C58FA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aap5</w:t>
            </w:r>
            <w:r w:rsidRPr="00C17FEA">
              <w:rPr>
                <w:rFonts w:cs="Arial"/>
                <w:i/>
                <w:iCs/>
                <w:vertAlign w:val="superscript"/>
              </w:rPr>
              <w:t>±10mM Amm+10mM AA±1mM H</w:t>
            </w:r>
            <w:r w:rsidRPr="005C58FA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Pr="005C58FA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kcs1</w:t>
            </w:r>
            <w:r w:rsidRPr="00C17FEA">
              <w:rPr>
                <w:rFonts w:cs="Arial"/>
                <w:i/>
                <w:iCs/>
                <w:vertAlign w:val="superscript"/>
              </w:rPr>
              <w:t>29mM KH</w:t>
            </w:r>
            <w:r w:rsidRPr="005C58FA">
              <w:rPr>
                <w:rFonts w:cs="Arial"/>
                <w:i/>
                <w:iCs/>
                <w:sz w:val="14"/>
                <w:szCs w:val="14"/>
                <w:vertAlign w:val="superscript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PO</w:t>
            </w:r>
            <w:r w:rsidRPr="005C58FA">
              <w:rPr>
                <w:rFonts w:cs="Arial"/>
                <w:i/>
                <w:iCs/>
                <w:sz w:val="14"/>
                <w:szCs w:val="14"/>
                <w:vertAlign w:val="superscript"/>
              </w:rPr>
              <w:t>4</w:t>
            </w:r>
            <w:r w:rsidRPr="00C17FEA">
              <w:rPr>
                <w:rFonts w:cs="Arial"/>
                <w:i/>
                <w:iCs/>
                <w:vertAlign w:val="superscript"/>
              </w:rPr>
              <w:t>/KCl/β-</w:t>
            </w:r>
            <w:r w:rsidR="005C58FA">
              <w:rPr>
                <w:rFonts w:cs="Arial"/>
                <w:i/>
                <w:iCs/>
                <w:vertAlign w:val="superscript"/>
              </w:rPr>
              <w:t>G</w:t>
            </w:r>
            <w:r w:rsidRPr="00C17FEA">
              <w:rPr>
                <w:rFonts w:cs="Arial"/>
                <w:i/>
                <w:iCs/>
                <w:vertAlign w:val="superscript"/>
              </w:rPr>
              <w:t>lycerol phosphate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20mM Cys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5C58FA">
              <w:rPr>
                <w:rFonts w:cs="Arial"/>
                <w:i/>
                <w:iCs/>
                <w:lang w:val="x-none"/>
              </w:rPr>
              <w:t>Δ</w:t>
            </w:r>
            <w:r w:rsidRPr="005C58FA">
              <w:rPr>
                <w:rFonts w:cs="Arial"/>
                <w:i/>
                <w:iCs/>
              </w:rPr>
              <w:t>gpp2</w:t>
            </w:r>
            <w:r w:rsidRPr="005C58FA">
              <w:rPr>
                <w:rFonts w:cs="Arial"/>
                <w:i/>
                <w:iCs/>
                <w:vertAlign w:val="superscript"/>
              </w:rPr>
              <w:t>0.5M NaCl+25 mM Pro</w:t>
            </w:r>
            <w:r w:rsidRPr="00C17FEA">
              <w:rPr>
                <w:rFonts w:cs="Arial"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leu1</w:t>
            </w:r>
            <w:r w:rsidRPr="00C17FEA">
              <w:rPr>
                <w:rFonts w:cs="Arial"/>
                <w:i/>
                <w:iCs/>
                <w:vertAlign w:val="superscript"/>
              </w:rPr>
              <w:t>Gln/Asn+2mM Leu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33mM Spermidine+0.16mM Lys/Spermidine+0.31mM Lys-Ala</w:t>
            </w:r>
          </w:p>
        </w:tc>
      </w:tr>
      <w:tr w:rsidR="00B62495" w:rsidRPr="00C17FEA" w14:paraId="7D049CF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AC77E5" w14:textId="3610CBB9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SG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804728" w14:textId="3D643FC4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10mM Pro+20mM Met, 30°C</w:t>
            </w:r>
            <w:r w:rsidRPr="00C17FEA">
              <w:rPr>
                <w:rFonts w:cs="Arial"/>
                <w:i/>
                <w:iCs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6C7DD" w14:textId="32BDEC03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10mM Pro+20mM Met, 37°C</w:t>
            </w:r>
            <w:r w:rsidRPr="00C17FEA">
              <w:rPr>
                <w:rFonts w:cs="Arial"/>
                <w:i/>
                <w:iCs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E2634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C6637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A3735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593E4AC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C28117" w14:textId="7A8AFECC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pH 4.0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DF2274" w14:textId="5AED57E3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arg,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cdk8</w:t>
            </w:r>
            <w:r w:rsidRPr="00C17FEA">
              <w:rPr>
                <w:rFonts w:cs="Arial"/>
                <w:i/>
                <w:iCs/>
                <w:vertAlign w:val="superscript"/>
              </w:rPr>
              <w:t>1mM H</w:t>
            </w:r>
            <w:r w:rsidR="00253D3B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253D3B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gat1</w:t>
            </w:r>
            <w:r w:rsidRPr="00C17FEA">
              <w:rPr>
                <w:rFonts w:cs="Arial"/>
                <w:i/>
                <w:iCs/>
                <w:vertAlign w:val="superscript"/>
              </w:rPr>
              <w:t>10mM Amm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gat1</w:t>
            </w:r>
            <w:r w:rsidRPr="00C17FEA">
              <w:rPr>
                <w:rFonts w:cs="Arial"/>
                <w:i/>
                <w:iCs/>
                <w:vertAlign w:val="superscript"/>
              </w:rPr>
              <w:t>10mM Urate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gat1</w:t>
            </w:r>
            <w:r w:rsidRPr="00C17FEA">
              <w:rPr>
                <w:rFonts w:cs="Arial"/>
                <w:i/>
                <w:iCs/>
                <w:vertAlign w:val="superscript"/>
              </w:rPr>
              <w:t>10mM Urea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gat1</w:t>
            </w:r>
            <w:r w:rsidRPr="00C17FEA">
              <w:rPr>
                <w:rFonts w:cs="Arial"/>
                <w:i/>
                <w:iCs/>
                <w:vertAlign w:val="superscript"/>
              </w:rPr>
              <w:t>10mM Creatinine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Icl1</w:t>
            </w:r>
            <w:r w:rsidRPr="00C17FEA">
              <w:rPr>
                <w:rFonts w:cs="Arial"/>
                <w:i/>
                <w:iCs/>
                <w:vertAlign w:val="superscript"/>
              </w:rPr>
              <w:t>0.2% Oleate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isc1,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leu1</w:t>
            </w:r>
            <w:r w:rsidRPr="00C17FEA">
              <w:rPr>
                <w:rFonts w:cs="Arial"/>
                <w:i/>
                <w:iCs/>
                <w:vertAlign w:val="superscript"/>
              </w:rPr>
              <w:t>±2mM Leu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lys4</w:t>
            </w:r>
            <w:r w:rsidRPr="00C17FEA">
              <w:rPr>
                <w:rFonts w:cs="Arial"/>
                <w:i/>
                <w:iCs/>
                <w:vertAlign w:val="superscript"/>
              </w:rPr>
              <w:t>Amm/Asn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S+1mM H</w:t>
            </w:r>
            <w:r w:rsidR="00253D3B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253D3B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or 1mM Diamide or 1mM Nitrite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±33mM Spermidine/0.16mM Lys/0.26 mM Ala-Lys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±0.16mM Lys/0.26mM Ala-Lys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±33mM Spermidine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ssn801</w:t>
            </w:r>
            <w:r w:rsidRPr="00C17FEA">
              <w:rPr>
                <w:rFonts w:cs="Arial"/>
                <w:i/>
                <w:iCs/>
                <w:vertAlign w:val="superscript"/>
              </w:rPr>
              <w:t>1mM H</w:t>
            </w:r>
            <w:r w:rsidR="00253D3B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253D3B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9807B" w14:textId="7BB5D4E1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cdk8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1mM </w:t>
            </w:r>
            <w:proofErr w:type="spellStart"/>
            <w:r w:rsidRPr="00C17FEA">
              <w:rPr>
                <w:rFonts w:cs="Arial"/>
                <w:i/>
                <w:iCs/>
                <w:vertAlign w:val="superscript"/>
              </w:rPr>
              <w:t>NaN</w:t>
            </w:r>
            <w:proofErr w:type="spellEnd"/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gat1</w:t>
            </w:r>
            <w:r w:rsidRPr="00C17FEA">
              <w:rPr>
                <w:rFonts w:cs="Arial"/>
                <w:i/>
                <w:iCs/>
                <w:vertAlign w:val="superscript"/>
              </w:rPr>
              <w:t>10mM Pro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pex1,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pex6,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pex7,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S/S+0.5mM H</w:t>
            </w:r>
            <w:r w:rsidR="00253D3B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253D3B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ppg1,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33mM Spermidine + 0.16mM Lys/Spermidine+0.31mM Lys-Ala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33 mM Spermidine/Spermidine+0.16mM Lys/Spermidine+0.31mM Lys-Ala/33mM Spermine/Spermine+25mL/L EtOH+20g/L Glycerol,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ssn801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1mM </w:t>
            </w:r>
            <w:proofErr w:type="spellStart"/>
            <w:r w:rsidRPr="00C17FEA">
              <w:rPr>
                <w:rFonts w:cs="Arial"/>
                <w:i/>
                <w:iCs/>
                <w:vertAlign w:val="superscript"/>
              </w:rPr>
              <w:t>NaN</w:t>
            </w:r>
            <w:proofErr w:type="spellEnd"/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294F9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9E753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C574F" w14:textId="082B82BB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bwc2,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cdk8,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cir1,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gat201,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gat204,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lrg1,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lys4</w:t>
            </w:r>
            <w:r w:rsidRPr="00C17FEA">
              <w:rPr>
                <w:rFonts w:cs="Arial"/>
                <w:i/>
                <w:iCs/>
                <w:vertAlign w:val="superscript"/>
              </w:rPr>
              <w:t>Amm/Asn+0.2mg/mL Lys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rom2,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snf1,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+0.16mM Lys/0.26mM Ala-Lys/33mM Spermidine+Lys/Spermidine+0.31mM Lys-Ala/43mM </w:t>
            </w:r>
            <w:proofErr w:type="spellStart"/>
            <w:r w:rsidRPr="00C17FEA">
              <w:rPr>
                <w:rFonts w:cs="Arial"/>
                <w:i/>
                <w:iCs/>
                <w:vertAlign w:val="superscript"/>
              </w:rPr>
              <w:t>Pro+Lys</w:t>
            </w:r>
            <w:proofErr w:type="spellEnd"/>
            <w:r w:rsidRPr="00C17FEA">
              <w:rPr>
                <w:rFonts w:cs="Arial"/>
                <w:i/>
                <w:iCs/>
                <w:vertAlign w:val="superscript"/>
              </w:rPr>
              <w:t xml:space="preserve">, </w:t>
            </w:r>
            <w:r w:rsidRPr="00C17FEA">
              <w:rPr>
                <w:rFonts w:cs="Arial"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ssd1,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  <w:r w:rsidRPr="00C17FEA">
              <w:rPr>
                <w:rFonts w:cs="Arial"/>
                <w:i/>
                <w:iCs/>
                <w:vertAlign w:val="superscript"/>
              </w:rPr>
              <w:t>±0.2%Glc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ssn801,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tsa1</w:t>
            </w:r>
          </w:p>
        </w:tc>
      </w:tr>
      <w:tr w:rsidR="00B62495" w:rsidRPr="00C17FEA" w14:paraId="5E04458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BF347E" w14:textId="05C6D89B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+ 2% Acetate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4DBC3D" w14:textId="387068B5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 xml:space="preserve">acs1, </w:t>
            </w:r>
            <w:r w:rsidRPr="00C17FEA">
              <w:rPr>
                <w:rFonts w:cs="Arial"/>
                <w:i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 xml:space="preserve">cdk8, </w:t>
            </w:r>
            <w:r w:rsidRPr="00C17FEA">
              <w:rPr>
                <w:rFonts w:cs="Arial"/>
                <w:i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 xml:space="preserve">icl1,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mls1,</w:t>
            </w:r>
            <w:r w:rsidRPr="00C17FEA">
              <w:rPr>
                <w:rFonts w:cs="Arial"/>
                <w:i/>
              </w:rPr>
              <w:t xml:space="preserve"> </w:t>
            </w:r>
            <w:r w:rsidRPr="00C17FEA">
              <w:rPr>
                <w:rFonts w:cs="Arial"/>
                <w:i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>snf1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</w:rPr>
              <w:t xml:space="preserve">, </w:t>
            </w:r>
            <w:r w:rsidRPr="00C17FEA">
              <w:rPr>
                <w:rFonts w:cs="Arial"/>
                <w:i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>ssn801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B2A4D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2CA61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AAF34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007B4" w14:textId="4B6DBCA6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 xml:space="preserve">acs2, </w:t>
            </w:r>
            <w:r w:rsidRPr="00C17FEA">
              <w:rPr>
                <w:rFonts w:cs="Arial"/>
                <w:i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 xml:space="preserve">snf1,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</w:tr>
      <w:tr w:rsidR="00B62495" w:rsidRPr="00C17FEA" w14:paraId="104C31A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4C0B9" w14:textId="4BEAFE6D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pH 7.0 + 150 μM BPS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62202B" w14:textId="112F7870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0.03% MMS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8FCD8" w14:textId="7EE0EE4C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6mM CQ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600μM CoCl</w:t>
            </w:r>
            <w:r w:rsidRPr="00253D3B">
              <w:rPr>
                <w:rFonts w:cs="Arial"/>
                <w:i/>
                <w:iCs/>
                <w:sz w:val="14"/>
                <w:szCs w:val="14"/>
                <w:vertAlign w:val="superscript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8μg/mL Phleomycin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100J/m</w:t>
            </w:r>
            <w:r w:rsidR="00253D3B">
              <w:rPr>
                <w:rFonts w:cs="Arial"/>
                <w:i/>
                <w:iCs/>
                <w:vertAlign w:val="superscript"/>
              </w:rPr>
              <w:t>²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UV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8C189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58128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8B3F3" w14:textId="675BFD70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10mM SHAM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500mM Paraquat</w:t>
            </w:r>
            <w:r w:rsidRPr="00C17FEA">
              <w:rPr>
                <w:rFonts w:cs="Arial"/>
                <w:i/>
                <w:iCs/>
              </w:rPr>
              <w:t>,</w:t>
            </w:r>
          </w:p>
        </w:tc>
      </w:tr>
      <w:tr w:rsidR="00B62495" w:rsidRPr="00C17FEA" w14:paraId="56F3839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8EEF16" w14:textId="4F168EE6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pH 7.0 + 100μM FeCl</w:t>
            </w:r>
            <w:r w:rsidRPr="00C17FEA">
              <w:rPr>
                <w:rFonts w:cs="Arial"/>
                <w:iCs/>
                <w:vertAlign w:val="subscript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76FEE6" w14:textId="4F926EC3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6mM CQ</w:t>
            </w:r>
            <w:r w:rsidRPr="00C17FEA">
              <w:rPr>
                <w:rFonts w:cs="Arial"/>
                <w:i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8μg/mL Phleomycin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10mM SHAM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0.03% MMS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100J/m</w:t>
            </w:r>
            <w:r w:rsidR="00253D3B">
              <w:rPr>
                <w:rFonts w:cs="Arial"/>
                <w:i/>
                <w:iCs/>
                <w:vertAlign w:val="superscript"/>
              </w:rPr>
              <w:t>²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UV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DAA92" w14:textId="32A461F3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600μM CoCl</w:t>
            </w:r>
            <w:r w:rsidRPr="00253D3B">
              <w:rPr>
                <w:rFonts w:cs="Arial"/>
                <w:i/>
                <w:iCs/>
                <w:sz w:val="14"/>
                <w:szCs w:val="14"/>
                <w:vertAlign w:val="superscript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500mM Paraquat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5AE54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DC022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09652" w14:textId="674E865C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</w:p>
        </w:tc>
      </w:tr>
      <w:tr w:rsidR="00B62495" w:rsidRPr="00C17FEA" w14:paraId="5B32DFF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0C668B" w14:textId="4A856484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+ 2% Glc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6EAF1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FF08D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C1242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5614A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242A1" w14:textId="7A6E07C6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cdk8,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mls,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ssn8,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ssn801</w:t>
            </w:r>
          </w:p>
        </w:tc>
      </w:tr>
      <w:tr w:rsidR="00B62495" w:rsidRPr="00C17FEA" w14:paraId="1CFF95E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DC6936" w14:textId="6A2D1F61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+ 2% Glycerol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BD243F" w14:textId="6019AE2B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44074" w14:textId="543B90F8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snf1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98B7F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93A16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64B9C" w14:textId="0C3562C6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acs2,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</w:tr>
      <w:tr w:rsidR="00B62495" w:rsidRPr="00C17FEA" w14:paraId="2E8FC0F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31451" w14:textId="771AEFE3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+ 2 – 3% Ethanol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6F4708" w14:textId="5F71CCE0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acs1,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sod2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4F56A" w14:textId="2BCD9F7E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snf1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7D8EB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9A16A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22485" w14:textId="0A6C70C1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snf1,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sod1</w:t>
            </w:r>
          </w:p>
        </w:tc>
      </w:tr>
      <w:tr w:rsidR="00B62495" w:rsidRPr="00C17FEA" w14:paraId="38F3072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764179" w14:textId="7D2E56A1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t>YNB + 2% Sucrose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BA8ADC" w14:textId="75BE595E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>snf1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DF3D5" w14:textId="22776728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>snf1</w:t>
            </w:r>
            <w:bookmarkStart w:id="153" w:name="OLE_LINK33"/>
            <w:bookmarkStart w:id="154" w:name="OLE_LINK34"/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bookmarkEnd w:id="153"/>
            <w:bookmarkEnd w:id="154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03162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351F3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B867C" w14:textId="59BD34AF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</w:tr>
      <w:tr w:rsidR="00B62495" w:rsidRPr="00C17FEA" w14:paraId="5744490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89B554" w14:textId="4A9AFE88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+ 2% Gal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FE25D1" w14:textId="372382E5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snf1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D95A6" w14:textId="68615CB6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2C92A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C0B26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4A82A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02F1594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A0D479" w14:textId="7A2EA3EE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+ 0.5% Glc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042304" w14:textId="6A53DE4A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  <w:r w:rsidRPr="00C17FEA">
              <w:rPr>
                <w:rFonts w:cs="Arial"/>
                <w:i/>
                <w:iCs/>
                <w:vertAlign w:val="superscript"/>
              </w:rPr>
              <w:t>1mM NaNO</w:t>
            </w:r>
            <w:r w:rsidRPr="00253D3B">
              <w:rPr>
                <w:rFonts w:cs="Arial"/>
                <w:i/>
                <w:iCs/>
                <w:sz w:val="14"/>
                <w:szCs w:val="14"/>
                <w:vertAlign w:val="superscript"/>
              </w:rPr>
              <w:t>2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kcs1)</w:t>
            </w:r>
            <w:r w:rsidRPr="00C17FEA">
              <w:rPr>
                <w:rFonts w:cs="Arial"/>
                <w:i/>
                <w:iCs/>
                <w:vertAlign w:val="superscript"/>
              </w:rPr>
              <w:t>1mM NaNO</w:t>
            </w:r>
            <w:r w:rsidRPr="00253D3B">
              <w:rPr>
                <w:rFonts w:cs="Arial"/>
                <w:i/>
                <w:iCs/>
                <w:sz w:val="14"/>
                <w:szCs w:val="14"/>
                <w:vertAlign w:val="superscript"/>
              </w:rPr>
              <w:t>2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kcs1</w:t>
            </w:r>
            <w:r w:rsidRPr="00C17FEA">
              <w:rPr>
                <w:rFonts w:cs="Arial"/>
                <w:i/>
                <w:iCs/>
                <w:vertAlign w:val="superscript"/>
              </w:rPr>
              <w:t>1mM NaNO</w:t>
            </w:r>
            <w:r w:rsidRPr="00253D3B">
              <w:rPr>
                <w:rFonts w:cs="Arial"/>
                <w:i/>
                <w:iCs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00A13" w14:textId="1B586206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  <w:bookmarkStart w:id="155" w:name="OLE_LINK57"/>
            <w:r w:rsidRPr="00C17FEA">
              <w:rPr>
                <w:rFonts w:cs="Arial"/>
                <w:i/>
                <w:iCs/>
                <w:vertAlign w:val="superscript"/>
              </w:rPr>
              <w:t>1mM H</w:t>
            </w:r>
            <w:r w:rsidRPr="00253D3B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Pr="00253D3B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bookmarkEnd w:id="155"/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kcs1)</w:t>
            </w:r>
            <w:r w:rsidRPr="00C17FEA">
              <w:rPr>
                <w:rFonts w:cs="Arial"/>
                <w:i/>
                <w:iCs/>
                <w:vertAlign w:val="superscript"/>
              </w:rPr>
              <w:t>1mM H</w:t>
            </w:r>
            <w:r w:rsidRPr="00253D3B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Pr="00253D3B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17FEA">
              <w:rPr>
                <w:rFonts w:cs="Arial"/>
                <w:i/>
                <w:iCs/>
              </w:rPr>
              <w:t>kcs1</w:t>
            </w:r>
            <w:r w:rsidRPr="00C17FEA">
              <w:rPr>
                <w:rFonts w:cs="Arial"/>
                <w:i/>
                <w:iCs/>
                <w:vertAlign w:val="superscript"/>
              </w:rPr>
              <w:t>1mM H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7B35F3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kcs1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F4888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E43C7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AEFE0" w14:textId="0CC66004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</w:p>
        </w:tc>
      </w:tr>
      <w:tr w:rsidR="00B62495" w:rsidRPr="00C17FEA" w14:paraId="6C77D19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0E17AE" w14:textId="7C1AEBFD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  <w:lang w:val="es-ES"/>
              </w:rPr>
            </w:pPr>
            <w:r w:rsidRPr="00C17FEA">
              <w:rPr>
                <w:rFonts w:cs="Arial"/>
                <w:iCs/>
                <w:lang w:val="es-ES"/>
              </w:rPr>
              <w:t>YNB + 0.2 mg/mL Uracil + 2% Glc + Vitamin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AF431C" w14:textId="052DB54B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56" w:name="OLE_LINK382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ctr4,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ctr4</w:t>
            </w:r>
            <w:r w:rsidRPr="00C17FEA">
              <w:rPr>
                <w:rFonts w:cs="Arial"/>
                <w:i/>
                <w:iCs/>
                <w:vertAlign w:val="superscript"/>
              </w:rPr>
              <w:t>10mM Amm/Pro/Creatinine/</w:t>
            </w:r>
            <w:bookmarkEnd w:id="156"/>
            <w:r w:rsidRPr="00C17FEA">
              <w:rPr>
                <w:rFonts w:cs="Arial"/>
                <w:i/>
                <w:iCs/>
                <w:vertAlign w:val="superscript"/>
              </w:rPr>
              <w:t>Urea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cgp1,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cgp1</w:t>
            </w:r>
            <w:r w:rsidRPr="00C17FEA">
              <w:rPr>
                <w:rFonts w:cs="Arial"/>
                <w:i/>
                <w:iCs/>
                <w:vertAlign w:val="superscript"/>
              </w:rPr>
              <w:t>10mM Creatinine, Leu/Ile/Lys/Gly/Asn/Met/Trp/Val/Thr/Arg/His/Phe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E34EF" w14:textId="4590A356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ctr4</w:t>
            </w:r>
            <w:r w:rsidRPr="00C17FEA">
              <w:rPr>
                <w:rFonts w:cs="Arial"/>
                <w:i/>
                <w:iCs/>
                <w:vertAlign w:val="superscript"/>
              </w:rPr>
              <w:t>10mM Ala/Gln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bookmarkStart w:id="157" w:name="OLE_LINK383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cgp1</w:t>
            </w:r>
            <w:r w:rsidRPr="00C17FEA">
              <w:rPr>
                <w:rFonts w:cs="Arial"/>
                <w:i/>
                <w:iCs/>
                <w:vertAlign w:val="superscript"/>
              </w:rPr>
              <w:t>10mM Amm/Pro</w:t>
            </w:r>
            <w:bookmarkEnd w:id="157"/>
            <w:r w:rsidRPr="00C17FEA">
              <w:rPr>
                <w:rFonts w:cs="Arial"/>
                <w:i/>
                <w:iCs/>
                <w:vertAlign w:val="superscript"/>
              </w:rPr>
              <w:t>/Ala/Gln/Urea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16B4C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E3579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64E54" w14:textId="58D6F0B5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ctr4</w:t>
            </w:r>
            <w:r w:rsidRPr="00C17FEA">
              <w:rPr>
                <w:rFonts w:cs="Arial"/>
                <w:i/>
                <w:iCs/>
                <w:vertAlign w:val="superscript"/>
              </w:rPr>
              <w:t>10mM Leu/Ile/Lys/Gly/Asn/Met/Trp/Val/Thr/Arg/His/Phe</w:t>
            </w:r>
          </w:p>
        </w:tc>
      </w:tr>
      <w:tr w:rsidR="00B62495" w:rsidRPr="00C17FEA" w14:paraId="46D7B63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A8DA55" w14:textId="48DD411F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+ 1 mM NaNO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CF153" w14:textId="6B181548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3067F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D0E07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FFEDB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0E901" w14:textId="15F54EE4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</w:p>
        </w:tc>
      </w:tr>
      <w:tr w:rsidR="00B62495" w:rsidRPr="00C17FEA" w14:paraId="3DCA787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21C38" w14:textId="7EE02B4F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+ 150μM BPS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815C9F" w14:textId="78EA7586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10μM FeSO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</w:rPr>
              <w:t>4</w:t>
            </w:r>
            <w:r w:rsidRPr="00C17FEA">
              <w:rPr>
                <w:rFonts w:cs="Arial"/>
                <w:i/>
                <w:iCs/>
                <w:vertAlign w:val="superscript"/>
              </w:rPr>
              <w:t>/FeCl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</w:rPr>
              <w:t>3</w:t>
            </w:r>
            <w:r w:rsidRPr="00C17FEA">
              <w:rPr>
                <w:rFonts w:cs="Arial"/>
                <w:i/>
                <w:iCs/>
                <w:vertAlign w:val="superscript"/>
              </w:rPr>
              <w:t>/Heme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B1628" w14:textId="55AB9163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100μM Heme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C091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151D2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CA248" w14:textId="31F5589C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100μM FeSO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</w:rPr>
              <w:t>4</w:t>
            </w:r>
            <w:r w:rsidRPr="00C17FEA">
              <w:rPr>
                <w:rFonts w:cs="Arial"/>
                <w:i/>
                <w:iCs/>
                <w:vertAlign w:val="superscript"/>
              </w:rPr>
              <w:t>/FeCl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</w:rPr>
              <w:t>3</w:t>
            </w:r>
          </w:p>
        </w:tc>
      </w:tr>
      <w:tr w:rsidR="00B62495" w:rsidRPr="00C17FEA" w14:paraId="656F8C6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FED86C" w14:textId="2C5523C0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ASA (pH 6.5)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C16B7E" w14:textId="594956BD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mpf3</w:t>
            </w:r>
            <w:r w:rsidRPr="00C17FEA">
              <w:rPr>
                <w:rFonts w:cs="Arial"/>
                <w:i/>
                <w:iCs/>
                <w:vertAlign w:val="superscript"/>
              </w:rPr>
              <w:t>1.2M NaCl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pck1</w:t>
            </w:r>
            <w:r w:rsidRPr="00C17FEA">
              <w:rPr>
                <w:rFonts w:cs="Arial"/>
                <w:i/>
                <w:iCs/>
                <w:vertAlign w:val="superscript"/>
              </w:rPr>
              <w:t>2% Lac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tuf1</w:t>
            </w:r>
            <w:r w:rsidRPr="00C17FEA">
              <w:rPr>
                <w:rFonts w:cs="Arial"/>
                <w:i/>
                <w:iCs/>
                <w:vertAlign w:val="superscript"/>
              </w:rPr>
              <w:t>2% Glycerol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5ACD1" w14:textId="7D781532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mpf3</w:t>
            </w:r>
            <w:r w:rsidRPr="00C17FEA">
              <w:rPr>
                <w:rFonts w:cs="Arial"/>
                <w:i/>
                <w:iCs/>
                <w:vertAlign w:val="superscript"/>
              </w:rPr>
              <w:t>1.8M Sorbitol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tuf1</w:t>
            </w:r>
            <w:r w:rsidRPr="00C17FEA">
              <w:rPr>
                <w:rFonts w:cs="Arial"/>
                <w:i/>
                <w:iCs/>
                <w:vertAlign w:val="superscript"/>
              </w:rPr>
              <w:t>2% Glc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vad1</w:t>
            </w:r>
            <w:r w:rsidRPr="00C17FEA">
              <w:rPr>
                <w:rFonts w:cs="Arial"/>
                <w:i/>
                <w:iCs/>
                <w:vertAlign w:val="superscript"/>
              </w:rPr>
              <w:t>2% Glc+8mM Caffeine</w:t>
            </w:r>
            <w:r w:rsidR="007B35F3">
              <w:rPr>
                <w:rFonts w:cs="Arial"/>
                <w:i/>
                <w:iCs/>
                <w:vertAlign w:val="superscript"/>
              </w:rPr>
              <w:t>/</w:t>
            </w:r>
            <w:r w:rsidRPr="00C17FEA">
              <w:rPr>
                <w:rFonts w:cs="Arial"/>
                <w:i/>
                <w:iCs/>
                <w:vertAlign w:val="superscript"/>
              </w:rPr>
              <w:t>2% Glycerol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3CB48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A5EA6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DE9CE" w14:textId="21B7C32D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58" w:name="OLE_LINK349"/>
            <w:bookmarkStart w:id="159" w:name="OLE_LINK350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pck1</w:t>
            </w:r>
            <w:r w:rsidRPr="00C17FEA">
              <w:rPr>
                <w:rFonts w:cs="Arial"/>
                <w:i/>
                <w:iCs/>
                <w:vertAlign w:val="superscript"/>
              </w:rPr>
              <w:t>2% Glc</w:t>
            </w:r>
            <w:r w:rsidRPr="00C17FEA">
              <w:rPr>
                <w:rFonts w:cs="Arial"/>
                <w:i/>
                <w:iCs/>
              </w:rPr>
              <w:t>,</w:t>
            </w:r>
            <w:bookmarkEnd w:id="158"/>
            <w:bookmarkEnd w:id="159"/>
            <w:r w:rsidRPr="00C17FEA">
              <w:rPr>
                <w:rFonts w:cs="Arial"/>
                <w:i/>
                <w:iCs/>
                <w:vertAlign w:val="superscript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vad1</w:t>
            </w:r>
            <w:r w:rsidRPr="00C17FEA">
              <w:rPr>
                <w:rFonts w:cs="Arial"/>
                <w:i/>
                <w:iCs/>
                <w:vertAlign w:val="superscript"/>
              </w:rPr>
              <w:t>2% Glc</w:t>
            </w:r>
            <w:r w:rsidR="002D25B7" w:rsidRPr="00C17FEA">
              <w:rPr>
                <w:rFonts w:cs="Arial"/>
                <w:i/>
                <w:iCs/>
                <w:vertAlign w:val="superscript"/>
              </w:rPr>
              <w:t>/</w:t>
            </w:r>
            <w:r w:rsidRPr="00C17FEA">
              <w:rPr>
                <w:rFonts w:cs="Arial"/>
                <w:i/>
                <w:iCs/>
                <w:vertAlign w:val="superscript"/>
              </w:rPr>
              <w:t>2% Lac</w:t>
            </w:r>
          </w:p>
        </w:tc>
      </w:tr>
    </w:tbl>
    <w:p w14:paraId="68A6A2B2" w14:textId="77777777" w:rsidR="009E08D8" w:rsidRPr="009E08D8" w:rsidRDefault="009E08D8" w:rsidP="009E08D8">
      <w:pPr>
        <w:pStyle w:val="MDPI43tablefooter"/>
        <w:ind w:left="0"/>
        <w:rPr>
          <w:iCs/>
          <w:lang w:val="en-GB"/>
        </w:rPr>
      </w:pPr>
      <w:r w:rsidRPr="009E08D8">
        <w:rPr>
          <w:b/>
          <w:bCs/>
          <w:iCs/>
          <w:lang w:val="en-GB"/>
        </w:rPr>
        <w:t>*</w:t>
      </w:r>
      <w:r w:rsidRPr="009E08D8">
        <w:rPr>
          <w:iCs/>
          <w:lang w:val="en-GB"/>
        </w:rPr>
        <w:t xml:space="preserve">glucose starvation; </w:t>
      </w:r>
      <w:r w:rsidRPr="009E08D8">
        <w:rPr>
          <w:b/>
          <w:bCs/>
          <w:iCs/>
          <w:vertAlign w:val="superscript"/>
          <w:lang w:val="en-GB"/>
        </w:rPr>
        <w:t>ovex</w:t>
      </w:r>
      <w:r w:rsidRPr="009E08D8">
        <w:rPr>
          <w:iCs/>
          <w:lang w:val="en-GB"/>
        </w:rPr>
        <w:t>overexpression;</w:t>
      </w:r>
      <w:r w:rsidRPr="009E08D8">
        <w:rPr>
          <w:iCs/>
          <w:vertAlign w:val="superscript"/>
          <w:lang w:val="en-GB"/>
        </w:rPr>
        <w:t xml:space="preserve"> </w:t>
      </w:r>
      <w:r w:rsidRPr="009E08D8">
        <w:rPr>
          <w:b/>
          <w:bCs/>
          <w:iCs/>
          <w:vertAlign w:val="superscript"/>
          <w:lang w:val="en-GB"/>
        </w:rPr>
        <w:t>S</w:t>
      </w:r>
      <w:r w:rsidRPr="009E08D8">
        <w:rPr>
          <w:iCs/>
          <w:lang w:val="en-GB"/>
        </w:rPr>
        <w:t>1.0 M sorbitol</w:t>
      </w:r>
    </w:p>
    <w:p w14:paraId="5BBC6F7D" w14:textId="174CFAEC" w:rsidR="009E08D8" w:rsidRPr="009E08D8" w:rsidRDefault="009E08D8" w:rsidP="009E08D8">
      <w:pPr>
        <w:pStyle w:val="MDPI43tablefooter"/>
        <w:ind w:left="0"/>
        <w:rPr>
          <w:iCs/>
          <w:lang w:val="en-GB"/>
        </w:rPr>
      </w:pPr>
      <w:r w:rsidRPr="009E08D8">
        <w:rPr>
          <w:iCs/>
          <w:lang w:val="en-GB"/>
        </w:rPr>
        <w:t xml:space="preserve">Hyper-sensitive are mutants that failed to grow or </w:t>
      </w:r>
      <w:r>
        <w:rPr>
          <w:iCs/>
          <w:lang w:val="en-GB"/>
        </w:rPr>
        <w:t>showed</w:t>
      </w:r>
      <w:r w:rsidRPr="009E08D8">
        <w:rPr>
          <w:iCs/>
          <w:lang w:val="en-GB"/>
        </w:rPr>
        <w:t xml:space="preserve"> drastic growth reduction compared to the </w:t>
      </w:r>
      <w:r w:rsidRPr="009E08D8">
        <w:rPr>
          <w:i/>
          <w:lang w:val="en-GB"/>
        </w:rPr>
        <w:t>wt</w:t>
      </w:r>
    </w:p>
    <w:p w14:paraId="670E03AC" w14:textId="38A06D55" w:rsidR="009E08D8" w:rsidRPr="009E08D8" w:rsidRDefault="009E08D8" w:rsidP="009E08D8">
      <w:pPr>
        <w:pStyle w:val="MDPI43tablefooter"/>
        <w:ind w:left="0"/>
        <w:rPr>
          <w:iCs/>
          <w:lang w:val="en-GB"/>
        </w:rPr>
      </w:pPr>
      <w:r w:rsidRPr="009E08D8">
        <w:rPr>
          <w:iCs/>
          <w:lang w:val="en-GB"/>
        </w:rPr>
        <w:t>Slightly</w:t>
      </w:r>
      <w:r w:rsidR="00CD0704">
        <w:rPr>
          <w:iCs/>
          <w:lang w:val="en-GB"/>
        </w:rPr>
        <w:t>-</w:t>
      </w:r>
      <w:r w:rsidRPr="009E08D8">
        <w:rPr>
          <w:iCs/>
          <w:lang w:val="en-GB"/>
        </w:rPr>
        <w:t>to</w:t>
      </w:r>
      <w:r w:rsidR="00CD0704">
        <w:rPr>
          <w:iCs/>
          <w:lang w:val="en-GB"/>
        </w:rPr>
        <w:t>-</w:t>
      </w:r>
      <w:r w:rsidRPr="009E08D8">
        <w:rPr>
          <w:iCs/>
          <w:lang w:val="en-GB"/>
        </w:rPr>
        <w:t xml:space="preserve">moderately sensitive are mutants that grow but to a lesser extent compared to the </w:t>
      </w:r>
      <w:r w:rsidRPr="009E08D8">
        <w:rPr>
          <w:i/>
          <w:lang w:val="en-GB"/>
        </w:rPr>
        <w:t>wt</w:t>
      </w:r>
    </w:p>
    <w:p w14:paraId="1FAFC197" w14:textId="70516C2E" w:rsidR="009E08D8" w:rsidRPr="009E08D8" w:rsidRDefault="009E08D8" w:rsidP="009E08D8">
      <w:pPr>
        <w:pStyle w:val="MDPI43tablefooter"/>
        <w:ind w:left="0"/>
        <w:rPr>
          <w:iCs/>
          <w:lang w:val="en-GB"/>
        </w:rPr>
      </w:pPr>
      <w:r w:rsidRPr="009E08D8">
        <w:rPr>
          <w:iCs/>
          <w:lang w:val="en-GB"/>
        </w:rPr>
        <w:t xml:space="preserve">Hyper-resistance are mutants that grow </w:t>
      </w:r>
      <w:r w:rsidR="004D0F12">
        <w:rPr>
          <w:iCs/>
          <w:lang w:val="en-GB"/>
        </w:rPr>
        <w:t xml:space="preserve">over and </w:t>
      </w:r>
      <w:r w:rsidRPr="009E08D8">
        <w:rPr>
          <w:iCs/>
          <w:lang w:val="en-GB"/>
        </w:rPr>
        <w:t xml:space="preserve">beyond the </w:t>
      </w:r>
      <w:r w:rsidRPr="009E08D8">
        <w:rPr>
          <w:i/>
          <w:lang w:val="en-GB"/>
        </w:rPr>
        <w:t>wt</w:t>
      </w:r>
    </w:p>
    <w:p w14:paraId="34A28B1C" w14:textId="77777777" w:rsidR="009E08D8" w:rsidRPr="009E08D8" w:rsidRDefault="009E08D8" w:rsidP="009E08D8">
      <w:pPr>
        <w:pStyle w:val="MDPI43tablefooter"/>
        <w:ind w:left="0"/>
        <w:rPr>
          <w:iCs/>
          <w:lang w:val="en-GB"/>
        </w:rPr>
      </w:pPr>
      <w:r w:rsidRPr="009E08D8">
        <w:rPr>
          <w:iCs/>
          <w:lang w:val="en-GB"/>
        </w:rPr>
        <w:t xml:space="preserve">Slightly to moderately resistant are mutants that grow to a larger extent than the </w:t>
      </w:r>
      <w:r w:rsidRPr="009E08D8">
        <w:rPr>
          <w:i/>
          <w:lang w:val="en-GB"/>
        </w:rPr>
        <w:t>wt</w:t>
      </w:r>
    </w:p>
    <w:p w14:paraId="2FA771B6" w14:textId="6E5E99C0" w:rsidR="009E08D8" w:rsidRPr="009E08D8" w:rsidRDefault="009E08D8" w:rsidP="009E08D8">
      <w:pPr>
        <w:pStyle w:val="MDPI43tablefooter"/>
        <w:ind w:left="0"/>
        <w:sectPr w:rsidR="009E08D8" w:rsidRPr="009E08D8" w:rsidSect="00736178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6838" w:h="11906" w:orient="landscape" w:code="9"/>
          <w:pgMar w:top="720" w:right="1418" w:bottom="720" w:left="1077" w:header="1021" w:footer="340" w:gutter="0"/>
          <w:lnNumType w:countBy="1" w:distance="255" w:restart="continuous"/>
          <w:cols w:space="425"/>
          <w:bidi/>
          <w:docGrid w:type="linesAndChars" w:linePitch="326"/>
        </w:sectPr>
      </w:pPr>
      <w:r w:rsidRPr="009E08D8">
        <w:rPr>
          <w:b/>
          <w:iCs/>
          <w:lang w:val="en-GB"/>
        </w:rPr>
        <w:t>/ =</w:t>
      </w:r>
      <w:r w:rsidRPr="009E08D8">
        <w:rPr>
          <w:bCs/>
          <w:iCs/>
          <w:lang w:val="en-GB"/>
        </w:rPr>
        <w:t xml:space="preserve"> or (excluding units and percentage); </w:t>
      </w:r>
      <w:r w:rsidRPr="009E08D8">
        <w:rPr>
          <w:bCs/>
          <w:iCs/>
          <w:lang w:val="en-GB"/>
        </w:rPr>
        <w:sym w:font="Wingdings" w:char="F0E0"/>
      </w:r>
      <w:r w:rsidRPr="009E08D8">
        <w:rPr>
          <w:bCs/>
          <w:iCs/>
          <w:lang w:val="en-GB"/>
        </w:rPr>
        <w:t xml:space="preserve"> = transfer from one condition to another; </w:t>
      </w:r>
      <w:r w:rsidRPr="009E08D8">
        <w:rPr>
          <w:b/>
          <w:iCs/>
          <w:lang w:val="en-GB"/>
        </w:rPr>
        <w:t xml:space="preserve">AA = </w:t>
      </w:r>
      <w:r w:rsidRPr="009E08D8">
        <w:rPr>
          <w:iCs/>
          <w:lang w:val="en-GB"/>
        </w:rPr>
        <w:t xml:space="preserve">amino acids; </w:t>
      </w:r>
      <w:r w:rsidRPr="009E08D8">
        <w:rPr>
          <w:b/>
          <w:bCs/>
          <w:iCs/>
          <w:lang w:val="en-GB"/>
        </w:rPr>
        <w:t xml:space="preserve">Amm = </w:t>
      </w:r>
      <w:r w:rsidRPr="009E08D8">
        <w:rPr>
          <w:iCs/>
          <w:lang w:val="en-GB"/>
        </w:rPr>
        <w:t xml:space="preserve">ammonium sulphate; </w:t>
      </w:r>
      <w:r w:rsidRPr="009E08D8">
        <w:rPr>
          <w:b/>
          <w:bCs/>
          <w:iCs/>
          <w:lang w:val="en-GB"/>
        </w:rPr>
        <w:t xml:space="preserve">ASA = </w:t>
      </w:r>
      <w:r w:rsidRPr="009E08D8">
        <w:rPr>
          <w:iCs/>
          <w:lang w:val="en-GB"/>
        </w:rPr>
        <w:t xml:space="preserve">asparagine salt agar; </w:t>
      </w:r>
      <w:r w:rsidRPr="009E08D8">
        <w:rPr>
          <w:b/>
          <w:iCs/>
          <w:lang w:val="en-GB"/>
        </w:rPr>
        <w:t>Asc =</w:t>
      </w:r>
      <w:r w:rsidRPr="009E08D8">
        <w:rPr>
          <w:iCs/>
          <w:lang w:val="en-GB"/>
        </w:rPr>
        <w:t xml:space="preserve"> ascorbate; </w:t>
      </w:r>
      <w:r w:rsidRPr="009E08D8">
        <w:rPr>
          <w:b/>
          <w:bCs/>
          <w:iCs/>
          <w:lang w:val="en-GB"/>
        </w:rPr>
        <w:t xml:space="preserve">BCS = </w:t>
      </w:r>
      <w:r w:rsidRPr="009E08D8">
        <w:rPr>
          <w:iCs/>
          <w:lang w:val="en-GB"/>
        </w:rPr>
        <w:t xml:space="preserve">bathocuproinedisulfonic acid; </w:t>
      </w:r>
      <w:r w:rsidRPr="009E08D8">
        <w:rPr>
          <w:b/>
          <w:bCs/>
          <w:iCs/>
          <w:lang w:val="en-GB"/>
        </w:rPr>
        <w:t>BPS =</w:t>
      </w:r>
      <w:r w:rsidRPr="009E08D8">
        <w:rPr>
          <w:iCs/>
          <w:lang w:val="en-GB"/>
        </w:rPr>
        <w:t xml:space="preserve"> bathophenanthroline disulfonate; </w:t>
      </w:r>
      <w:r w:rsidRPr="009E08D8">
        <w:rPr>
          <w:b/>
          <w:bCs/>
          <w:iCs/>
          <w:lang w:val="en-GB"/>
        </w:rPr>
        <w:t>BFA =</w:t>
      </w:r>
      <w:r w:rsidRPr="009E08D8">
        <w:rPr>
          <w:iCs/>
          <w:lang w:val="en-GB"/>
        </w:rPr>
        <w:t xml:space="preserve"> brefeldin A; </w:t>
      </w:r>
      <w:r w:rsidRPr="009E08D8">
        <w:rPr>
          <w:b/>
          <w:bCs/>
          <w:iCs/>
          <w:lang w:val="en-GB"/>
        </w:rPr>
        <w:t>CCM =</w:t>
      </w:r>
      <w:r w:rsidRPr="009E08D8">
        <w:rPr>
          <w:iCs/>
          <w:lang w:val="en-GB"/>
        </w:rPr>
        <w:t xml:space="preserve"> curcumin; </w:t>
      </w:r>
      <w:r w:rsidRPr="009E08D8">
        <w:rPr>
          <w:b/>
          <w:bCs/>
          <w:iCs/>
          <w:lang w:val="en-GB"/>
        </w:rPr>
        <w:t>CDNB =</w:t>
      </w:r>
      <w:r w:rsidRPr="009E08D8">
        <w:rPr>
          <w:iCs/>
          <w:lang w:val="en-GB"/>
        </w:rPr>
        <w:t xml:space="preserve"> 1-chloro-2,4-dinitrobenzene; </w:t>
      </w:r>
      <w:r w:rsidRPr="009E08D8">
        <w:rPr>
          <w:b/>
          <w:iCs/>
          <w:lang w:val="en-GB"/>
        </w:rPr>
        <w:t>CFW</w:t>
      </w:r>
      <w:r w:rsidRPr="009E08D8">
        <w:rPr>
          <w:iCs/>
          <w:lang w:val="en-GB"/>
        </w:rPr>
        <w:t xml:space="preserve"> = calcofluor white; </w:t>
      </w:r>
      <w:r w:rsidRPr="009E08D8">
        <w:rPr>
          <w:b/>
          <w:iCs/>
          <w:lang w:val="en-GB"/>
        </w:rPr>
        <w:t>COOH</w:t>
      </w:r>
      <w:r w:rsidRPr="009E08D8">
        <w:rPr>
          <w:iCs/>
          <w:lang w:val="en-GB"/>
        </w:rPr>
        <w:t xml:space="preserve"> = cumene hydroperoxide; </w:t>
      </w:r>
      <w:r w:rsidRPr="009E08D8">
        <w:rPr>
          <w:b/>
          <w:bCs/>
          <w:iCs/>
          <w:lang w:val="en-GB"/>
        </w:rPr>
        <w:t>CQ =</w:t>
      </w:r>
      <w:r w:rsidRPr="009E08D8">
        <w:rPr>
          <w:iCs/>
          <w:lang w:val="en-GB"/>
        </w:rPr>
        <w:t xml:space="preserve"> chloroquine;</w:t>
      </w:r>
      <w:r w:rsidRPr="009E08D8">
        <w:rPr>
          <w:b/>
          <w:bCs/>
          <w:iCs/>
          <w:lang w:val="en-GB"/>
        </w:rPr>
        <w:t xml:space="preserve"> CR = </w:t>
      </w:r>
      <w:r w:rsidRPr="009E08D8">
        <w:rPr>
          <w:iCs/>
          <w:lang w:val="en-GB"/>
        </w:rPr>
        <w:t xml:space="preserve">Congo red; </w:t>
      </w:r>
      <w:r w:rsidRPr="009E08D8">
        <w:rPr>
          <w:b/>
          <w:iCs/>
          <w:lang w:val="en-GB"/>
        </w:rPr>
        <w:t>DDT</w:t>
      </w:r>
      <w:r w:rsidRPr="009E08D8">
        <w:rPr>
          <w:iCs/>
          <w:lang w:val="en-GB"/>
        </w:rPr>
        <w:t xml:space="preserve"> = dithiothreitol; </w:t>
      </w:r>
      <w:r w:rsidRPr="009E08D8">
        <w:rPr>
          <w:b/>
          <w:bCs/>
          <w:iCs/>
          <w:lang w:val="en-GB"/>
        </w:rPr>
        <w:t>EGTA =</w:t>
      </w:r>
      <w:r w:rsidRPr="009E08D8">
        <w:rPr>
          <w:iCs/>
          <w:lang w:val="en-GB"/>
        </w:rPr>
        <w:t xml:space="preserve"> </w:t>
      </w:r>
      <w:r w:rsidRPr="009E08D8">
        <w:rPr>
          <w:lang w:val="en-GB"/>
        </w:rPr>
        <w:t xml:space="preserve">ethylene glycol-bis (β-aminoethyl ether)-N, N, N′,N′-tetraacetic acid; </w:t>
      </w:r>
      <w:r w:rsidRPr="009E08D8">
        <w:rPr>
          <w:b/>
          <w:bCs/>
          <w:iCs/>
          <w:lang w:val="en-GB"/>
        </w:rPr>
        <w:t xml:space="preserve">EtOH = </w:t>
      </w:r>
      <w:r w:rsidRPr="009E08D8">
        <w:rPr>
          <w:iCs/>
          <w:lang w:val="en-GB"/>
        </w:rPr>
        <w:t xml:space="preserve">ethanol; </w:t>
      </w:r>
      <w:r w:rsidRPr="009E08D8">
        <w:rPr>
          <w:b/>
          <w:bCs/>
          <w:iCs/>
          <w:lang w:val="en-GB"/>
        </w:rPr>
        <w:t>Gal =</w:t>
      </w:r>
      <w:r w:rsidRPr="009E08D8">
        <w:rPr>
          <w:iCs/>
          <w:lang w:val="en-GB"/>
        </w:rPr>
        <w:t xml:space="preserve"> galactose; </w:t>
      </w:r>
      <w:r w:rsidR="00A3018E" w:rsidRPr="00A3018E">
        <w:rPr>
          <w:b/>
          <w:bCs/>
          <w:i/>
          <w:lang w:val="en-GB"/>
        </w:rPr>
        <w:t>P</w:t>
      </w:r>
      <w:r w:rsidR="00A3018E" w:rsidRPr="00A3018E">
        <w:rPr>
          <w:b/>
          <w:bCs/>
          <w:i/>
          <w:vertAlign w:val="subscript"/>
          <w:lang w:val="en-GB"/>
        </w:rPr>
        <w:t>g</w:t>
      </w:r>
      <w:r w:rsidRPr="00A3018E">
        <w:rPr>
          <w:b/>
          <w:bCs/>
          <w:i/>
          <w:vertAlign w:val="subscript"/>
          <w:lang w:val="en-GB"/>
        </w:rPr>
        <w:t>al7</w:t>
      </w:r>
      <w:r w:rsidRPr="009E08D8">
        <w:rPr>
          <w:iCs/>
          <w:lang w:val="en-GB"/>
        </w:rPr>
        <w:t xml:space="preserve"> = galactose promoter; </w:t>
      </w:r>
      <w:r w:rsidRPr="009E08D8">
        <w:rPr>
          <w:b/>
          <w:i/>
          <w:lang w:val="en-GB"/>
        </w:rPr>
        <w:t>Gene</w:t>
      </w:r>
      <w:r w:rsidRPr="009E08D8">
        <w:rPr>
          <w:b/>
          <w:i/>
          <w:vertAlign w:val="superscript"/>
          <w:lang w:val="en-GB"/>
        </w:rPr>
        <w:t>x</w:t>
      </w:r>
      <w:r w:rsidRPr="009E08D8">
        <w:rPr>
          <w:b/>
          <w:iCs/>
          <w:vertAlign w:val="superscript"/>
          <w:lang w:val="en-GB"/>
        </w:rPr>
        <w:t>#y</w:t>
      </w:r>
      <w:r w:rsidRPr="009E08D8">
        <w:rPr>
          <w:b/>
          <w:bCs/>
          <w:iCs/>
          <w:lang w:val="en-GB"/>
        </w:rPr>
        <w:t xml:space="preserve"> =</w:t>
      </w:r>
      <w:r w:rsidRPr="009E08D8">
        <w:rPr>
          <w:iCs/>
          <w:lang w:val="en-GB"/>
        </w:rPr>
        <w:t xml:space="preserve"> point mutation in the wild type gene; </w:t>
      </w:r>
      <w:r w:rsidRPr="009E08D8">
        <w:rPr>
          <w:b/>
          <w:bCs/>
          <w:iCs/>
          <w:lang w:val="en-GB"/>
        </w:rPr>
        <w:t xml:space="preserve">Glc = </w:t>
      </w:r>
      <w:r w:rsidRPr="009E08D8">
        <w:rPr>
          <w:iCs/>
          <w:lang w:val="en-GB"/>
        </w:rPr>
        <w:t xml:space="preserve">glucose; </w:t>
      </w:r>
      <w:r w:rsidRPr="009E08D8">
        <w:rPr>
          <w:b/>
          <w:iCs/>
          <w:lang w:val="en-GB"/>
        </w:rPr>
        <w:t>HU</w:t>
      </w:r>
      <w:r w:rsidRPr="009E08D8">
        <w:rPr>
          <w:iCs/>
          <w:lang w:val="en-GB"/>
        </w:rPr>
        <w:t xml:space="preserve"> = hydroxyurea; </w:t>
      </w:r>
      <w:r w:rsidRPr="009E08D8">
        <w:rPr>
          <w:b/>
          <w:bCs/>
          <w:iCs/>
          <w:lang w:val="en-GB"/>
        </w:rPr>
        <w:t xml:space="preserve">Lac = </w:t>
      </w:r>
      <w:r w:rsidRPr="009E08D8">
        <w:rPr>
          <w:iCs/>
          <w:lang w:val="en-GB"/>
        </w:rPr>
        <w:t xml:space="preserve">lactate; </w:t>
      </w:r>
      <w:r w:rsidRPr="009E08D8">
        <w:rPr>
          <w:b/>
          <w:iCs/>
          <w:lang w:val="en-GB"/>
        </w:rPr>
        <w:t>LIM</w:t>
      </w:r>
      <w:r w:rsidRPr="009E08D8">
        <w:rPr>
          <w:iCs/>
          <w:lang w:val="en-GB"/>
        </w:rPr>
        <w:t xml:space="preserve"> = limiting/low-iron media; </w:t>
      </w:r>
      <w:r w:rsidRPr="009E08D8">
        <w:rPr>
          <w:b/>
          <w:iCs/>
          <w:lang w:val="en-GB"/>
        </w:rPr>
        <w:t>MG</w:t>
      </w:r>
      <w:r w:rsidRPr="009E08D8">
        <w:rPr>
          <w:iCs/>
          <w:lang w:val="en-GB"/>
        </w:rPr>
        <w:t xml:space="preserve"> = methylglyoxal; </w:t>
      </w:r>
      <w:r w:rsidRPr="009E08D8">
        <w:rPr>
          <w:b/>
          <w:iCs/>
          <w:lang w:val="en-GB"/>
        </w:rPr>
        <w:t>MMS</w:t>
      </w:r>
      <w:r w:rsidRPr="009E08D8">
        <w:rPr>
          <w:iCs/>
          <w:lang w:val="en-GB"/>
        </w:rPr>
        <w:t xml:space="preserve"> = methylmethane sulfonate; </w:t>
      </w:r>
      <w:r w:rsidRPr="009E08D8">
        <w:rPr>
          <w:b/>
          <w:bCs/>
          <w:iCs/>
          <w:lang w:val="en-GB"/>
        </w:rPr>
        <w:t>MND =</w:t>
      </w:r>
      <w:r w:rsidRPr="009E08D8">
        <w:rPr>
          <w:iCs/>
          <w:lang w:val="en-GB"/>
        </w:rPr>
        <w:t xml:space="preserve"> menadione; </w:t>
      </w:r>
      <w:r w:rsidRPr="009E08D8">
        <w:rPr>
          <w:b/>
          <w:bCs/>
          <w:iCs/>
          <w:lang w:val="en-GB"/>
        </w:rPr>
        <w:t>MNS =</w:t>
      </w:r>
      <w:r w:rsidRPr="009E08D8">
        <w:rPr>
          <w:iCs/>
          <w:lang w:val="en-GB"/>
        </w:rPr>
        <w:t xml:space="preserve"> monensin; </w:t>
      </w:r>
      <w:r w:rsidRPr="009E08D8">
        <w:rPr>
          <w:b/>
          <w:bCs/>
          <w:iCs/>
          <w:lang w:val="en-GB"/>
        </w:rPr>
        <w:t>NCZ =</w:t>
      </w:r>
      <w:r w:rsidRPr="009E08D8">
        <w:rPr>
          <w:iCs/>
          <w:lang w:val="en-GB"/>
        </w:rPr>
        <w:t xml:space="preserve"> nocodazole; </w:t>
      </w:r>
      <w:r w:rsidRPr="009E08D8">
        <w:rPr>
          <w:b/>
          <w:bCs/>
          <w:iCs/>
          <w:lang w:val="en-GB"/>
        </w:rPr>
        <w:t>NEM =</w:t>
      </w:r>
      <w:r w:rsidRPr="009E08D8">
        <w:rPr>
          <w:iCs/>
          <w:lang w:val="en-GB"/>
        </w:rPr>
        <w:t xml:space="preserve"> N-ethylmaleimide; </w:t>
      </w:r>
      <w:r w:rsidRPr="009E08D8">
        <w:rPr>
          <w:b/>
          <w:bCs/>
          <w:iCs/>
          <w:lang w:val="en-GB"/>
        </w:rPr>
        <w:t>Paraquat™</w:t>
      </w:r>
      <w:r w:rsidRPr="009E08D8">
        <w:rPr>
          <w:iCs/>
          <w:lang w:val="en-GB"/>
        </w:rPr>
        <w:t xml:space="preserve"> </w:t>
      </w:r>
      <w:r w:rsidRPr="009E08D8">
        <w:rPr>
          <w:b/>
          <w:bCs/>
          <w:iCs/>
          <w:lang w:val="en-GB"/>
        </w:rPr>
        <w:t>=</w:t>
      </w:r>
      <w:r w:rsidRPr="009E08D8">
        <w:rPr>
          <w:iCs/>
          <w:lang w:val="en-GB"/>
        </w:rPr>
        <w:t xml:space="preserve"> a trademark name (N,N′-dimethyl-4,4′-bipyridinium dichloride, also known as methyl viologen); </w:t>
      </w:r>
      <w:r w:rsidRPr="009E08D8">
        <w:rPr>
          <w:b/>
          <w:iCs/>
          <w:lang w:val="en-GB"/>
        </w:rPr>
        <w:t>RPM</w:t>
      </w:r>
      <w:r w:rsidRPr="009E08D8">
        <w:rPr>
          <w:iCs/>
          <w:lang w:val="en-GB"/>
        </w:rPr>
        <w:t xml:space="preserve"> = rapamycin; </w:t>
      </w:r>
      <w:r w:rsidRPr="009E08D8">
        <w:rPr>
          <w:b/>
          <w:iCs/>
          <w:lang w:val="en-GB"/>
        </w:rPr>
        <w:t>SDS</w:t>
      </w:r>
      <w:r w:rsidRPr="009E08D8">
        <w:rPr>
          <w:iCs/>
          <w:lang w:val="en-GB"/>
        </w:rPr>
        <w:t xml:space="preserve"> = sodium dodecyl sulphate; </w:t>
      </w:r>
      <w:r w:rsidRPr="009E08D8">
        <w:rPr>
          <w:b/>
          <w:iCs/>
          <w:lang w:val="en-GB"/>
        </w:rPr>
        <w:t>SD</w:t>
      </w:r>
      <w:r w:rsidRPr="009E08D8">
        <w:rPr>
          <w:iCs/>
          <w:lang w:val="en-GB"/>
        </w:rPr>
        <w:t xml:space="preserve"> = synthetic dextrose mostly contains 10 mM NH</w:t>
      </w:r>
      <w:r w:rsidRPr="009E08D8">
        <w:rPr>
          <w:iCs/>
          <w:vertAlign w:val="subscript"/>
          <w:lang w:val="en-GB"/>
        </w:rPr>
        <w:t>4</w:t>
      </w:r>
      <w:r w:rsidRPr="009E08D8">
        <w:rPr>
          <w:iCs/>
          <w:vertAlign w:val="superscript"/>
          <w:lang w:val="en-GB"/>
        </w:rPr>
        <w:t>+</w:t>
      </w:r>
      <w:r w:rsidRPr="009E08D8">
        <w:rPr>
          <w:iCs/>
          <w:lang w:val="en-GB"/>
        </w:rPr>
        <w:t xml:space="preserve">; </w:t>
      </w:r>
      <w:r w:rsidRPr="009E08D8">
        <w:rPr>
          <w:b/>
          <w:iCs/>
          <w:lang w:val="en-GB"/>
        </w:rPr>
        <w:t>SG</w:t>
      </w:r>
      <w:r w:rsidRPr="009E08D8">
        <w:rPr>
          <w:iCs/>
          <w:lang w:val="en-GB"/>
        </w:rPr>
        <w:t xml:space="preserve"> = synthetic galactose; </w:t>
      </w:r>
      <w:r w:rsidRPr="009E08D8">
        <w:rPr>
          <w:b/>
          <w:i/>
          <w:iCs/>
          <w:lang w:val="en-GB"/>
        </w:rPr>
        <w:t>t-</w:t>
      </w:r>
      <w:r w:rsidRPr="009E08D8">
        <w:rPr>
          <w:b/>
          <w:iCs/>
          <w:lang w:val="en-GB"/>
        </w:rPr>
        <w:t>BOOH</w:t>
      </w:r>
      <w:r w:rsidRPr="009E08D8">
        <w:rPr>
          <w:iCs/>
          <w:lang w:val="en-GB"/>
        </w:rPr>
        <w:t xml:space="preserve"> = </w:t>
      </w:r>
      <w:r w:rsidRPr="009E08D8">
        <w:rPr>
          <w:i/>
          <w:iCs/>
          <w:lang w:val="en-GB"/>
        </w:rPr>
        <w:t>tert-</w:t>
      </w:r>
      <w:r w:rsidRPr="009E08D8">
        <w:rPr>
          <w:iCs/>
          <w:lang w:val="en-GB"/>
        </w:rPr>
        <w:t xml:space="preserve">butyl hydroperoxide; </w:t>
      </w:r>
      <w:r w:rsidRPr="009E08D8">
        <w:rPr>
          <w:b/>
          <w:iCs/>
          <w:lang w:val="en-GB"/>
        </w:rPr>
        <w:t>TCM</w:t>
      </w:r>
      <w:r w:rsidRPr="009E08D8">
        <w:rPr>
          <w:iCs/>
          <w:lang w:val="en-GB"/>
        </w:rPr>
        <w:t xml:space="preserve"> = tunicamycin; </w:t>
      </w:r>
      <w:r w:rsidRPr="009E08D8">
        <w:rPr>
          <w:b/>
          <w:bCs/>
          <w:iCs/>
          <w:lang w:val="en-GB"/>
        </w:rPr>
        <w:t>YNB =</w:t>
      </w:r>
      <w:r w:rsidRPr="009E08D8">
        <w:rPr>
          <w:iCs/>
          <w:lang w:val="en-GB"/>
        </w:rPr>
        <w:t xml:space="preserve"> yeast nitrogen base</w:t>
      </w:r>
      <w:r w:rsidRPr="00325902">
        <w:t>.</w:t>
      </w:r>
      <w:r>
        <w:tab/>
      </w:r>
    </w:p>
    <w:p w14:paraId="5AE3EE37" w14:textId="4DC44335" w:rsidR="00C34A11" w:rsidRDefault="009071F7" w:rsidP="00D16B57">
      <w:pPr>
        <w:pStyle w:val="MDPI63Notes"/>
      </w:pPr>
      <w:r w:rsidRPr="00DD79D8">
        <w:rPr>
          <w:b/>
        </w:rPr>
        <w:lastRenderedPageBreak/>
        <w:t>Disclaimer/Publisher’s Note:</w:t>
      </w:r>
      <w:r w:rsidRPr="00DD79D8">
        <w:t xml:space="preserve"> The statements, opinions and data contained in all publications are solely those of the individual author(s) and contributor(s) and not of MDPI and/or the editor(s). MDPI and/or the editor(s) disclaim responsibility for any injury to people or property resulting from any ideas, methods, </w:t>
      </w:r>
      <w:proofErr w:type="gramStart"/>
      <w:r w:rsidRPr="00DD79D8">
        <w:t>instructions</w:t>
      </w:r>
      <w:proofErr w:type="gramEnd"/>
      <w:r w:rsidRPr="00DD79D8">
        <w:t xml:space="preserve"> or products referred to in the content.</w:t>
      </w:r>
    </w:p>
    <w:sectPr w:rsidR="00C34A11" w:rsidSect="004C6CC5">
      <w:pgSz w:w="11906" w:h="16838" w:code="9"/>
      <w:pgMar w:top="1417" w:right="720" w:bottom="1077" w:left="720" w:header="1020" w:footer="340" w:gutter="0"/>
      <w:lnNumType w:countBy="1" w:distance="255" w:restart="continuous"/>
      <w:cols w:space="425"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6B26D" w14:textId="77777777" w:rsidR="00CD1801" w:rsidRDefault="00CD1801">
      <w:pPr>
        <w:spacing w:line="240" w:lineRule="auto"/>
      </w:pPr>
      <w:r>
        <w:separator/>
      </w:r>
    </w:p>
  </w:endnote>
  <w:endnote w:type="continuationSeparator" w:id="0">
    <w:p w14:paraId="1C8C152E" w14:textId="77777777" w:rsidR="00CD1801" w:rsidRDefault="00CD18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JansonTextLTStd-Roman">
    <w:altName w:val="Cambria"/>
    <w:panose1 w:val="00000000000000000000"/>
    <w:charset w:val="00"/>
    <w:family w:val="roman"/>
    <w:notTrueType/>
    <w:pitch w:val="default"/>
  </w:font>
  <w:font w:name="MTSY">
    <w:panose1 w:val="00000000000000000000"/>
    <w:charset w:val="00"/>
    <w:family w:val="roman"/>
    <w:notTrueType/>
    <w:pitch w:val="default"/>
  </w:font>
  <w:font w:name="EURM10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2A32" w14:textId="77777777" w:rsidR="008765C7" w:rsidRPr="00327793" w:rsidRDefault="008765C7" w:rsidP="008765C7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43F18" w14:textId="77777777" w:rsidR="00A920FE" w:rsidRDefault="00A920FE" w:rsidP="00D165AC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  <w:lang w:val="it-IT"/>
      </w:rPr>
    </w:pPr>
  </w:p>
  <w:p w14:paraId="5A45539C" w14:textId="77777777" w:rsidR="008765C7" w:rsidRPr="003E46A8" w:rsidRDefault="008765C7" w:rsidP="00AA048A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</w:rPr>
    </w:pPr>
    <w:r w:rsidRPr="00B67F2D">
      <w:rPr>
        <w:i/>
        <w:sz w:val="16"/>
        <w:szCs w:val="16"/>
        <w:lang w:val="it-IT"/>
      </w:rPr>
      <w:t xml:space="preserve">J. Fungi </w:t>
    </w:r>
    <w:r w:rsidR="00E53437">
      <w:rPr>
        <w:b/>
        <w:bCs/>
        <w:iCs/>
        <w:sz w:val="16"/>
        <w:szCs w:val="16"/>
        <w:lang w:val="it-IT"/>
      </w:rPr>
      <w:t>2023</w:t>
    </w:r>
    <w:r w:rsidR="003174AC" w:rsidRPr="003174AC">
      <w:rPr>
        <w:bCs/>
        <w:iCs/>
        <w:sz w:val="16"/>
        <w:szCs w:val="16"/>
        <w:lang w:val="it-IT"/>
      </w:rPr>
      <w:t>,</w:t>
    </w:r>
    <w:r w:rsidR="00E53437">
      <w:rPr>
        <w:bCs/>
        <w:i/>
        <w:iCs/>
        <w:sz w:val="16"/>
        <w:szCs w:val="16"/>
        <w:lang w:val="it-IT"/>
      </w:rPr>
      <w:t xml:space="preserve"> 9</w:t>
    </w:r>
    <w:r w:rsidR="003174AC" w:rsidRPr="003174AC">
      <w:rPr>
        <w:bCs/>
        <w:iCs/>
        <w:sz w:val="16"/>
        <w:szCs w:val="16"/>
        <w:lang w:val="it-IT"/>
      </w:rPr>
      <w:t xml:space="preserve">, </w:t>
    </w:r>
    <w:r w:rsidR="00133C79">
      <w:rPr>
        <w:bCs/>
        <w:iCs/>
        <w:sz w:val="16"/>
        <w:szCs w:val="16"/>
        <w:lang w:val="it-IT"/>
      </w:rPr>
      <w:t>x</w:t>
    </w:r>
    <w:r w:rsidR="00A920FE">
      <w:rPr>
        <w:bCs/>
        <w:iCs/>
        <w:sz w:val="16"/>
        <w:szCs w:val="16"/>
        <w:lang w:val="it-IT"/>
      </w:rPr>
      <w:t>. https://doi.org/10.3390/xxxxx</w:t>
    </w:r>
    <w:r w:rsidR="00AA048A" w:rsidRPr="003E46A8">
      <w:rPr>
        <w:sz w:val="16"/>
        <w:szCs w:val="16"/>
      </w:rPr>
      <w:tab/>
    </w:r>
    <w:r w:rsidRPr="003E46A8">
      <w:rPr>
        <w:sz w:val="16"/>
        <w:szCs w:val="16"/>
      </w:rPr>
      <w:t>www.mdpi.com/journal/</w:t>
    </w:r>
    <w:r w:rsidRPr="00B67F2D">
      <w:rPr>
        <w:sz w:val="16"/>
        <w:szCs w:val="16"/>
        <w:lang w:val="it-IT"/>
      </w:rPr>
      <w:t>jof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9B7EB" w14:textId="77777777" w:rsidR="00CD1801" w:rsidRDefault="00CD1801">
      <w:pPr>
        <w:spacing w:line="240" w:lineRule="auto"/>
      </w:pPr>
      <w:r>
        <w:separator/>
      </w:r>
    </w:p>
  </w:footnote>
  <w:footnote w:type="continuationSeparator" w:id="0">
    <w:p w14:paraId="6EF09383" w14:textId="77777777" w:rsidR="00CD1801" w:rsidRDefault="00CD18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D7D15" w14:textId="77777777" w:rsidR="008765C7" w:rsidRDefault="008765C7" w:rsidP="008765C7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52877" w14:textId="77777777" w:rsidR="00A920FE" w:rsidRDefault="008765C7" w:rsidP="00AA048A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J. Fungi </w:t>
    </w:r>
    <w:r w:rsidR="00E53437">
      <w:rPr>
        <w:b/>
        <w:sz w:val="16"/>
      </w:rPr>
      <w:t>2023</w:t>
    </w:r>
    <w:r w:rsidR="003174AC" w:rsidRPr="003174AC">
      <w:rPr>
        <w:sz w:val="16"/>
      </w:rPr>
      <w:t>,</w:t>
    </w:r>
    <w:r w:rsidR="00E53437">
      <w:rPr>
        <w:i/>
        <w:sz w:val="16"/>
      </w:rPr>
      <w:t xml:space="preserve"> 9</w:t>
    </w:r>
    <w:r w:rsidR="00133C79">
      <w:rPr>
        <w:sz w:val="16"/>
      </w:rPr>
      <w:t>, x FOR PEER REVIEW</w:t>
    </w:r>
    <w:r w:rsidR="00AA048A">
      <w:rPr>
        <w:sz w:val="16"/>
      </w:rPr>
      <w:tab/>
    </w:r>
    <w:r w:rsidR="00133C79">
      <w:rPr>
        <w:sz w:val="16"/>
      </w:rPr>
      <w:fldChar w:fldCharType="begin"/>
    </w:r>
    <w:r w:rsidR="00133C79">
      <w:rPr>
        <w:sz w:val="16"/>
      </w:rPr>
      <w:instrText xml:space="preserve"> PAGE   \* MERGEFORMAT </w:instrText>
    </w:r>
    <w:r w:rsidR="00133C79">
      <w:rPr>
        <w:sz w:val="16"/>
      </w:rPr>
      <w:fldChar w:fldCharType="separate"/>
    </w:r>
    <w:r w:rsidR="007B3474">
      <w:rPr>
        <w:sz w:val="16"/>
      </w:rPr>
      <w:t>5</w:t>
    </w:r>
    <w:r w:rsidR="00133C79">
      <w:rPr>
        <w:sz w:val="16"/>
      </w:rPr>
      <w:fldChar w:fldCharType="end"/>
    </w:r>
    <w:r w:rsidR="00133C79">
      <w:rPr>
        <w:sz w:val="16"/>
      </w:rPr>
      <w:t xml:space="preserve"> of </w:t>
    </w:r>
    <w:r w:rsidR="00133C79">
      <w:rPr>
        <w:sz w:val="16"/>
      </w:rPr>
      <w:fldChar w:fldCharType="begin"/>
    </w:r>
    <w:r w:rsidR="00133C79">
      <w:rPr>
        <w:sz w:val="16"/>
      </w:rPr>
      <w:instrText xml:space="preserve"> NUMPAGES   \* MERGEFORMAT </w:instrText>
    </w:r>
    <w:r w:rsidR="00133C79">
      <w:rPr>
        <w:sz w:val="16"/>
      </w:rPr>
      <w:fldChar w:fldCharType="separate"/>
    </w:r>
    <w:r w:rsidR="007B3474">
      <w:rPr>
        <w:sz w:val="16"/>
      </w:rPr>
      <w:t>5</w:t>
    </w:r>
    <w:r w:rsidR="00133C79">
      <w:rPr>
        <w:sz w:val="16"/>
      </w:rPr>
      <w:fldChar w:fldCharType="end"/>
    </w:r>
  </w:p>
  <w:p w14:paraId="377E1E45" w14:textId="77777777" w:rsidR="008765C7" w:rsidRPr="00D13D31" w:rsidRDefault="008765C7" w:rsidP="00D165AC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A920FE" w:rsidRPr="00AA048A" w14:paraId="36D9132B" w14:textId="77777777" w:rsidTr="00856487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3FD6CB12" w14:textId="77777777" w:rsidR="00A920FE" w:rsidRPr="0011000A" w:rsidRDefault="00714FFC" w:rsidP="00AA048A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11000A">
            <w:rPr>
              <w:rFonts w:eastAsia="DengXian"/>
              <w:b/>
              <w:bCs/>
              <w:noProof/>
            </w:rPr>
            <w:drawing>
              <wp:inline distT="0" distB="0" distL="0" distR="0" wp14:anchorId="277C7A1F" wp14:editId="6D65D1D9">
                <wp:extent cx="1156970" cy="429260"/>
                <wp:effectExtent l="0" t="0" r="0" b="0"/>
                <wp:docPr id="1" name="Picture 3" descr="C:\Users\home\AppData\Local\Temp\HZ$D.661.3551\jof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AppData\Local\Temp\HZ$D.661.3551\jof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697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2E395A5D" w14:textId="77777777" w:rsidR="00A920FE" w:rsidRPr="0011000A" w:rsidRDefault="00A920FE" w:rsidP="00AA048A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694C800B" w14:textId="77777777" w:rsidR="00A920FE" w:rsidRPr="0011000A" w:rsidRDefault="00856487" w:rsidP="00856487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noProof/>
            </w:rPr>
            <w:drawing>
              <wp:inline distT="0" distB="0" distL="0" distR="0" wp14:anchorId="763062D2" wp14:editId="394C0F32">
                <wp:extent cx="540000" cy="360000"/>
                <wp:effectExtent l="0" t="0" r="0" b="254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0C1250C" w14:textId="77777777" w:rsidR="008765C7" w:rsidRPr="00A920FE" w:rsidRDefault="008765C7" w:rsidP="00D165AC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7F3A"/>
    <w:multiLevelType w:val="hybridMultilevel"/>
    <w:tmpl w:val="5AEA3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80AF9"/>
    <w:multiLevelType w:val="hybridMultilevel"/>
    <w:tmpl w:val="55D435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26BB4"/>
    <w:multiLevelType w:val="hybridMultilevel"/>
    <w:tmpl w:val="508A3D1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8189A"/>
    <w:multiLevelType w:val="hybridMultilevel"/>
    <w:tmpl w:val="C4E4DAF2"/>
    <w:lvl w:ilvl="0" w:tplc="04090009">
      <w:start w:val="1"/>
      <w:numFmt w:val="bullet"/>
      <w:lvlText w:val=""/>
      <w:lvlJc w:val="left"/>
      <w:pPr>
        <w:ind w:left="34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4" w15:restartNumberingAfterBreak="0">
    <w:nsid w:val="0BE8720B"/>
    <w:multiLevelType w:val="hybridMultilevel"/>
    <w:tmpl w:val="FC20E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468F5"/>
    <w:multiLevelType w:val="hybridMultilevel"/>
    <w:tmpl w:val="EA2C195E"/>
    <w:lvl w:ilvl="0" w:tplc="AB985B7A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7" w15:restartNumberingAfterBreak="0">
    <w:nsid w:val="1EEB5AFB"/>
    <w:multiLevelType w:val="hybridMultilevel"/>
    <w:tmpl w:val="885EFE70"/>
    <w:lvl w:ilvl="0" w:tplc="1CE87A2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13123"/>
    <w:multiLevelType w:val="hybridMultilevel"/>
    <w:tmpl w:val="761CAD1A"/>
    <w:lvl w:ilvl="0" w:tplc="2D3CC0D6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F72A2"/>
    <w:multiLevelType w:val="hybridMultilevel"/>
    <w:tmpl w:val="F52AE3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6CA320C"/>
    <w:multiLevelType w:val="hybridMultilevel"/>
    <w:tmpl w:val="8F38C4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616F3"/>
    <w:multiLevelType w:val="hybridMultilevel"/>
    <w:tmpl w:val="9174B046"/>
    <w:lvl w:ilvl="0" w:tplc="BC606972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D37751"/>
    <w:multiLevelType w:val="hybridMultilevel"/>
    <w:tmpl w:val="5EB0EE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464ECF"/>
    <w:multiLevelType w:val="hybridMultilevel"/>
    <w:tmpl w:val="4EFEF44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20" w15:restartNumberingAfterBreak="0">
    <w:nsid w:val="58B73D00"/>
    <w:multiLevelType w:val="hybridMultilevel"/>
    <w:tmpl w:val="451A60A2"/>
    <w:lvl w:ilvl="0" w:tplc="839C846A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21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BB10B0"/>
    <w:multiLevelType w:val="hybridMultilevel"/>
    <w:tmpl w:val="DEBC71E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504651">
    <w:abstractNumId w:val="10"/>
  </w:num>
  <w:num w:numId="2" w16cid:durableId="649478788">
    <w:abstractNumId w:val="13"/>
  </w:num>
  <w:num w:numId="3" w16cid:durableId="154493511">
    <w:abstractNumId w:val="9"/>
  </w:num>
  <w:num w:numId="4" w16cid:durableId="3033902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90560662">
    <w:abstractNumId w:val="11"/>
  </w:num>
  <w:num w:numId="6" w16cid:durableId="2076003460">
    <w:abstractNumId w:val="19"/>
  </w:num>
  <w:num w:numId="7" w16cid:durableId="1584299468">
    <w:abstractNumId w:val="6"/>
  </w:num>
  <w:num w:numId="8" w16cid:durableId="524950415">
    <w:abstractNumId w:val="19"/>
  </w:num>
  <w:num w:numId="9" w16cid:durableId="2067218693">
    <w:abstractNumId w:val="6"/>
  </w:num>
  <w:num w:numId="10" w16cid:durableId="1560357275">
    <w:abstractNumId w:val="19"/>
  </w:num>
  <w:num w:numId="11" w16cid:durableId="942422379">
    <w:abstractNumId w:val="6"/>
  </w:num>
  <w:num w:numId="12" w16cid:durableId="824666033">
    <w:abstractNumId w:val="21"/>
  </w:num>
  <w:num w:numId="13" w16cid:durableId="797338074">
    <w:abstractNumId w:val="19"/>
  </w:num>
  <w:num w:numId="14" w16cid:durableId="1353188329">
    <w:abstractNumId w:val="6"/>
  </w:num>
  <w:num w:numId="15" w16cid:durableId="1768887156">
    <w:abstractNumId w:val="5"/>
  </w:num>
  <w:num w:numId="16" w16cid:durableId="607659764">
    <w:abstractNumId w:val="18"/>
  </w:num>
  <w:num w:numId="17" w16cid:durableId="699860252">
    <w:abstractNumId w:val="5"/>
  </w:num>
  <w:num w:numId="18" w16cid:durableId="2038893440">
    <w:abstractNumId w:val="19"/>
  </w:num>
  <w:num w:numId="19" w16cid:durableId="1618560007">
    <w:abstractNumId w:val="6"/>
  </w:num>
  <w:num w:numId="20" w16cid:durableId="907348960">
    <w:abstractNumId w:val="5"/>
  </w:num>
  <w:num w:numId="21" w16cid:durableId="311451009">
    <w:abstractNumId w:val="8"/>
  </w:num>
  <w:num w:numId="22" w16cid:durableId="1364670557">
    <w:abstractNumId w:val="20"/>
  </w:num>
  <w:num w:numId="23" w16cid:durableId="609239329">
    <w:abstractNumId w:val="15"/>
  </w:num>
  <w:num w:numId="24" w16cid:durableId="498158501">
    <w:abstractNumId w:val="14"/>
  </w:num>
  <w:num w:numId="25" w16cid:durableId="1151023611">
    <w:abstractNumId w:val="4"/>
  </w:num>
  <w:num w:numId="26" w16cid:durableId="31808321">
    <w:abstractNumId w:val="7"/>
  </w:num>
  <w:num w:numId="27" w16cid:durableId="163323936">
    <w:abstractNumId w:val="16"/>
  </w:num>
  <w:num w:numId="28" w16cid:durableId="309407909">
    <w:abstractNumId w:val="3"/>
  </w:num>
  <w:num w:numId="29" w16cid:durableId="1885167319">
    <w:abstractNumId w:val="12"/>
  </w:num>
  <w:num w:numId="30" w16cid:durableId="861364288">
    <w:abstractNumId w:val="17"/>
  </w:num>
  <w:num w:numId="31" w16cid:durableId="1302149263">
    <w:abstractNumId w:val="1"/>
  </w:num>
  <w:num w:numId="32" w16cid:durableId="1964534874">
    <w:abstractNumId w:val="2"/>
  </w:num>
  <w:num w:numId="33" w16cid:durableId="2107846958">
    <w:abstractNumId w:val="22"/>
  </w:num>
  <w:num w:numId="34" w16cid:durableId="1889993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O1MDQyMDEyMjQ3szRW0lEKTi0uzszPAykwNK0FAEbUsywtAAAA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ef9ffxzfstzs5e9dzov9txxs20trda0deex&quot;&gt;Cryptococcus project-Converted&lt;record-ids&gt;&lt;item&gt;34&lt;/item&gt;&lt;item&gt;36&lt;/item&gt;&lt;item&gt;37&lt;/item&gt;&lt;item&gt;39&lt;/item&gt;&lt;item&gt;44&lt;/item&gt;&lt;item&gt;45&lt;/item&gt;&lt;item&gt;48&lt;/item&gt;&lt;item&gt;65&lt;/item&gt;&lt;item&gt;66&lt;/item&gt;&lt;item&gt;67&lt;/item&gt;&lt;item&gt;68&lt;/item&gt;&lt;item&gt;69&lt;/item&gt;&lt;item&gt;70&lt;/item&gt;&lt;item&gt;71&lt;/item&gt;&lt;item&gt;72&lt;/item&gt;&lt;item&gt;73&lt;/item&gt;&lt;item&gt;74&lt;/item&gt;&lt;item&gt;75&lt;/item&gt;&lt;item&gt;81&lt;/item&gt;&lt;item&gt;84&lt;/item&gt;&lt;item&gt;91&lt;/item&gt;&lt;item&gt;104&lt;/item&gt;&lt;item&gt;105&lt;/item&gt;&lt;item&gt;106&lt;/item&gt;&lt;item&gt;107&lt;/item&gt;&lt;item&gt;108&lt;/item&gt;&lt;item&gt;109&lt;/item&gt;&lt;item&gt;110&lt;/item&gt;&lt;item&gt;111&lt;/item&gt;&lt;item&gt;112&lt;/item&gt;&lt;item&gt;113&lt;/item&gt;&lt;item&gt;115&lt;/item&gt;&lt;item&gt;116&lt;/item&gt;&lt;item&gt;117&lt;/item&gt;&lt;item&gt;118&lt;/item&gt;&lt;item&gt;119&lt;/item&gt;&lt;item&gt;120&lt;/item&gt;&lt;item&gt;123&lt;/item&gt;&lt;item&gt;124&lt;/item&gt;&lt;item&gt;125&lt;/item&gt;&lt;item&gt;126&lt;/item&gt;&lt;item&gt;132&lt;/item&gt;&lt;item&gt;145&lt;/item&gt;&lt;item&gt;157&lt;/item&gt;&lt;item&gt;160&lt;/item&gt;&lt;item&gt;161&lt;/item&gt;&lt;item&gt;164&lt;/item&gt;&lt;item&gt;165&lt;/item&gt;&lt;item&gt;168&lt;/item&gt;&lt;item&gt;169&lt;/item&gt;&lt;item&gt;172&lt;/item&gt;&lt;item&gt;174&lt;/item&gt;&lt;item&gt;177&lt;/item&gt;&lt;item&gt;212&lt;/item&gt;&lt;item&gt;222&lt;/item&gt;&lt;item&gt;226&lt;/item&gt;&lt;item&gt;238&lt;/item&gt;&lt;item&gt;242&lt;/item&gt;&lt;item&gt;244&lt;/item&gt;&lt;item&gt;245&lt;/item&gt;&lt;item&gt;246&lt;/item&gt;&lt;item&gt;247&lt;/item&gt;&lt;item&gt;250&lt;/item&gt;&lt;item&gt;252&lt;/item&gt;&lt;item&gt;255&lt;/item&gt;&lt;item&gt;256&lt;/item&gt;&lt;item&gt;257&lt;/item&gt;&lt;item&gt;258&lt;/item&gt;&lt;item&gt;262&lt;/item&gt;&lt;item&gt;264&lt;/item&gt;&lt;item&gt;272&lt;/item&gt;&lt;item&gt;273&lt;/item&gt;&lt;item&gt;275&lt;/item&gt;&lt;item&gt;279&lt;/item&gt;&lt;item&gt;286&lt;/item&gt;&lt;item&gt;293&lt;/item&gt;&lt;item&gt;294&lt;/item&gt;&lt;item&gt;301&lt;/item&gt;&lt;item&gt;302&lt;/item&gt;&lt;item&gt;305&lt;/item&gt;&lt;item&gt;313&lt;/item&gt;&lt;item&gt;315&lt;/item&gt;&lt;item&gt;316&lt;/item&gt;&lt;item&gt;317&lt;/item&gt;&lt;item&gt;318&lt;/item&gt;&lt;item&gt;323&lt;/item&gt;&lt;item&gt;324&lt;/item&gt;&lt;item&gt;328&lt;/item&gt;&lt;item&gt;329&lt;/item&gt;&lt;item&gt;336&lt;/item&gt;&lt;item&gt;337&lt;/item&gt;&lt;item&gt;338&lt;/item&gt;&lt;item&gt;348&lt;/item&gt;&lt;item&gt;350&lt;/item&gt;&lt;item&gt;351&lt;/item&gt;&lt;item&gt;352&lt;/item&gt;&lt;item&gt;360&lt;/item&gt;&lt;item&gt;361&lt;/item&gt;&lt;item&gt;364&lt;/item&gt;&lt;item&gt;366&lt;/item&gt;&lt;item&gt;371&lt;/item&gt;&lt;item&gt;372&lt;/item&gt;&lt;item&gt;373&lt;/item&gt;&lt;item&gt;374&lt;/item&gt;&lt;item&gt;375&lt;/item&gt;&lt;item&gt;390&lt;/item&gt;&lt;item&gt;391&lt;/item&gt;&lt;item&gt;393&lt;/item&gt;&lt;item&gt;398&lt;/item&gt;&lt;item&gt;404&lt;/item&gt;&lt;item&gt;407&lt;/item&gt;&lt;item&gt;410&lt;/item&gt;&lt;item&gt;420&lt;/item&gt;&lt;item&gt;421&lt;/item&gt;&lt;item&gt;422&lt;/item&gt;&lt;item&gt;425&lt;/item&gt;&lt;item&gt;426&lt;/item&gt;&lt;item&gt;429&lt;/item&gt;&lt;item&gt;431&lt;/item&gt;&lt;item&gt;432&lt;/item&gt;&lt;item&gt;433&lt;/item&gt;&lt;item&gt;434&lt;/item&gt;&lt;item&gt;437&lt;/item&gt;&lt;item&gt;438&lt;/item&gt;&lt;item&gt;440&lt;/item&gt;&lt;item&gt;441&lt;/item&gt;&lt;item&gt;442&lt;/item&gt;&lt;item&gt;444&lt;/item&gt;&lt;item&gt;446&lt;/item&gt;&lt;item&gt;447&lt;/item&gt;&lt;item&gt;448&lt;/item&gt;&lt;item&gt;449&lt;/item&gt;&lt;item&gt;451&lt;/item&gt;&lt;item&gt;452&lt;/item&gt;&lt;item&gt;453&lt;/item&gt;&lt;item&gt;475&lt;/item&gt;&lt;item&gt;477&lt;/item&gt;&lt;item&gt;481&lt;/item&gt;&lt;item&gt;482&lt;/item&gt;&lt;item&gt;484&lt;/item&gt;&lt;item&gt;485&lt;/item&gt;&lt;item&gt;486&lt;/item&gt;&lt;item&gt;490&lt;/item&gt;&lt;item&gt;491&lt;/item&gt;&lt;item&gt;492&lt;/item&gt;&lt;item&gt;493&lt;/item&gt;&lt;item&gt;494&lt;/item&gt;&lt;item&gt;495&lt;/item&gt;&lt;item&gt;496&lt;/item&gt;&lt;item&gt;497&lt;/item&gt;&lt;item&gt;499&lt;/item&gt;&lt;item&gt;501&lt;/item&gt;&lt;item&gt;502&lt;/item&gt;&lt;item&gt;504&lt;/item&gt;&lt;item&gt;507&lt;/item&gt;&lt;item&gt;510&lt;/item&gt;&lt;item&gt;511&lt;/item&gt;&lt;item&gt;514&lt;/item&gt;&lt;item&gt;515&lt;/item&gt;&lt;item&gt;519&lt;/item&gt;&lt;item&gt;532&lt;/item&gt;&lt;item&gt;533&lt;/item&gt;&lt;item&gt;536&lt;/item&gt;&lt;item&gt;541&lt;/item&gt;&lt;item&gt;542&lt;/item&gt;&lt;item&gt;548&lt;/item&gt;&lt;item&gt;549&lt;/item&gt;&lt;item&gt;550&lt;/item&gt;&lt;item&gt;551&lt;/item&gt;&lt;item&gt;552&lt;/item&gt;&lt;item&gt;556&lt;/item&gt;&lt;item&gt;558&lt;/item&gt;&lt;item&gt;559&lt;/item&gt;&lt;item&gt;560&lt;/item&gt;&lt;item&gt;561&lt;/item&gt;&lt;item&gt;562&lt;/item&gt;&lt;item&gt;563&lt;/item&gt;&lt;item&gt;564&lt;/item&gt;&lt;item&gt;565&lt;/item&gt;&lt;item&gt;566&lt;/item&gt;&lt;item&gt;567&lt;/item&gt;&lt;/record-ids&gt;&lt;/item&gt;&lt;/Libraries&gt;"/>
  </w:docVars>
  <w:rsids>
    <w:rsidRoot w:val="003E46A8"/>
    <w:rsid w:val="0000060F"/>
    <w:rsid w:val="0001218A"/>
    <w:rsid w:val="0001274B"/>
    <w:rsid w:val="00016829"/>
    <w:rsid w:val="00017C28"/>
    <w:rsid w:val="000200C3"/>
    <w:rsid w:val="00020306"/>
    <w:rsid w:val="00031FDC"/>
    <w:rsid w:val="000430E0"/>
    <w:rsid w:val="00055505"/>
    <w:rsid w:val="000625D4"/>
    <w:rsid w:val="00062A23"/>
    <w:rsid w:val="00065B25"/>
    <w:rsid w:val="0006743A"/>
    <w:rsid w:val="000679FC"/>
    <w:rsid w:val="00070871"/>
    <w:rsid w:val="00070A79"/>
    <w:rsid w:val="00073241"/>
    <w:rsid w:val="0007392A"/>
    <w:rsid w:val="00082508"/>
    <w:rsid w:val="00083BBA"/>
    <w:rsid w:val="00090C80"/>
    <w:rsid w:val="00094CCA"/>
    <w:rsid w:val="000A0512"/>
    <w:rsid w:val="000A4002"/>
    <w:rsid w:val="000A681C"/>
    <w:rsid w:val="000B4B75"/>
    <w:rsid w:val="000B7170"/>
    <w:rsid w:val="000C28D0"/>
    <w:rsid w:val="000C71E5"/>
    <w:rsid w:val="000D4838"/>
    <w:rsid w:val="000E7750"/>
    <w:rsid w:val="000F1E23"/>
    <w:rsid w:val="000F7121"/>
    <w:rsid w:val="000F7EFB"/>
    <w:rsid w:val="00107FF1"/>
    <w:rsid w:val="0011000A"/>
    <w:rsid w:val="00112537"/>
    <w:rsid w:val="001166E7"/>
    <w:rsid w:val="00133C79"/>
    <w:rsid w:val="001377EF"/>
    <w:rsid w:val="0015577C"/>
    <w:rsid w:val="001703AE"/>
    <w:rsid w:val="00176246"/>
    <w:rsid w:val="00190115"/>
    <w:rsid w:val="0019570D"/>
    <w:rsid w:val="001C276D"/>
    <w:rsid w:val="001D16DD"/>
    <w:rsid w:val="001E2AEB"/>
    <w:rsid w:val="001F094E"/>
    <w:rsid w:val="001F154D"/>
    <w:rsid w:val="00201A71"/>
    <w:rsid w:val="00204628"/>
    <w:rsid w:val="0021761B"/>
    <w:rsid w:val="00222EC6"/>
    <w:rsid w:val="002303B8"/>
    <w:rsid w:val="00233234"/>
    <w:rsid w:val="002453F3"/>
    <w:rsid w:val="00246D67"/>
    <w:rsid w:val="00247953"/>
    <w:rsid w:val="00253D3B"/>
    <w:rsid w:val="00260117"/>
    <w:rsid w:val="0026338A"/>
    <w:rsid w:val="00264842"/>
    <w:rsid w:val="00280F4E"/>
    <w:rsid w:val="00282B38"/>
    <w:rsid w:val="00283D98"/>
    <w:rsid w:val="002B24EC"/>
    <w:rsid w:val="002D1B63"/>
    <w:rsid w:val="002D25B7"/>
    <w:rsid w:val="002D6B17"/>
    <w:rsid w:val="002E389C"/>
    <w:rsid w:val="002F02C9"/>
    <w:rsid w:val="002F0633"/>
    <w:rsid w:val="002F12CA"/>
    <w:rsid w:val="00310E98"/>
    <w:rsid w:val="00314A54"/>
    <w:rsid w:val="003174AC"/>
    <w:rsid w:val="00326141"/>
    <w:rsid w:val="0033096B"/>
    <w:rsid w:val="00335C22"/>
    <w:rsid w:val="003375D9"/>
    <w:rsid w:val="003423A7"/>
    <w:rsid w:val="00363548"/>
    <w:rsid w:val="00363AA4"/>
    <w:rsid w:val="0036742E"/>
    <w:rsid w:val="00374744"/>
    <w:rsid w:val="00381364"/>
    <w:rsid w:val="003828BF"/>
    <w:rsid w:val="003932C7"/>
    <w:rsid w:val="003A392B"/>
    <w:rsid w:val="003B7DF1"/>
    <w:rsid w:val="003C69C6"/>
    <w:rsid w:val="003D47E0"/>
    <w:rsid w:val="003D5507"/>
    <w:rsid w:val="003D6750"/>
    <w:rsid w:val="003E02C7"/>
    <w:rsid w:val="003E0B72"/>
    <w:rsid w:val="003E2180"/>
    <w:rsid w:val="003E46A8"/>
    <w:rsid w:val="00401D30"/>
    <w:rsid w:val="00404844"/>
    <w:rsid w:val="004050D7"/>
    <w:rsid w:val="004055F9"/>
    <w:rsid w:val="0041423B"/>
    <w:rsid w:val="00414890"/>
    <w:rsid w:val="00414A6C"/>
    <w:rsid w:val="00415F38"/>
    <w:rsid w:val="00424085"/>
    <w:rsid w:val="00430C1E"/>
    <w:rsid w:val="00433523"/>
    <w:rsid w:val="00435B93"/>
    <w:rsid w:val="00443DE8"/>
    <w:rsid w:val="00450A33"/>
    <w:rsid w:val="00451FC4"/>
    <w:rsid w:val="004550E7"/>
    <w:rsid w:val="004564B3"/>
    <w:rsid w:val="004574CD"/>
    <w:rsid w:val="004650E1"/>
    <w:rsid w:val="0046590B"/>
    <w:rsid w:val="00472057"/>
    <w:rsid w:val="00476462"/>
    <w:rsid w:val="00481B23"/>
    <w:rsid w:val="0049000E"/>
    <w:rsid w:val="0049303F"/>
    <w:rsid w:val="004954A5"/>
    <w:rsid w:val="004A1F4F"/>
    <w:rsid w:val="004B36F4"/>
    <w:rsid w:val="004B3CE7"/>
    <w:rsid w:val="004C0283"/>
    <w:rsid w:val="004C6CC5"/>
    <w:rsid w:val="004C7791"/>
    <w:rsid w:val="004D0F12"/>
    <w:rsid w:val="004D3CD1"/>
    <w:rsid w:val="004E2A54"/>
    <w:rsid w:val="004E362F"/>
    <w:rsid w:val="004E5855"/>
    <w:rsid w:val="004F1319"/>
    <w:rsid w:val="004F4F0B"/>
    <w:rsid w:val="00506D3F"/>
    <w:rsid w:val="00512EE9"/>
    <w:rsid w:val="00514137"/>
    <w:rsid w:val="0051463B"/>
    <w:rsid w:val="005225B6"/>
    <w:rsid w:val="0052293D"/>
    <w:rsid w:val="005341B5"/>
    <w:rsid w:val="0053506D"/>
    <w:rsid w:val="00536ECE"/>
    <w:rsid w:val="0053797A"/>
    <w:rsid w:val="005412C8"/>
    <w:rsid w:val="0054138E"/>
    <w:rsid w:val="00543E05"/>
    <w:rsid w:val="00561A16"/>
    <w:rsid w:val="00563A1F"/>
    <w:rsid w:val="00572328"/>
    <w:rsid w:val="005759C7"/>
    <w:rsid w:val="005819C0"/>
    <w:rsid w:val="005841CC"/>
    <w:rsid w:val="00585ED6"/>
    <w:rsid w:val="005A4FF1"/>
    <w:rsid w:val="005A6035"/>
    <w:rsid w:val="005B1CB3"/>
    <w:rsid w:val="005B7C37"/>
    <w:rsid w:val="005C0093"/>
    <w:rsid w:val="005C58FA"/>
    <w:rsid w:val="005C7847"/>
    <w:rsid w:val="005D68ED"/>
    <w:rsid w:val="005D6928"/>
    <w:rsid w:val="005D787D"/>
    <w:rsid w:val="005E1B1C"/>
    <w:rsid w:val="005E2BA7"/>
    <w:rsid w:val="005E36EC"/>
    <w:rsid w:val="005F38AC"/>
    <w:rsid w:val="005F4BF0"/>
    <w:rsid w:val="006130D6"/>
    <w:rsid w:val="00613F70"/>
    <w:rsid w:val="00615A06"/>
    <w:rsid w:val="00630499"/>
    <w:rsid w:val="00633207"/>
    <w:rsid w:val="006378C5"/>
    <w:rsid w:val="00640B53"/>
    <w:rsid w:val="00642AD1"/>
    <w:rsid w:val="00670623"/>
    <w:rsid w:val="0067090C"/>
    <w:rsid w:val="00673100"/>
    <w:rsid w:val="00683BA2"/>
    <w:rsid w:val="00690B57"/>
    <w:rsid w:val="00692393"/>
    <w:rsid w:val="00695008"/>
    <w:rsid w:val="006A11F1"/>
    <w:rsid w:val="006B0276"/>
    <w:rsid w:val="006B4DB2"/>
    <w:rsid w:val="006C09DD"/>
    <w:rsid w:val="006C2E22"/>
    <w:rsid w:val="006C622C"/>
    <w:rsid w:val="006D440E"/>
    <w:rsid w:val="006D7035"/>
    <w:rsid w:val="006E161D"/>
    <w:rsid w:val="006E19C8"/>
    <w:rsid w:val="006E1EF9"/>
    <w:rsid w:val="006E6003"/>
    <w:rsid w:val="006E7852"/>
    <w:rsid w:val="006E7901"/>
    <w:rsid w:val="006F2230"/>
    <w:rsid w:val="00703AFF"/>
    <w:rsid w:val="00706F40"/>
    <w:rsid w:val="007122BA"/>
    <w:rsid w:val="0071380F"/>
    <w:rsid w:val="00713C18"/>
    <w:rsid w:val="00714FFC"/>
    <w:rsid w:val="0071775C"/>
    <w:rsid w:val="00720369"/>
    <w:rsid w:val="0073244C"/>
    <w:rsid w:val="00736178"/>
    <w:rsid w:val="007372CF"/>
    <w:rsid w:val="007542AB"/>
    <w:rsid w:val="00755A2A"/>
    <w:rsid w:val="007573B8"/>
    <w:rsid w:val="00757D0C"/>
    <w:rsid w:val="00764590"/>
    <w:rsid w:val="007716D1"/>
    <w:rsid w:val="00771C8F"/>
    <w:rsid w:val="0077468D"/>
    <w:rsid w:val="00775029"/>
    <w:rsid w:val="00775DA5"/>
    <w:rsid w:val="007761EA"/>
    <w:rsid w:val="00781562"/>
    <w:rsid w:val="00784277"/>
    <w:rsid w:val="0078635F"/>
    <w:rsid w:val="00786BDC"/>
    <w:rsid w:val="00793178"/>
    <w:rsid w:val="0079567D"/>
    <w:rsid w:val="007A0054"/>
    <w:rsid w:val="007A5BF9"/>
    <w:rsid w:val="007B3474"/>
    <w:rsid w:val="007B35F3"/>
    <w:rsid w:val="007B49CF"/>
    <w:rsid w:val="007C11E9"/>
    <w:rsid w:val="007D79CD"/>
    <w:rsid w:val="007E04A9"/>
    <w:rsid w:val="007E381A"/>
    <w:rsid w:val="007E6CA3"/>
    <w:rsid w:val="00801959"/>
    <w:rsid w:val="00805E90"/>
    <w:rsid w:val="0080636C"/>
    <w:rsid w:val="00824F86"/>
    <w:rsid w:val="00832C9A"/>
    <w:rsid w:val="00840540"/>
    <w:rsid w:val="00856487"/>
    <w:rsid w:val="008653E6"/>
    <w:rsid w:val="00867BE5"/>
    <w:rsid w:val="0087135F"/>
    <w:rsid w:val="008765C7"/>
    <w:rsid w:val="00881596"/>
    <w:rsid w:val="00882234"/>
    <w:rsid w:val="008834D6"/>
    <w:rsid w:val="00887AB0"/>
    <w:rsid w:val="00890413"/>
    <w:rsid w:val="00893D52"/>
    <w:rsid w:val="008A1CB6"/>
    <w:rsid w:val="008A46A5"/>
    <w:rsid w:val="008C3EF7"/>
    <w:rsid w:val="008D2321"/>
    <w:rsid w:val="008D2CB1"/>
    <w:rsid w:val="008D5BDE"/>
    <w:rsid w:val="008E01B6"/>
    <w:rsid w:val="008E2AA8"/>
    <w:rsid w:val="008E5D45"/>
    <w:rsid w:val="008E7F27"/>
    <w:rsid w:val="008F687A"/>
    <w:rsid w:val="00903AAA"/>
    <w:rsid w:val="009071F7"/>
    <w:rsid w:val="00907A49"/>
    <w:rsid w:val="0091033D"/>
    <w:rsid w:val="00911E7A"/>
    <w:rsid w:val="009238E2"/>
    <w:rsid w:val="009259B7"/>
    <w:rsid w:val="00927E51"/>
    <w:rsid w:val="009314B6"/>
    <w:rsid w:val="00950058"/>
    <w:rsid w:val="0095642E"/>
    <w:rsid w:val="0095734C"/>
    <w:rsid w:val="00970088"/>
    <w:rsid w:val="00976402"/>
    <w:rsid w:val="00976815"/>
    <w:rsid w:val="00986730"/>
    <w:rsid w:val="0098748A"/>
    <w:rsid w:val="009900C1"/>
    <w:rsid w:val="00992618"/>
    <w:rsid w:val="009955E7"/>
    <w:rsid w:val="00996CC4"/>
    <w:rsid w:val="009A4C5F"/>
    <w:rsid w:val="009B657E"/>
    <w:rsid w:val="009B7DB9"/>
    <w:rsid w:val="009C47E6"/>
    <w:rsid w:val="009E03BE"/>
    <w:rsid w:val="009E08D8"/>
    <w:rsid w:val="009E2A9C"/>
    <w:rsid w:val="009E4892"/>
    <w:rsid w:val="009F1036"/>
    <w:rsid w:val="009F32E2"/>
    <w:rsid w:val="009F5229"/>
    <w:rsid w:val="009F70E6"/>
    <w:rsid w:val="00A24F6E"/>
    <w:rsid w:val="00A26DE8"/>
    <w:rsid w:val="00A3018E"/>
    <w:rsid w:val="00A30FEA"/>
    <w:rsid w:val="00A3416E"/>
    <w:rsid w:val="00A347D5"/>
    <w:rsid w:val="00A4474D"/>
    <w:rsid w:val="00A529EE"/>
    <w:rsid w:val="00A56B67"/>
    <w:rsid w:val="00A57274"/>
    <w:rsid w:val="00A57EE8"/>
    <w:rsid w:val="00A62EBD"/>
    <w:rsid w:val="00A67A21"/>
    <w:rsid w:val="00A81B90"/>
    <w:rsid w:val="00A9080B"/>
    <w:rsid w:val="00A913C0"/>
    <w:rsid w:val="00A920FE"/>
    <w:rsid w:val="00A96D61"/>
    <w:rsid w:val="00A9704C"/>
    <w:rsid w:val="00AA048A"/>
    <w:rsid w:val="00AA04B2"/>
    <w:rsid w:val="00AA736C"/>
    <w:rsid w:val="00AB0A67"/>
    <w:rsid w:val="00AB291E"/>
    <w:rsid w:val="00AB2A01"/>
    <w:rsid w:val="00AD31E3"/>
    <w:rsid w:val="00AD6954"/>
    <w:rsid w:val="00AE6595"/>
    <w:rsid w:val="00AE757F"/>
    <w:rsid w:val="00B000DB"/>
    <w:rsid w:val="00B056AB"/>
    <w:rsid w:val="00B05A2D"/>
    <w:rsid w:val="00B07A59"/>
    <w:rsid w:val="00B15AAB"/>
    <w:rsid w:val="00B21642"/>
    <w:rsid w:val="00B3037C"/>
    <w:rsid w:val="00B3155C"/>
    <w:rsid w:val="00B33C0A"/>
    <w:rsid w:val="00B372E8"/>
    <w:rsid w:val="00B41ED3"/>
    <w:rsid w:val="00B45501"/>
    <w:rsid w:val="00B50D8A"/>
    <w:rsid w:val="00B61340"/>
    <w:rsid w:val="00B61E9E"/>
    <w:rsid w:val="00B62495"/>
    <w:rsid w:val="00B70F08"/>
    <w:rsid w:val="00B715D5"/>
    <w:rsid w:val="00B766D6"/>
    <w:rsid w:val="00B80545"/>
    <w:rsid w:val="00B81C62"/>
    <w:rsid w:val="00B85268"/>
    <w:rsid w:val="00B91BFC"/>
    <w:rsid w:val="00B93137"/>
    <w:rsid w:val="00B979EE"/>
    <w:rsid w:val="00BA76B0"/>
    <w:rsid w:val="00BA7FF8"/>
    <w:rsid w:val="00BB1C79"/>
    <w:rsid w:val="00BC320B"/>
    <w:rsid w:val="00BC411F"/>
    <w:rsid w:val="00BC5F3A"/>
    <w:rsid w:val="00BF0DB5"/>
    <w:rsid w:val="00BF4467"/>
    <w:rsid w:val="00C00D80"/>
    <w:rsid w:val="00C026B6"/>
    <w:rsid w:val="00C05125"/>
    <w:rsid w:val="00C17FEA"/>
    <w:rsid w:val="00C20D77"/>
    <w:rsid w:val="00C2397A"/>
    <w:rsid w:val="00C26F91"/>
    <w:rsid w:val="00C32072"/>
    <w:rsid w:val="00C34A11"/>
    <w:rsid w:val="00C37008"/>
    <w:rsid w:val="00C50FB3"/>
    <w:rsid w:val="00C51DCD"/>
    <w:rsid w:val="00C55F02"/>
    <w:rsid w:val="00C5722C"/>
    <w:rsid w:val="00C57DB3"/>
    <w:rsid w:val="00C609B0"/>
    <w:rsid w:val="00C6154D"/>
    <w:rsid w:val="00C66B2B"/>
    <w:rsid w:val="00C74CD2"/>
    <w:rsid w:val="00C82EC4"/>
    <w:rsid w:val="00C9221D"/>
    <w:rsid w:val="00C9664B"/>
    <w:rsid w:val="00CA1AD2"/>
    <w:rsid w:val="00CB6CBA"/>
    <w:rsid w:val="00CC0F0D"/>
    <w:rsid w:val="00CC18C7"/>
    <w:rsid w:val="00CD0704"/>
    <w:rsid w:val="00CD1801"/>
    <w:rsid w:val="00CD1874"/>
    <w:rsid w:val="00CD4C88"/>
    <w:rsid w:val="00CE0B77"/>
    <w:rsid w:val="00CE1D5D"/>
    <w:rsid w:val="00CE725B"/>
    <w:rsid w:val="00CF3F44"/>
    <w:rsid w:val="00D0009A"/>
    <w:rsid w:val="00D04974"/>
    <w:rsid w:val="00D04F8F"/>
    <w:rsid w:val="00D14FCF"/>
    <w:rsid w:val="00D165AC"/>
    <w:rsid w:val="00D16B57"/>
    <w:rsid w:val="00D16CAB"/>
    <w:rsid w:val="00D32474"/>
    <w:rsid w:val="00D33402"/>
    <w:rsid w:val="00D4299E"/>
    <w:rsid w:val="00D4637D"/>
    <w:rsid w:val="00D65112"/>
    <w:rsid w:val="00D700A1"/>
    <w:rsid w:val="00D80F4F"/>
    <w:rsid w:val="00D874B3"/>
    <w:rsid w:val="00DA0692"/>
    <w:rsid w:val="00DA795C"/>
    <w:rsid w:val="00DB502F"/>
    <w:rsid w:val="00DC6C56"/>
    <w:rsid w:val="00DD6792"/>
    <w:rsid w:val="00DD79D8"/>
    <w:rsid w:val="00DE0EA4"/>
    <w:rsid w:val="00DE187C"/>
    <w:rsid w:val="00DE321B"/>
    <w:rsid w:val="00DE5498"/>
    <w:rsid w:val="00DE66BC"/>
    <w:rsid w:val="00DF102F"/>
    <w:rsid w:val="00DF4F0C"/>
    <w:rsid w:val="00E100A1"/>
    <w:rsid w:val="00E26139"/>
    <w:rsid w:val="00E36D38"/>
    <w:rsid w:val="00E36E82"/>
    <w:rsid w:val="00E4195F"/>
    <w:rsid w:val="00E453E0"/>
    <w:rsid w:val="00E45E79"/>
    <w:rsid w:val="00E47683"/>
    <w:rsid w:val="00E47F0D"/>
    <w:rsid w:val="00E5007A"/>
    <w:rsid w:val="00E53437"/>
    <w:rsid w:val="00E60295"/>
    <w:rsid w:val="00E63428"/>
    <w:rsid w:val="00E74C0B"/>
    <w:rsid w:val="00E76D92"/>
    <w:rsid w:val="00E82FBE"/>
    <w:rsid w:val="00E85B2B"/>
    <w:rsid w:val="00EA4A31"/>
    <w:rsid w:val="00EB1C2F"/>
    <w:rsid w:val="00EB1E32"/>
    <w:rsid w:val="00EB37A8"/>
    <w:rsid w:val="00EB47AC"/>
    <w:rsid w:val="00EB5DD1"/>
    <w:rsid w:val="00EC0ED1"/>
    <w:rsid w:val="00EC43C0"/>
    <w:rsid w:val="00ED2031"/>
    <w:rsid w:val="00ED2B66"/>
    <w:rsid w:val="00ED2F4E"/>
    <w:rsid w:val="00ED5C23"/>
    <w:rsid w:val="00ED6C5E"/>
    <w:rsid w:val="00ED7BB1"/>
    <w:rsid w:val="00F0704D"/>
    <w:rsid w:val="00F10D77"/>
    <w:rsid w:val="00F17122"/>
    <w:rsid w:val="00F21BDA"/>
    <w:rsid w:val="00F273B5"/>
    <w:rsid w:val="00F34E34"/>
    <w:rsid w:val="00F41A2F"/>
    <w:rsid w:val="00F4573B"/>
    <w:rsid w:val="00F46BA1"/>
    <w:rsid w:val="00F52CF7"/>
    <w:rsid w:val="00F54BEE"/>
    <w:rsid w:val="00F5688B"/>
    <w:rsid w:val="00F56DAE"/>
    <w:rsid w:val="00F5700A"/>
    <w:rsid w:val="00F57B73"/>
    <w:rsid w:val="00F64361"/>
    <w:rsid w:val="00F76BB1"/>
    <w:rsid w:val="00F819C3"/>
    <w:rsid w:val="00F83C84"/>
    <w:rsid w:val="00F96627"/>
    <w:rsid w:val="00FB23F5"/>
    <w:rsid w:val="00FB7BBB"/>
    <w:rsid w:val="00FC07EB"/>
    <w:rsid w:val="00FC100C"/>
    <w:rsid w:val="00FC3C92"/>
    <w:rsid w:val="00FD3067"/>
    <w:rsid w:val="00FD3602"/>
    <w:rsid w:val="00FD3A68"/>
    <w:rsid w:val="00FD40A4"/>
    <w:rsid w:val="00FD4471"/>
    <w:rsid w:val="00FE03D9"/>
    <w:rsid w:val="00FE22CA"/>
    <w:rsid w:val="00FE43E9"/>
    <w:rsid w:val="00FE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A20C47C"/>
  <w15:chartTrackingRefBased/>
  <w15:docId w15:val="{D08DAE06-00DE-4BBA-8188-D5EFC93B9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178"/>
    <w:pPr>
      <w:spacing w:line="260" w:lineRule="atLeast"/>
      <w:jc w:val="both"/>
    </w:pPr>
    <w:rPr>
      <w:rFonts w:ascii="Palatino Linotype" w:hAnsi="Palatino Linotype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060F"/>
    <w:pPr>
      <w:keepNext/>
      <w:keepLines/>
      <w:spacing w:before="24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060F"/>
    <w:pPr>
      <w:keepNext/>
      <w:keepLines/>
      <w:spacing w:before="4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060F"/>
    <w:pPr>
      <w:keepNext/>
      <w:keepLines/>
      <w:spacing w:before="40" w:line="259" w:lineRule="auto"/>
      <w:jc w:val="left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060F"/>
    <w:pPr>
      <w:keepNext/>
      <w:keepLines/>
      <w:spacing w:before="40" w:line="259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060F"/>
    <w:pPr>
      <w:keepNext/>
      <w:keepLines/>
      <w:spacing w:before="40" w:line="259" w:lineRule="auto"/>
      <w:jc w:val="left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060F"/>
    <w:pPr>
      <w:keepNext/>
      <w:keepLines/>
      <w:spacing w:before="40" w:line="259" w:lineRule="auto"/>
      <w:jc w:val="left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060F"/>
    <w:pPr>
      <w:keepNext/>
      <w:keepLines/>
      <w:spacing w:before="40" w:line="259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060F"/>
    <w:pPr>
      <w:keepNext/>
      <w:keepLines/>
      <w:spacing w:before="40" w:line="259" w:lineRule="auto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060F"/>
    <w:pPr>
      <w:keepNext/>
      <w:keepLines/>
      <w:spacing w:before="40" w:line="259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C34A11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C34A11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C34A11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C34A11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C34A11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C34A11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C34A11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C34A11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EB1C2F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C34A11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C34A11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C34A11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C34A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C34A11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C34A11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C34A11"/>
    <w:pPr>
      <w:ind w:firstLine="0"/>
    </w:pPr>
  </w:style>
  <w:style w:type="paragraph" w:customStyle="1" w:styleId="MDPI31text">
    <w:name w:val="MDPI_3.1_text"/>
    <w:qFormat/>
    <w:rsid w:val="00E36E82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C34A11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C34A11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C34A11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856487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856487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C34A11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C34A11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C34A11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775DA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C34A11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C34A11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C34A11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23heading3">
    <w:name w:val="MDPI_2.3_heading3"/>
    <w:qFormat/>
    <w:rsid w:val="00C34A11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C34A11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C34A11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2F0633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C34A11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C34A11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404844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C34A11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C34A11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C6154D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3174A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C34A11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C34A11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C34A11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C34A11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C34A11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C34A11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4E5855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C34A11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C34A1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C34A1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C34A11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C34A11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C34A11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C34A11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C34A11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C34A1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C34A11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C34A11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C34A11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C34A11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C34A1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C34A11"/>
  </w:style>
  <w:style w:type="paragraph" w:styleId="Bibliography">
    <w:name w:val="Bibliography"/>
    <w:basedOn w:val="Normal"/>
    <w:next w:val="Normal"/>
    <w:uiPriority w:val="37"/>
    <w:semiHidden/>
    <w:unhideWhenUsed/>
    <w:rsid w:val="00C34A11"/>
  </w:style>
  <w:style w:type="paragraph" w:styleId="BodyText">
    <w:name w:val="Body Text"/>
    <w:link w:val="BodyTextChar"/>
    <w:rsid w:val="00C34A11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C34A11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uiPriority w:val="99"/>
    <w:rsid w:val="00C34A11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rsid w:val="00C34A11"/>
  </w:style>
  <w:style w:type="character" w:customStyle="1" w:styleId="CommentTextChar">
    <w:name w:val="Comment Text Char"/>
    <w:link w:val="CommentText"/>
    <w:uiPriority w:val="99"/>
    <w:rsid w:val="00C34A11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34A11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34A11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C34A1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C34A11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C34A11"/>
    <w:rPr>
      <w:rFonts w:ascii="Palatino Linotype" w:hAnsi="Palatino Linotype"/>
      <w:noProof/>
      <w:color w:val="000000"/>
    </w:rPr>
  </w:style>
  <w:style w:type="character" w:styleId="FollowedHyperlink">
    <w:name w:val="FollowedHyperlink"/>
    <w:uiPriority w:val="99"/>
    <w:rsid w:val="00C34A11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C34A11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C34A11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C34A11"/>
    <w:rPr>
      <w:szCs w:val="24"/>
    </w:rPr>
  </w:style>
  <w:style w:type="paragraph" w:customStyle="1" w:styleId="MsoFootnoteText0">
    <w:name w:val="MsoFootnoteText"/>
    <w:basedOn w:val="NormalWeb"/>
    <w:qFormat/>
    <w:rsid w:val="00C34A11"/>
    <w:rPr>
      <w:rFonts w:ascii="Times New Roman" w:hAnsi="Times New Roman"/>
    </w:rPr>
  </w:style>
  <w:style w:type="character" w:styleId="PageNumber">
    <w:name w:val="page number"/>
    <w:rsid w:val="00C34A11"/>
  </w:style>
  <w:style w:type="character" w:styleId="PlaceholderText">
    <w:name w:val="Placeholder Text"/>
    <w:uiPriority w:val="99"/>
    <w:semiHidden/>
    <w:rsid w:val="00C34A11"/>
    <w:rPr>
      <w:color w:val="808080"/>
    </w:rPr>
  </w:style>
  <w:style w:type="paragraph" w:customStyle="1" w:styleId="MDPI71FootNotes">
    <w:name w:val="MDPI_7.1_FootNotes"/>
    <w:qFormat/>
    <w:rsid w:val="00B979EE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0060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060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006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060F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060F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060F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060F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060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06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customStyle="1" w:styleId="CitaviBibliographyEntry">
    <w:name w:val="Citavi Bibliography Entry"/>
    <w:basedOn w:val="Normal"/>
    <w:link w:val="CitaviBibliographyEntryChar"/>
    <w:uiPriority w:val="99"/>
    <w:rsid w:val="0000060F"/>
    <w:pPr>
      <w:tabs>
        <w:tab w:val="left" w:pos="454"/>
      </w:tabs>
      <w:spacing w:line="259" w:lineRule="auto"/>
      <w:ind w:left="454" w:hanging="454"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CitaviBibliographyEntryChar">
    <w:name w:val="Citavi Bibliography Entry Char"/>
    <w:basedOn w:val="DefaultParagraphFont"/>
    <w:link w:val="CitaviBibliographyEntry"/>
    <w:uiPriority w:val="99"/>
    <w:rsid w:val="0000060F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customStyle="1" w:styleId="CitaviBibliographyHeading">
    <w:name w:val="Citavi Bibliography Heading"/>
    <w:basedOn w:val="Heading1"/>
    <w:link w:val="CitaviBibliographyHeadingChar"/>
    <w:uiPriority w:val="99"/>
    <w:rsid w:val="0000060F"/>
  </w:style>
  <w:style w:type="character" w:customStyle="1" w:styleId="CitaviBibliographyHeadingChar">
    <w:name w:val="Citavi Bibliography Heading Char"/>
    <w:basedOn w:val="DefaultParagraphFont"/>
    <w:link w:val="CitaviBibliographyHeading"/>
    <w:uiPriority w:val="99"/>
    <w:rsid w:val="0000060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en-US"/>
    </w:rPr>
  </w:style>
  <w:style w:type="paragraph" w:customStyle="1" w:styleId="CitaviChapterBibliographyHeading">
    <w:name w:val="Citavi Chapter Bibliography Heading"/>
    <w:basedOn w:val="Heading2"/>
    <w:link w:val="CitaviChapterBibliographyHeadingChar"/>
    <w:uiPriority w:val="99"/>
    <w:rsid w:val="0000060F"/>
  </w:style>
  <w:style w:type="character" w:customStyle="1" w:styleId="CitaviChapterBibliographyHeadingChar">
    <w:name w:val="Citavi Chapter Bibliography Heading Char"/>
    <w:basedOn w:val="DefaultParagraphFont"/>
    <w:link w:val="CitaviChapterBibliographyHeading"/>
    <w:uiPriority w:val="99"/>
    <w:rsid w:val="0000060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paragraph" w:customStyle="1" w:styleId="CitaviBibliographySubheading1">
    <w:name w:val="Citavi Bibliography Subheading 1"/>
    <w:basedOn w:val="Heading2"/>
    <w:link w:val="CitaviBibliographySubheading1Char"/>
    <w:uiPriority w:val="99"/>
    <w:rsid w:val="0000060F"/>
    <w:pPr>
      <w:jc w:val="both"/>
      <w:outlineLvl w:val="9"/>
    </w:pPr>
    <w:rPr>
      <w:rFonts w:ascii="Palatino Linotype" w:hAnsi="Palatino Linotype"/>
      <w:sz w:val="28"/>
    </w:rPr>
  </w:style>
  <w:style w:type="character" w:customStyle="1" w:styleId="CitaviBibliographySubheading1Char">
    <w:name w:val="Citavi Bibliography Subheading 1 Char"/>
    <w:basedOn w:val="DefaultParagraphFont"/>
    <w:link w:val="CitaviBibliographySubheading1"/>
    <w:uiPriority w:val="99"/>
    <w:rsid w:val="0000060F"/>
    <w:rPr>
      <w:rFonts w:ascii="Palatino Linotype" w:eastAsiaTheme="majorEastAsia" w:hAnsi="Palatino Linotype" w:cstheme="majorBidi"/>
      <w:color w:val="2F5496" w:themeColor="accent1" w:themeShade="BF"/>
      <w:sz w:val="28"/>
      <w:szCs w:val="26"/>
      <w:lang w:val="en-GB" w:eastAsia="en-US"/>
    </w:rPr>
  </w:style>
  <w:style w:type="paragraph" w:customStyle="1" w:styleId="CitaviBibliographySubheading2">
    <w:name w:val="Citavi Bibliography Subheading 2"/>
    <w:basedOn w:val="Heading3"/>
    <w:link w:val="CitaviBibliographySubheading2Char"/>
    <w:uiPriority w:val="99"/>
    <w:rsid w:val="0000060F"/>
    <w:pPr>
      <w:jc w:val="both"/>
      <w:outlineLvl w:val="9"/>
    </w:pPr>
    <w:rPr>
      <w:rFonts w:ascii="Palatino Linotype" w:hAnsi="Palatino Linotype"/>
      <w:sz w:val="28"/>
    </w:rPr>
  </w:style>
  <w:style w:type="character" w:customStyle="1" w:styleId="CitaviBibliographySubheading2Char">
    <w:name w:val="Citavi Bibliography Subheading 2 Char"/>
    <w:basedOn w:val="DefaultParagraphFont"/>
    <w:link w:val="CitaviBibliographySubheading2"/>
    <w:uiPriority w:val="99"/>
    <w:rsid w:val="0000060F"/>
    <w:rPr>
      <w:rFonts w:ascii="Palatino Linotype" w:eastAsiaTheme="majorEastAsia" w:hAnsi="Palatino Linotype" w:cstheme="majorBidi"/>
      <w:color w:val="1F3763" w:themeColor="accent1" w:themeShade="7F"/>
      <w:sz w:val="28"/>
      <w:szCs w:val="24"/>
      <w:lang w:val="en-GB" w:eastAsia="en-US"/>
    </w:rPr>
  </w:style>
  <w:style w:type="paragraph" w:customStyle="1" w:styleId="CitaviBibliographySubheading3">
    <w:name w:val="Citavi Bibliography Subheading 3"/>
    <w:basedOn w:val="Heading4"/>
    <w:link w:val="CitaviBibliographySubheading3Char"/>
    <w:uiPriority w:val="99"/>
    <w:rsid w:val="0000060F"/>
    <w:pPr>
      <w:jc w:val="both"/>
      <w:outlineLvl w:val="9"/>
    </w:pPr>
    <w:rPr>
      <w:rFonts w:ascii="Palatino Linotype" w:hAnsi="Palatino Linotype"/>
      <w:sz w:val="28"/>
    </w:rPr>
  </w:style>
  <w:style w:type="character" w:customStyle="1" w:styleId="CitaviBibliographySubheading3Char">
    <w:name w:val="Citavi Bibliography Subheading 3 Char"/>
    <w:basedOn w:val="DefaultParagraphFont"/>
    <w:link w:val="CitaviBibliographySubheading3"/>
    <w:uiPriority w:val="99"/>
    <w:rsid w:val="0000060F"/>
    <w:rPr>
      <w:rFonts w:ascii="Palatino Linotype" w:eastAsiaTheme="majorEastAsia" w:hAnsi="Palatino Linotype" w:cstheme="majorBidi"/>
      <w:i/>
      <w:iCs/>
      <w:color w:val="2F5496" w:themeColor="accent1" w:themeShade="BF"/>
      <w:sz w:val="28"/>
      <w:szCs w:val="22"/>
      <w:lang w:val="en-GB" w:eastAsia="en-US"/>
    </w:rPr>
  </w:style>
  <w:style w:type="paragraph" w:customStyle="1" w:styleId="CitaviBibliographySubheading4">
    <w:name w:val="Citavi Bibliography Subheading 4"/>
    <w:basedOn w:val="Heading5"/>
    <w:link w:val="CitaviBibliographySubheading4Char"/>
    <w:uiPriority w:val="99"/>
    <w:rsid w:val="0000060F"/>
    <w:pPr>
      <w:jc w:val="both"/>
      <w:outlineLvl w:val="9"/>
    </w:pPr>
    <w:rPr>
      <w:rFonts w:ascii="Palatino Linotype" w:hAnsi="Palatino Linotype"/>
      <w:sz w:val="28"/>
    </w:rPr>
  </w:style>
  <w:style w:type="character" w:customStyle="1" w:styleId="CitaviBibliographySubheading4Char">
    <w:name w:val="Citavi Bibliography Subheading 4 Char"/>
    <w:basedOn w:val="DefaultParagraphFont"/>
    <w:link w:val="CitaviBibliographySubheading4"/>
    <w:uiPriority w:val="99"/>
    <w:rsid w:val="0000060F"/>
    <w:rPr>
      <w:rFonts w:ascii="Palatino Linotype" w:eastAsiaTheme="majorEastAsia" w:hAnsi="Palatino Linotype" w:cstheme="majorBidi"/>
      <w:color w:val="2F5496" w:themeColor="accent1" w:themeShade="BF"/>
      <w:sz w:val="28"/>
      <w:szCs w:val="22"/>
      <w:lang w:val="en-GB" w:eastAsia="en-US"/>
    </w:rPr>
  </w:style>
  <w:style w:type="paragraph" w:customStyle="1" w:styleId="CitaviBibliographySubheading5">
    <w:name w:val="Citavi Bibliography Subheading 5"/>
    <w:basedOn w:val="Heading6"/>
    <w:link w:val="CitaviBibliographySubheading5Char"/>
    <w:uiPriority w:val="99"/>
    <w:rsid w:val="0000060F"/>
    <w:pPr>
      <w:jc w:val="both"/>
      <w:outlineLvl w:val="9"/>
    </w:pPr>
    <w:rPr>
      <w:rFonts w:ascii="Palatino Linotype" w:hAnsi="Palatino Linotype"/>
      <w:sz w:val="28"/>
    </w:rPr>
  </w:style>
  <w:style w:type="character" w:customStyle="1" w:styleId="CitaviBibliographySubheading5Char">
    <w:name w:val="Citavi Bibliography Subheading 5 Char"/>
    <w:basedOn w:val="DefaultParagraphFont"/>
    <w:link w:val="CitaviBibliographySubheading5"/>
    <w:uiPriority w:val="99"/>
    <w:rsid w:val="0000060F"/>
    <w:rPr>
      <w:rFonts w:ascii="Palatino Linotype" w:eastAsiaTheme="majorEastAsia" w:hAnsi="Palatino Linotype" w:cstheme="majorBidi"/>
      <w:color w:val="1F3763" w:themeColor="accent1" w:themeShade="7F"/>
      <w:sz w:val="28"/>
      <w:szCs w:val="22"/>
      <w:lang w:val="en-GB" w:eastAsia="en-US"/>
    </w:rPr>
  </w:style>
  <w:style w:type="paragraph" w:customStyle="1" w:styleId="CitaviBibliographySubheading6">
    <w:name w:val="Citavi Bibliography Subheading 6"/>
    <w:basedOn w:val="Heading7"/>
    <w:link w:val="CitaviBibliographySubheading6Char"/>
    <w:uiPriority w:val="99"/>
    <w:rsid w:val="0000060F"/>
    <w:pPr>
      <w:jc w:val="both"/>
      <w:outlineLvl w:val="9"/>
    </w:pPr>
    <w:rPr>
      <w:rFonts w:ascii="Palatino Linotype" w:hAnsi="Palatino Linotype"/>
      <w:sz w:val="28"/>
    </w:rPr>
  </w:style>
  <w:style w:type="character" w:customStyle="1" w:styleId="CitaviBibliographySubheading6Char">
    <w:name w:val="Citavi Bibliography Subheading 6 Char"/>
    <w:basedOn w:val="DefaultParagraphFont"/>
    <w:link w:val="CitaviBibliographySubheading6"/>
    <w:uiPriority w:val="99"/>
    <w:rsid w:val="0000060F"/>
    <w:rPr>
      <w:rFonts w:ascii="Palatino Linotype" w:eastAsiaTheme="majorEastAsia" w:hAnsi="Palatino Linotype" w:cstheme="majorBidi"/>
      <w:i/>
      <w:iCs/>
      <w:color w:val="1F3763" w:themeColor="accent1" w:themeShade="7F"/>
      <w:sz w:val="28"/>
      <w:szCs w:val="22"/>
      <w:lang w:val="en-GB" w:eastAsia="en-US"/>
    </w:rPr>
  </w:style>
  <w:style w:type="paragraph" w:customStyle="1" w:styleId="CitaviBibliographySubheading7">
    <w:name w:val="Citavi Bibliography Subheading 7"/>
    <w:basedOn w:val="Heading8"/>
    <w:link w:val="CitaviBibliographySubheading7Char"/>
    <w:uiPriority w:val="99"/>
    <w:rsid w:val="0000060F"/>
    <w:pPr>
      <w:jc w:val="both"/>
      <w:outlineLvl w:val="9"/>
    </w:pPr>
    <w:rPr>
      <w:rFonts w:ascii="Palatino Linotype" w:hAnsi="Palatino Linotype"/>
      <w:sz w:val="28"/>
    </w:rPr>
  </w:style>
  <w:style w:type="character" w:customStyle="1" w:styleId="CitaviBibliographySubheading7Char">
    <w:name w:val="Citavi Bibliography Subheading 7 Char"/>
    <w:basedOn w:val="DefaultParagraphFont"/>
    <w:link w:val="CitaviBibliographySubheading7"/>
    <w:uiPriority w:val="99"/>
    <w:rsid w:val="0000060F"/>
    <w:rPr>
      <w:rFonts w:ascii="Palatino Linotype" w:eastAsiaTheme="majorEastAsia" w:hAnsi="Palatino Linotype" w:cstheme="majorBidi"/>
      <w:color w:val="272727" w:themeColor="text1" w:themeTint="D8"/>
      <w:sz w:val="28"/>
      <w:szCs w:val="21"/>
      <w:lang w:val="en-GB" w:eastAsia="en-US"/>
    </w:rPr>
  </w:style>
  <w:style w:type="paragraph" w:customStyle="1" w:styleId="CitaviBibliographySubheading8">
    <w:name w:val="Citavi Bibliography Subheading 8"/>
    <w:basedOn w:val="Heading9"/>
    <w:link w:val="CitaviBibliographySubheading8Char"/>
    <w:uiPriority w:val="99"/>
    <w:rsid w:val="0000060F"/>
    <w:pPr>
      <w:jc w:val="both"/>
      <w:outlineLvl w:val="9"/>
    </w:pPr>
    <w:rPr>
      <w:rFonts w:ascii="Palatino Linotype" w:hAnsi="Palatino Linotype"/>
      <w:sz w:val="28"/>
    </w:rPr>
  </w:style>
  <w:style w:type="character" w:customStyle="1" w:styleId="CitaviBibliographySubheading8Char">
    <w:name w:val="Citavi Bibliography Subheading 8 Char"/>
    <w:basedOn w:val="DefaultParagraphFont"/>
    <w:link w:val="CitaviBibliographySubheading8"/>
    <w:uiPriority w:val="99"/>
    <w:rsid w:val="0000060F"/>
    <w:rPr>
      <w:rFonts w:ascii="Palatino Linotype" w:eastAsiaTheme="majorEastAsia" w:hAnsi="Palatino Linotype" w:cstheme="majorBidi"/>
      <w:i/>
      <w:iCs/>
      <w:color w:val="272727" w:themeColor="text1" w:themeTint="D8"/>
      <w:sz w:val="28"/>
      <w:szCs w:val="21"/>
      <w:lang w:val="en-GB" w:eastAsia="en-US"/>
    </w:rPr>
  </w:style>
  <w:style w:type="character" w:customStyle="1" w:styleId="fontstyle01">
    <w:name w:val="fontstyle01"/>
    <w:basedOn w:val="DefaultParagraphFont"/>
    <w:rsid w:val="0000060F"/>
    <w:rPr>
      <w:rFonts w:ascii="JansonTextLTStd-Roman" w:hAnsi="JansonTextLTStd-Roman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DefaultParagraphFont"/>
    <w:rsid w:val="0000060F"/>
    <w:rPr>
      <w:rFonts w:ascii="MTSY" w:hAnsi="MTSY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31">
    <w:name w:val="fontstyle31"/>
    <w:basedOn w:val="DefaultParagraphFont"/>
    <w:rsid w:val="0000060F"/>
    <w:rPr>
      <w:rFonts w:ascii="EURM10" w:hAnsi="EURM10" w:hint="default"/>
      <w:b w:val="0"/>
      <w:bCs w:val="0"/>
      <w:i w:val="0"/>
      <w:iCs w:val="0"/>
      <w:color w:val="000000"/>
      <w:sz w:val="18"/>
      <w:szCs w:val="18"/>
    </w:rPr>
  </w:style>
  <w:style w:type="character" w:styleId="Strong">
    <w:name w:val="Strong"/>
    <w:basedOn w:val="DefaultParagraphFont"/>
    <w:uiPriority w:val="22"/>
    <w:qFormat/>
    <w:rsid w:val="0000060F"/>
    <w:rPr>
      <w:b/>
      <w:bCs/>
    </w:rPr>
  </w:style>
  <w:style w:type="character" w:styleId="Emphasis">
    <w:name w:val="Emphasis"/>
    <w:basedOn w:val="DefaultParagraphFont"/>
    <w:uiPriority w:val="20"/>
    <w:qFormat/>
    <w:rsid w:val="0000060F"/>
    <w:rPr>
      <w:i/>
      <w:iCs/>
    </w:rPr>
  </w:style>
  <w:style w:type="character" w:customStyle="1" w:styleId="pspdfkit-6um8mrhfmv4j3nvtw9x41bv9fb">
    <w:name w:val="pspdfkit-6um8mrhfmv4j3nvtw9x41bv9fb"/>
    <w:basedOn w:val="DefaultParagraphFont"/>
    <w:rsid w:val="0000060F"/>
  </w:style>
  <w:style w:type="character" w:customStyle="1" w:styleId="fs5">
    <w:name w:val="fs5"/>
    <w:basedOn w:val="DefaultParagraphFont"/>
    <w:rsid w:val="0000060F"/>
  </w:style>
  <w:style w:type="character" w:customStyle="1" w:styleId="ff5">
    <w:name w:val="ff5"/>
    <w:basedOn w:val="DefaultParagraphFont"/>
    <w:rsid w:val="0000060F"/>
  </w:style>
  <w:style w:type="character" w:customStyle="1" w:styleId="ff1">
    <w:name w:val="ff1"/>
    <w:basedOn w:val="DefaultParagraphFont"/>
    <w:rsid w:val="0000060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060F"/>
    <w:rPr>
      <w:color w:val="605E5C"/>
      <w:shd w:val="clear" w:color="auto" w:fill="E1DFDD"/>
    </w:rPr>
  </w:style>
  <w:style w:type="character" w:customStyle="1" w:styleId="underline">
    <w:name w:val="underline"/>
    <w:basedOn w:val="DefaultParagraphFont"/>
    <w:rsid w:val="0000060F"/>
  </w:style>
  <w:style w:type="paragraph" w:styleId="DocumentMap">
    <w:name w:val="Document Map"/>
    <w:basedOn w:val="Normal"/>
    <w:link w:val="DocumentMapChar"/>
    <w:uiPriority w:val="99"/>
    <w:semiHidden/>
    <w:unhideWhenUsed/>
    <w:rsid w:val="0000060F"/>
    <w:pPr>
      <w:spacing w:line="240" w:lineRule="auto"/>
      <w:jc w:val="left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060F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00060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00060F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00060F"/>
    <w:pPr>
      <w:spacing w:line="259" w:lineRule="auto"/>
      <w:jc w:val="center"/>
    </w:pPr>
    <w:rPr>
      <w:rFonts w:eastAsiaTheme="minorHAnsi" w:cs="Arial"/>
      <w:noProof/>
      <w:color w:val="auto"/>
      <w:sz w:val="18"/>
      <w:szCs w:val="22"/>
      <w:lang w:eastAsia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0060F"/>
    <w:rPr>
      <w:rFonts w:ascii="Palatino Linotype" w:eastAsiaTheme="minorHAnsi" w:hAnsi="Palatino Linotype" w:cs="Arial"/>
      <w:noProof/>
      <w:sz w:val="18"/>
      <w:szCs w:val="22"/>
      <w:lang w:val="en-GB" w:eastAsia="en-US"/>
    </w:rPr>
  </w:style>
  <w:style w:type="paragraph" w:customStyle="1" w:styleId="EndNoteBibliography">
    <w:name w:val="EndNote Bibliography"/>
    <w:basedOn w:val="Normal"/>
    <w:link w:val="EndNoteBibliographyChar"/>
    <w:rsid w:val="0000060F"/>
    <w:pPr>
      <w:spacing w:after="160" w:line="240" w:lineRule="auto"/>
    </w:pPr>
    <w:rPr>
      <w:rFonts w:eastAsiaTheme="minorHAnsi" w:cs="Arial"/>
      <w:noProof/>
      <w:color w:val="auto"/>
      <w:sz w:val="18"/>
      <w:szCs w:val="22"/>
      <w:lang w:eastAsia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0060F"/>
    <w:rPr>
      <w:rFonts w:ascii="Palatino Linotype" w:eastAsiaTheme="minorHAnsi" w:hAnsi="Palatino Linotype" w:cs="Arial"/>
      <w:noProof/>
      <w:sz w:val="18"/>
      <w:szCs w:val="22"/>
      <w:lang w:val="en-GB" w:eastAsia="en-US"/>
    </w:rPr>
  </w:style>
  <w:style w:type="numbering" w:customStyle="1" w:styleId="NoList1">
    <w:name w:val="No List1"/>
    <w:next w:val="NoList"/>
    <w:uiPriority w:val="99"/>
    <w:semiHidden/>
    <w:unhideWhenUsed/>
    <w:rsid w:val="0077468D"/>
  </w:style>
  <w:style w:type="table" w:customStyle="1" w:styleId="TableGrid1">
    <w:name w:val="Table Grid1"/>
    <w:basedOn w:val="TableNormal"/>
    <w:next w:val="TableGrid"/>
    <w:uiPriority w:val="39"/>
    <w:rsid w:val="0077468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SF0\OneDrive\Desktop\Phenotypic%20adaptation%20in%20Cn_Sam&amp;Sebolai\jof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496C5-4D06-4989-95B4-34C8BDCE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jof-template</Template>
  <TotalTime>3</TotalTime>
  <Pages>22</Pages>
  <Words>5355</Words>
  <Characters>30528</Characters>
  <Application>Microsoft Office Word</Application>
  <DocSecurity>0</DocSecurity>
  <Lines>254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35812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Folorunso, Olufemi Samuel</dc:creator>
  <cp:keywords/>
  <dc:description/>
  <cp:lastModifiedBy>Folorunso, Olufemi Samuel</cp:lastModifiedBy>
  <cp:revision>5</cp:revision>
  <dcterms:created xsi:type="dcterms:W3CDTF">2023-01-04T19:13:00Z</dcterms:created>
  <dcterms:modified xsi:type="dcterms:W3CDTF">2023-01-21T06:19:00Z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425b38bb-4134-4419-8a64-2a33597ab810</vt:lpwstr>
  </property>
</Properties>
</file>